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C2" w:rsidRPr="003C1D48" w:rsidRDefault="00892DC2" w:rsidP="00892DC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1D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3C1D48" w:rsidRDefault="00892DC2" w:rsidP="00892DC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1D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бюджета МО «Сарапульс</w:t>
      </w:r>
      <w:r w:rsidR="005A41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кий район» по состоянию на 01.03</w:t>
      </w:r>
      <w:r w:rsidRPr="003C1D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.2019 г.</w:t>
      </w:r>
    </w:p>
    <w:p w:rsidR="00892DC2" w:rsidRPr="00892DC2" w:rsidRDefault="00892DC2" w:rsidP="00892DC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7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0"/>
        <w:gridCol w:w="11565"/>
        <w:gridCol w:w="2141"/>
      </w:tblGrid>
      <w:tr w:rsidR="00892DC2" w:rsidRPr="00892DC2" w:rsidTr="002A0B62">
        <w:trPr>
          <w:trHeight w:val="658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141" w:type="dxa"/>
            <w:shd w:val="clear" w:color="auto" w:fill="auto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Сумма </w:t>
            </w:r>
          </w:p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(тыс. руб.)</w:t>
            </w:r>
          </w:p>
        </w:tc>
      </w:tr>
      <w:tr w:rsidR="00892DC2" w:rsidRPr="00892DC2" w:rsidTr="00892DC2">
        <w:trPr>
          <w:trHeight w:val="874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892DC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Предельный объем муниципального долга, утвержденный решением о бюджете  на 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</w:t>
            </w: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год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E222E5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97 519,0</w:t>
            </w:r>
          </w:p>
        </w:tc>
        <w:bookmarkStart w:id="0" w:name="_GoBack"/>
        <w:bookmarkEnd w:id="0"/>
      </w:tr>
      <w:tr w:rsidR="00892DC2" w:rsidRPr="00892DC2" w:rsidTr="00892DC2">
        <w:trPr>
          <w:trHeight w:val="676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892DC2" w:rsidRPr="00892DC2" w:rsidTr="00892DC2">
        <w:trPr>
          <w:trHeight w:val="823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892DC2" w:rsidRPr="00892DC2" w:rsidTr="00892DC2">
        <w:trPr>
          <w:trHeight w:val="874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771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675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874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Объем расходов на обслуживание муниципального долга, утвержденный решением  о  бюджете 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2019</w:t>
            </w: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E222E5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51,0</w:t>
            </w:r>
          </w:p>
        </w:tc>
      </w:tr>
      <w:tr w:rsidR="00892DC2" w:rsidRPr="00892DC2" w:rsidTr="00892DC2">
        <w:trPr>
          <w:trHeight w:val="631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E222E5" w:rsidP="00E22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735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Верхний предел муниципального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внутреннего долга на 01.01.2020</w:t>
            </w: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</w:tbl>
    <w:p w:rsidR="00E222E5" w:rsidRDefault="00E222E5" w:rsidP="002A0B62">
      <w:pPr>
        <w:tabs>
          <w:tab w:val="left" w:pos="12600"/>
        </w:tabs>
        <w:spacing w:after="0" w:line="360" w:lineRule="auto"/>
      </w:pPr>
    </w:p>
    <w:sectPr w:rsidR="00E222E5" w:rsidSect="00892D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2A0B62"/>
    <w:rsid w:val="003C1D48"/>
    <w:rsid w:val="005A413E"/>
    <w:rsid w:val="005B0B24"/>
    <w:rsid w:val="006C7A7C"/>
    <w:rsid w:val="00892DC2"/>
    <w:rsid w:val="008B12FF"/>
    <w:rsid w:val="00C4792A"/>
    <w:rsid w:val="00E2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24D9B982.dotm</Template>
  <TotalTime>14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7</cp:revision>
  <cp:lastPrinted>2019-02-19T12:50:00Z</cp:lastPrinted>
  <dcterms:created xsi:type="dcterms:W3CDTF">2019-02-08T07:58:00Z</dcterms:created>
  <dcterms:modified xsi:type="dcterms:W3CDTF">2019-02-19T12:51:00Z</dcterms:modified>
</cp:coreProperties>
</file>