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C2" w:rsidRPr="003C1D48" w:rsidRDefault="00892DC2" w:rsidP="00892DC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C1D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Информация о муниципальном долге и расходах на обслуживание муниципального долга</w:t>
      </w:r>
    </w:p>
    <w:p w:rsidR="00892DC2" w:rsidRPr="003C1D48" w:rsidRDefault="00892DC2" w:rsidP="00892DC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1" w:color="auto"/>
        </w:pBd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C1D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бюджета МО «Сарапульский район» по состоянию на 01.02.2019 г.</w:t>
      </w:r>
    </w:p>
    <w:p w:rsidR="00892DC2" w:rsidRPr="00892DC2" w:rsidRDefault="00892DC2" w:rsidP="00892DC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7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0"/>
        <w:gridCol w:w="11565"/>
        <w:gridCol w:w="2141"/>
      </w:tblGrid>
      <w:tr w:rsidR="00892DC2" w:rsidRPr="00892DC2" w:rsidTr="002A0B62">
        <w:trPr>
          <w:trHeight w:val="658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141" w:type="dxa"/>
            <w:shd w:val="clear" w:color="auto" w:fill="auto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Сумма </w:t>
            </w:r>
          </w:p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(тыс. руб.)</w:t>
            </w:r>
          </w:p>
        </w:tc>
      </w:tr>
      <w:tr w:rsidR="00892DC2" w:rsidRPr="00892DC2" w:rsidTr="00892DC2">
        <w:trPr>
          <w:trHeight w:val="874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892DC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Предельный объем муниципального долга, утвержденный решением о бюджете  на 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</w:t>
            </w: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год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E222E5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97 519,0</w:t>
            </w:r>
          </w:p>
        </w:tc>
      </w:tr>
      <w:tr w:rsidR="00892DC2" w:rsidRPr="00892DC2" w:rsidTr="00892DC2">
        <w:trPr>
          <w:trHeight w:val="676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  <w:tr w:rsidR="00892DC2" w:rsidRPr="00892DC2" w:rsidTr="00892DC2">
        <w:trPr>
          <w:trHeight w:val="823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  <w:tr w:rsidR="00892DC2" w:rsidRPr="00892DC2" w:rsidTr="00892DC2">
        <w:trPr>
          <w:trHeight w:val="874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892DC2" w:rsidRPr="00892DC2" w:rsidTr="00892DC2">
        <w:trPr>
          <w:trHeight w:val="771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от кредитных организаций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892DC2" w:rsidRPr="00892DC2" w:rsidTr="00892DC2">
        <w:trPr>
          <w:trHeight w:val="675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892DC2" w:rsidRPr="00892DC2" w:rsidTr="00892DC2">
        <w:trPr>
          <w:trHeight w:val="874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Объем расходов на обслуживание муниципального долга, утвержденный решением  о  бюджете 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2019</w:t>
            </w: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E222E5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51,0</w:t>
            </w:r>
          </w:p>
        </w:tc>
      </w:tr>
      <w:tr w:rsidR="00892DC2" w:rsidRPr="00892DC2" w:rsidTr="00892DC2">
        <w:trPr>
          <w:trHeight w:val="631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4.1.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E222E5" w:rsidP="00E222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892DC2" w:rsidRPr="00892DC2" w:rsidTr="00892DC2">
        <w:trPr>
          <w:trHeight w:val="735"/>
        </w:trPr>
        <w:tc>
          <w:tcPr>
            <w:tcW w:w="1010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11565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Верхний предел муниципального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внутреннего долга на 01.01.2020</w:t>
            </w: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892DC2" w:rsidRPr="00892DC2" w:rsidRDefault="00892DC2" w:rsidP="00E222E5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892DC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</w:tbl>
    <w:p w:rsidR="00E222E5" w:rsidRDefault="00E222E5" w:rsidP="002A0B62">
      <w:pPr>
        <w:tabs>
          <w:tab w:val="left" w:pos="12600"/>
        </w:tabs>
        <w:spacing w:after="0" w:line="360" w:lineRule="auto"/>
      </w:pPr>
      <w:bookmarkStart w:id="0" w:name="_GoBack"/>
      <w:bookmarkEnd w:id="0"/>
    </w:p>
    <w:sectPr w:rsidR="00E222E5" w:rsidSect="00892D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C2"/>
    <w:rsid w:val="002A0B62"/>
    <w:rsid w:val="003C1D48"/>
    <w:rsid w:val="005B0B24"/>
    <w:rsid w:val="006C7A7C"/>
    <w:rsid w:val="00892DC2"/>
    <w:rsid w:val="008B12FF"/>
    <w:rsid w:val="00C4792A"/>
    <w:rsid w:val="00E2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920CAB5A.dotm</Template>
  <TotalTime>13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Telikanova Olga</dc:creator>
  <cp:lastModifiedBy>Telikanova Olga</cp:lastModifiedBy>
  <cp:revision>6</cp:revision>
  <cp:lastPrinted>2019-02-08T09:49:00Z</cp:lastPrinted>
  <dcterms:created xsi:type="dcterms:W3CDTF">2019-02-08T07:58:00Z</dcterms:created>
  <dcterms:modified xsi:type="dcterms:W3CDTF">2019-02-08T09:52:00Z</dcterms:modified>
</cp:coreProperties>
</file>