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99FF"/>
  <w:body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Информация о муниципальном долге и расходах на обслуживание муниципального долга</w:t>
      </w:r>
    </w:p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бюджета МО «Сарапульс</w:t>
      </w:r>
      <w:r w:rsidR="00FF4205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кий район» по состоянию на 01.06</w:t>
      </w: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.2019 г.</w:t>
      </w:r>
    </w:p>
    <w:tbl>
      <w:tblPr>
        <w:tblW w:w="149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shd w:val="clear" w:color="auto" w:fill="D3CAEC"/>
        <w:tblLook w:val="04A0" w:firstRow="1" w:lastRow="0" w:firstColumn="1" w:lastColumn="0" w:noHBand="0" w:noVBand="1"/>
      </w:tblPr>
      <w:tblGrid>
        <w:gridCol w:w="1020"/>
        <w:gridCol w:w="11562"/>
        <w:gridCol w:w="2406"/>
      </w:tblGrid>
      <w:tr w:rsidR="00892DC2" w:rsidRPr="00E75562" w:rsidTr="00804D6E">
        <w:trPr>
          <w:trHeight w:val="6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№ </w:t>
            </w:r>
            <w:proofErr w:type="gramStart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</w:t>
            </w:r>
            <w:proofErr w:type="gramEnd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/п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406" w:type="dxa"/>
            <w:shd w:val="clear" w:color="auto" w:fill="DED7F1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Сумма </w:t>
            </w:r>
          </w:p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(тыс. руб.)</w:t>
            </w:r>
          </w:p>
        </w:tc>
      </w:tr>
      <w:tr w:rsidR="00892DC2" w:rsidRPr="00E75562" w:rsidTr="00804D6E">
        <w:trPr>
          <w:trHeight w:val="746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Предельный объем муниципального долга, утвержденный решением о бюджете  на  2019 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092DDB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170</w:t>
            </w:r>
            <w:r w:rsidR="00A8435B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 000,00</w:t>
            </w:r>
          </w:p>
        </w:tc>
      </w:tr>
      <w:tr w:rsidR="00892DC2" w:rsidRPr="00E75562" w:rsidTr="00804D6E">
        <w:trPr>
          <w:trHeight w:val="712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A8435B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87 165,6</w:t>
            </w:r>
          </w:p>
        </w:tc>
      </w:tr>
      <w:tr w:rsidR="00892DC2" w:rsidRPr="00E75562" w:rsidTr="00804D6E">
        <w:trPr>
          <w:trHeight w:val="76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A8435B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87 165,6</w:t>
            </w:r>
          </w:p>
        </w:tc>
      </w:tr>
      <w:tr w:rsidR="00892DC2" w:rsidRPr="00E75562" w:rsidTr="00804D6E">
        <w:trPr>
          <w:trHeight w:val="728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813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от кре</w:t>
            </w:r>
            <w:bookmarkStart w:id="0" w:name="_GoBack"/>
            <w:bookmarkEnd w:id="0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дитных организаций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89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92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расходов на обслуживание муниципального долга, утвержденный решением  о  бюджете  на 2019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417CD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4 247</w:t>
            </w:r>
            <w:r w:rsidR="00477D39"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,0</w:t>
            </w:r>
          </w:p>
        </w:tc>
      </w:tr>
      <w:tr w:rsidR="00892DC2" w:rsidRPr="00E75562" w:rsidTr="00804D6E">
        <w:trPr>
          <w:trHeight w:val="77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5B5EBF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1,0</w:t>
            </w:r>
          </w:p>
        </w:tc>
      </w:tr>
      <w:tr w:rsidR="00892DC2" w:rsidRPr="001C176E" w:rsidTr="00804D6E">
        <w:trPr>
          <w:trHeight w:val="10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5.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61EE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Верхний предел муниципального внутреннего долга на 01.01.2020 года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477D3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82 000,0</w:t>
            </w:r>
          </w:p>
        </w:tc>
      </w:tr>
    </w:tbl>
    <w:p w:rsidR="00E222E5" w:rsidRPr="004A29D5" w:rsidRDefault="00E222E5" w:rsidP="004A29D5"/>
    <w:sectPr w:rsidR="00E222E5" w:rsidRPr="004A29D5" w:rsidSect="00804D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964" w:right="1134" w:bottom="993" w:left="1134" w:header="567" w:footer="567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05" w:rsidRDefault="00FF4205" w:rsidP="00172782">
      <w:pPr>
        <w:spacing w:after="0" w:line="240" w:lineRule="auto"/>
      </w:pPr>
      <w:r>
        <w:separator/>
      </w:r>
    </w:p>
  </w:endnote>
  <w:end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05" w:rsidRDefault="00FF4205" w:rsidP="00172782">
      <w:pPr>
        <w:spacing w:after="0" w:line="240" w:lineRule="auto"/>
      </w:pPr>
      <w:r>
        <w:separator/>
      </w:r>
    </w:p>
  </w:footnote>
  <w:foot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defaultTabStop w:val="709"/>
  <w:characterSpacingControl w:val="doNotCompress"/>
  <w:hdrShapeDefaults>
    <o:shapedefaults v:ext="edit" spidmax="12289"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C2"/>
    <w:rsid w:val="00092DDB"/>
    <w:rsid w:val="000B19BC"/>
    <w:rsid w:val="00116F41"/>
    <w:rsid w:val="00172782"/>
    <w:rsid w:val="001C176E"/>
    <w:rsid w:val="00237D81"/>
    <w:rsid w:val="002A0B62"/>
    <w:rsid w:val="002E3884"/>
    <w:rsid w:val="002F6ECA"/>
    <w:rsid w:val="003A200D"/>
    <w:rsid w:val="003C1D48"/>
    <w:rsid w:val="00417CD9"/>
    <w:rsid w:val="00477D39"/>
    <w:rsid w:val="004A29D5"/>
    <w:rsid w:val="00544459"/>
    <w:rsid w:val="00585352"/>
    <w:rsid w:val="005A413E"/>
    <w:rsid w:val="005B0B24"/>
    <w:rsid w:val="005B5EBF"/>
    <w:rsid w:val="006422CD"/>
    <w:rsid w:val="006665D5"/>
    <w:rsid w:val="006C7A7C"/>
    <w:rsid w:val="00723266"/>
    <w:rsid w:val="00761210"/>
    <w:rsid w:val="00777D7E"/>
    <w:rsid w:val="007E4E4B"/>
    <w:rsid w:val="00804D6E"/>
    <w:rsid w:val="00892DC2"/>
    <w:rsid w:val="008A404A"/>
    <w:rsid w:val="008B12FF"/>
    <w:rsid w:val="00967C2C"/>
    <w:rsid w:val="009B2089"/>
    <w:rsid w:val="00A4168F"/>
    <w:rsid w:val="00A8435B"/>
    <w:rsid w:val="00AC0D20"/>
    <w:rsid w:val="00B05EDD"/>
    <w:rsid w:val="00B40244"/>
    <w:rsid w:val="00B96CAD"/>
    <w:rsid w:val="00BE6AF4"/>
    <w:rsid w:val="00C46A14"/>
    <w:rsid w:val="00C4792A"/>
    <w:rsid w:val="00C61EEF"/>
    <w:rsid w:val="00CF71AF"/>
    <w:rsid w:val="00D43A63"/>
    <w:rsid w:val="00DA521E"/>
    <w:rsid w:val="00E222E5"/>
    <w:rsid w:val="00E75562"/>
    <w:rsid w:val="00EF477F"/>
    <w:rsid w:val="00F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лавная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ECBEC-2435-42F5-A58A-FEE6B4E0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64EDBB26.dotm</Template>
  <TotalTime>184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Telikanova Olga</dc:creator>
  <cp:lastModifiedBy>Telikanova Olga</cp:lastModifiedBy>
  <cp:revision>40</cp:revision>
  <cp:lastPrinted>2019-06-05T05:55:00Z</cp:lastPrinted>
  <dcterms:created xsi:type="dcterms:W3CDTF">2019-02-08T07:58:00Z</dcterms:created>
  <dcterms:modified xsi:type="dcterms:W3CDTF">2019-06-05T05:59:00Z</dcterms:modified>
</cp:coreProperties>
</file>