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9DE" w:rsidRPr="005435F9" w:rsidRDefault="002A2E84" w:rsidP="007A3B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162085" w:rsidRPr="005435F9" w:rsidRDefault="00D258D2" w:rsidP="00386210">
      <w:pPr>
        <w:spacing w:after="0"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5435F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62085" w:rsidRPr="005435F9" w:rsidRDefault="00162085" w:rsidP="00D258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35F9">
        <w:rPr>
          <w:rFonts w:ascii="Times New Roman" w:hAnsi="Times New Roman" w:cs="Times New Roman"/>
          <w:b/>
          <w:sz w:val="28"/>
          <w:szCs w:val="28"/>
        </w:rPr>
        <w:t>об исполнении бюджета</w:t>
      </w:r>
      <w:r w:rsidR="00D258D2" w:rsidRPr="005435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b/>
          <w:sz w:val="28"/>
          <w:szCs w:val="28"/>
        </w:rPr>
        <w:t>муниципального образования «Сарапульский район»</w:t>
      </w:r>
      <w:r w:rsidR="00D258D2" w:rsidRPr="005435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b/>
          <w:sz w:val="28"/>
          <w:szCs w:val="28"/>
        </w:rPr>
        <w:t xml:space="preserve">за 1 </w:t>
      </w:r>
      <w:r w:rsidR="00BB6F2A" w:rsidRPr="005435F9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8A707E" w:rsidRPr="005435F9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240C89" w:rsidRPr="005435F9">
        <w:rPr>
          <w:rFonts w:ascii="Times New Roman" w:hAnsi="Times New Roman" w:cs="Times New Roman"/>
          <w:b/>
          <w:sz w:val="28"/>
          <w:szCs w:val="28"/>
        </w:rPr>
        <w:t>8</w:t>
      </w:r>
      <w:r w:rsidRPr="005435F9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5314E6" w:rsidRPr="005435F9" w:rsidRDefault="005314E6" w:rsidP="00162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FCD" w:rsidRPr="005435F9" w:rsidRDefault="005634E2" w:rsidP="00E34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E3430F" w:rsidRPr="005435F9">
        <w:rPr>
          <w:rFonts w:ascii="Times New Roman" w:hAnsi="Times New Roman" w:cs="Times New Roman"/>
          <w:sz w:val="28"/>
          <w:szCs w:val="28"/>
        </w:rPr>
        <w:t>юджет муниципального образования «Сарапульский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по доходам  </w:t>
      </w:r>
      <w:r w:rsidR="00E3430F" w:rsidRPr="005435F9">
        <w:rPr>
          <w:rFonts w:ascii="Times New Roman" w:hAnsi="Times New Roman" w:cs="Times New Roman"/>
          <w:sz w:val="28"/>
          <w:szCs w:val="28"/>
        </w:rPr>
        <w:t xml:space="preserve">за 1 </w:t>
      </w:r>
      <w:r w:rsidR="00A94A10" w:rsidRPr="005435F9">
        <w:rPr>
          <w:rFonts w:ascii="Times New Roman" w:hAnsi="Times New Roman" w:cs="Times New Roman"/>
          <w:sz w:val="28"/>
          <w:szCs w:val="28"/>
        </w:rPr>
        <w:t>полугодие</w:t>
      </w:r>
      <w:r w:rsidR="002A5490" w:rsidRPr="005435F9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E3430F" w:rsidRPr="005435F9">
        <w:rPr>
          <w:rFonts w:ascii="Times New Roman" w:hAnsi="Times New Roman" w:cs="Times New Roman"/>
          <w:sz w:val="28"/>
          <w:szCs w:val="28"/>
        </w:rPr>
        <w:t xml:space="preserve"> года исполнен в сумме </w:t>
      </w:r>
      <w:r w:rsidR="00713490" w:rsidRPr="005435F9">
        <w:rPr>
          <w:rFonts w:ascii="Times New Roman" w:hAnsi="Times New Roman" w:cs="Times New Roman"/>
          <w:sz w:val="28"/>
          <w:szCs w:val="28"/>
        </w:rPr>
        <w:t>384 416,4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D933BF" w:rsidRPr="005435F9">
        <w:rPr>
          <w:rFonts w:ascii="Times New Roman" w:hAnsi="Times New Roman" w:cs="Times New Roman"/>
          <w:sz w:val="28"/>
          <w:szCs w:val="28"/>
        </w:rPr>
        <w:t>тыс</w:t>
      </w:r>
      <w:r w:rsidR="00A10A12" w:rsidRPr="005435F9">
        <w:rPr>
          <w:rFonts w:ascii="Times New Roman" w:hAnsi="Times New Roman" w:cs="Times New Roman"/>
          <w:sz w:val="28"/>
          <w:szCs w:val="28"/>
        </w:rPr>
        <w:t>. руб., что составляет</w:t>
      </w:r>
      <w:r w:rsidR="005C6936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713490" w:rsidRPr="005435F9">
        <w:rPr>
          <w:rFonts w:ascii="Times New Roman" w:hAnsi="Times New Roman" w:cs="Times New Roman"/>
          <w:sz w:val="28"/>
          <w:szCs w:val="28"/>
        </w:rPr>
        <w:t>10</w:t>
      </w:r>
      <w:r w:rsidR="00B40F00" w:rsidRPr="005435F9">
        <w:rPr>
          <w:rFonts w:ascii="Times New Roman" w:hAnsi="Times New Roman" w:cs="Times New Roman"/>
          <w:sz w:val="28"/>
          <w:szCs w:val="28"/>
        </w:rPr>
        <w:t>0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  </w:t>
      </w:r>
      <w:r w:rsidR="00E3430F" w:rsidRPr="005435F9">
        <w:rPr>
          <w:rFonts w:ascii="Times New Roman" w:hAnsi="Times New Roman" w:cs="Times New Roman"/>
          <w:sz w:val="28"/>
          <w:szCs w:val="28"/>
        </w:rPr>
        <w:t xml:space="preserve">% 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E3430F" w:rsidRPr="005435F9">
        <w:rPr>
          <w:rFonts w:ascii="Times New Roman" w:hAnsi="Times New Roman" w:cs="Times New Roman"/>
          <w:sz w:val="28"/>
          <w:szCs w:val="28"/>
        </w:rPr>
        <w:t xml:space="preserve">к </w:t>
      </w:r>
      <w:r w:rsidR="00A94A10" w:rsidRPr="005435F9">
        <w:rPr>
          <w:rFonts w:ascii="Times New Roman" w:hAnsi="Times New Roman" w:cs="Times New Roman"/>
          <w:sz w:val="28"/>
          <w:szCs w:val="28"/>
        </w:rPr>
        <w:t>плану 1 полугодия</w:t>
      </w:r>
      <w:r w:rsidR="00CB7E6E" w:rsidRPr="005435F9">
        <w:rPr>
          <w:rFonts w:ascii="Times New Roman" w:hAnsi="Times New Roman" w:cs="Times New Roman"/>
          <w:sz w:val="28"/>
          <w:szCs w:val="28"/>
        </w:rPr>
        <w:t xml:space="preserve"> и 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713490" w:rsidRPr="005435F9">
        <w:rPr>
          <w:rFonts w:ascii="Times New Roman" w:hAnsi="Times New Roman" w:cs="Times New Roman"/>
          <w:sz w:val="28"/>
          <w:szCs w:val="28"/>
        </w:rPr>
        <w:t>5</w:t>
      </w:r>
      <w:r w:rsidR="00B40F00" w:rsidRPr="005435F9">
        <w:rPr>
          <w:rFonts w:ascii="Times New Roman" w:hAnsi="Times New Roman" w:cs="Times New Roman"/>
          <w:sz w:val="28"/>
          <w:szCs w:val="28"/>
        </w:rPr>
        <w:t>3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E3430F" w:rsidRPr="005435F9">
        <w:rPr>
          <w:rFonts w:ascii="Times New Roman" w:hAnsi="Times New Roman" w:cs="Times New Roman"/>
          <w:sz w:val="28"/>
          <w:szCs w:val="28"/>
        </w:rPr>
        <w:t>%  к уточненному годовому плану</w:t>
      </w:r>
      <w:r w:rsidR="00867BEB" w:rsidRPr="005435F9">
        <w:rPr>
          <w:rFonts w:ascii="Times New Roman" w:hAnsi="Times New Roman" w:cs="Times New Roman"/>
          <w:sz w:val="28"/>
          <w:szCs w:val="28"/>
        </w:rPr>
        <w:t>.</w:t>
      </w:r>
      <w:r w:rsidR="00E3430F" w:rsidRPr="005435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E6E" w:rsidRPr="005435F9" w:rsidRDefault="00E3430F" w:rsidP="00E34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Темп роста доходов к аналогичному </w:t>
      </w:r>
      <w:r w:rsidR="001227A2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>пери</w:t>
      </w:r>
      <w:r w:rsidR="00D933BF" w:rsidRPr="005435F9">
        <w:rPr>
          <w:rFonts w:ascii="Times New Roman" w:hAnsi="Times New Roman" w:cs="Times New Roman"/>
          <w:sz w:val="28"/>
          <w:szCs w:val="28"/>
        </w:rPr>
        <w:t>оду прошлого года составил</w:t>
      </w:r>
      <w:r w:rsidR="00CB7E6E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B40F00" w:rsidRPr="005435F9">
        <w:rPr>
          <w:rFonts w:ascii="Times New Roman" w:hAnsi="Times New Roman" w:cs="Times New Roman"/>
          <w:sz w:val="28"/>
          <w:szCs w:val="28"/>
        </w:rPr>
        <w:t>101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>%</w:t>
      </w:r>
      <w:r w:rsidR="005D779C" w:rsidRPr="005435F9">
        <w:rPr>
          <w:rFonts w:ascii="Times New Roman" w:hAnsi="Times New Roman" w:cs="Times New Roman"/>
          <w:sz w:val="28"/>
          <w:szCs w:val="28"/>
        </w:rPr>
        <w:t>.</w:t>
      </w:r>
      <w:r w:rsidR="001227A2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CB7E6E" w:rsidRPr="005435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30F" w:rsidRPr="005435F9" w:rsidRDefault="00CB7E6E" w:rsidP="00E34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Н</w:t>
      </w:r>
      <w:r w:rsidR="005D779C" w:rsidRPr="005435F9">
        <w:rPr>
          <w:rFonts w:ascii="Times New Roman" w:hAnsi="Times New Roman" w:cs="Times New Roman"/>
          <w:sz w:val="28"/>
          <w:szCs w:val="28"/>
        </w:rPr>
        <w:t xml:space="preserve">алоговые и неналоговые доходы исполнены в сумме </w:t>
      </w:r>
      <w:r w:rsidR="00B40F00" w:rsidRPr="005435F9">
        <w:rPr>
          <w:rFonts w:ascii="Times New Roman" w:hAnsi="Times New Roman" w:cs="Times New Roman"/>
          <w:sz w:val="28"/>
          <w:szCs w:val="28"/>
        </w:rPr>
        <w:t>89 571,9</w:t>
      </w:r>
      <w:r w:rsidR="006D6539" w:rsidRPr="005435F9">
        <w:rPr>
          <w:rFonts w:ascii="Times New Roman" w:hAnsi="Times New Roman" w:cs="Times New Roman"/>
          <w:sz w:val="28"/>
          <w:szCs w:val="28"/>
        </w:rPr>
        <w:t xml:space="preserve"> тыс.</w:t>
      </w:r>
      <w:r w:rsidR="005D779C" w:rsidRPr="005435F9">
        <w:rPr>
          <w:rFonts w:ascii="Times New Roman" w:hAnsi="Times New Roman" w:cs="Times New Roman"/>
          <w:sz w:val="28"/>
          <w:szCs w:val="28"/>
        </w:rPr>
        <w:t xml:space="preserve"> руб., что составляет </w:t>
      </w:r>
      <w:r w:rsidRPr="005435F9">
        <w:rPr>
          <w:rFonts w:ascii="Times New Roman" w:hAnsi="Times New Roman" w:cs="Times New Roman"/>
          <w:sz w:val="28"/>
          <w:szCs w:val="28"/>
        </w:rPr>
        <w:t>10</w:t>
      </w:r>
      <w:r w:rsidR="00A94A10" w:rsidRPr="005435F9">
        <w:rPr>
          <w:rFonts w:ascii="Times New Roman" w:hAnsi="Times New Roman" w:cs="Times New Roman"/>
          <w:sz w:val="28"/>
          <w:szCs w:val="28"/>
        </w:rPr>
        <w:t>5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 % </w:t>
      </w:r>
      <w:r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к </w:t>
      </w:r>
      <w:r w:rsidRPr="005435F9">
        <w:rPr>
          <w:rFonts w:ascii="Times New Roman" w:hAnsi="Times New Roman" w:cs="Times New Roman"/>
          <w:sz w:val="28"/>
          <w:szCs w:val="28"/>
        </w:rPr>
        <w:t xml:space="preserve">плану 1 </w:t>
      </w:r>
      <w:r w:rsidR="00A94A10" w:rsidRPr="005435F9">
        <w:rPr>
          <w:rFonts w:ascii="Times New Roman" w:hAnsi="Times New Roman" w:cs="Times New Roman"/>
          <w:sz w:val="28"/>
          <w:szCs w:val="28"/>
        </w:rPr>
        <w:t>полугодия</w:t>
      </w:r>
      <w:r w:rsidR="005C6936" w:rsidRPr="005435F9">
        <w:rPr>
          <w:rFonts w:ascii="Times New Roman" w:hAnsi="Times New Roman" w:cs="Times New Roman"/>
          <w:sz w:val="28"/>
          <w:szCs w:val="28"/>
        </w:rPr>
        <w:t xml:space="preserve"> и </w:t>
      </w:r>
      <w:r w:rsidR="00A94A10" w:rsidRPr="005435F9">
        <w:rPr>
          <w:rFonts w:ascii="Times New Roman" w:hAnsi="Times New Roman" w:cs="Times New Roman"/>
          <w:sz w:val="28"/>
          <w:szCs w:val="28"/>
        </w:rPr>
        <w:t>51</w:t>
      </w:r>
      <w:r w:rsidR="004C12BA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92183C" w:rsidRPr="005435F9">
        <w:rPr>
          <w:rFonts w:ascii="Times New Roman" w:hAnsi="Times New Roman" w:cs="Times New Roman"/>
          <w:sz w:val="28"/>
          <w:szCs w:val="28"/>
        </w:rPr>
        <w:t xml:space="preserve">% </w:t>
      </w:r>
      <w:r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92183C" w:rsidRPr="005435F9">
        <w:rPr>
          <w:rFonts w:ascii="Times New Roman" w:hAnsi="Times New Roman" w:cs="Times New Roman"/>
          <w:sz w:val="28"/>
          <w:szCs w:val="28"/>
        </w:rPr>
        <w:t xml:space="preserve">к уточненному </w:t>
      </w:r>
      <w:r w:rsidR="00CF1F63" w:rsidRPr="005435F9">
        <w:rPr>
          <w:rFonts w:ascii="Times New Roman" w:hAnsi="Times New Roman" w:cs="Times New Roman"/>
          <w:sz w:val="28"/>
          <w:szCs w:val="28"/>
        </w:rPr>
        <w:t>годовому пла</w:t>
      </w:r>
      <w:r w:rsidR="00D933BF" w:rsidRPr="005435F9">
        <w:rPr>
          <w:rFonts w:ascii="Times New Roman" w:hAnsi="Times New Roman" w:cs="Times New Roman"/>
          <w:sz w:val="28"/>
          <w:szCs w:val="28"/>
        </w:rPr>
        <w:t>ну ил</w:t>
      </w:r>
      <w:r w:rsidR="00A94A10" w:rsidRPr="005435F9">
        <w:rPr>
          <w:rFonts w:ascii="Times New Roman" w:hAnsi="Times New Roman" w:cs="Times New Roman"/>
          <w:sz w:val="28"/>
          <w:szCs w:val="28"/>
        </w:rPr>
        <w:t xml:space="preserve">и перевыполнены </w:t>
      </w:r>
      <w:r w:rsidR="00CF306C" w:rsidRPr="005435F9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A94A10" w:rsidRPr="005435F9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B40F00" w:rsidRPr="005435F9">
        <w:rPr>
          <w:rFonts w:ascii="Times New Roman" w:hAnsi="Times New Roman" w:cs="Times New Roman"/>
          <w:sz w:val="28"/>
          <w:szCs w:val="28"/>
        </w:rPr>
        <w:t>4 124,9</w:t>
      </w:r>
      <w:r w:rsidR="00D933BF" w:rsidRPr="005435F9">
        <w:rPr>
          <w:rFonts w:ascii="Times New Roman" w:hAnsi="Times New Roman" w:cs="Times New Roman"/>
          <w:sz w:val="28"/>
          <w:szCs w:val="28"/>
        </w:rPr>
        <w:t xml:space="preserve"> тыс</w:t>
      </w:r>
      <w:r w:rsidR="00CF1F63" w:rsidRPr="005435F9">
        <w:rPr>
          <w:rFonts w:ascii="Times New Roman" w:hAnsi="Times New Roman" w:cs="Times New Roman"/>
          <w:sz w:val="28"/>
          <w:szCs w:val="28"/>
        </w:rPr>
        <w:t>. руб.</w:t>
      </w:r>
    </w:p>
    <w:p w:rsidR="000D7DDF" w:rsidRPr="005435F9" w:rsidRDefault="0092183C" w:rsidP="00C975A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Темп роста налоговых и неналоговых доходов к аналогичному пери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оду прошлого года составил </w:t>
      </w:r>
      <w:r w:rsidR="00B40F00" w:rsidRPr="005435F9">
        <w:rPr>
          <w:rFonts w:ascii="Times New Roman" w:hAnsi="Times New Roman" w:cs="Times New Roman"/>
          <w:sz w:val="28"/>
          <w:szCs w:val="28"/>
        </w:rPr>
        <w:t>104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>%, или поступило доход</w:t>
      </w:r>
      <w:r w:rsidR="00532A1F" w:rsidRPr="005435F9">
        <w:rPr>
          <w:rFonts w:ascii="Times New Roman" w:hAnsi="Times New Roman" w:cs="Times New Roman"/>
          <w:sz w:val="28"/>
          <w:szCs w:val="28"/>
        </w:rPr>
        <w:t xml:space="preserve">ов к уровню прошлого года на </w:t>
      </w:r>
      <w:r w:rsidR="00B40F00" w:rsidRPr="005435F9">
        <w:rPr>
          <w:rFonts w:ascii="Times New Roman" w:hAnsi="Times New Roman" w:cs="Times New Roman"/>
          <w:sz w:val="28"/>
          <w:szCs w:val="28"/>
        </w:rPr>
        <w:t>3 106</w:t>
      </w:r>
      <w:r w:rsidR="006D6539" w:rsidRPr="005435F9">
        <w:rPr>
          <w:rFonts w:ascii="Times New Roman" w:hAnsi="Times New Roman" w:cs="Times New Roman"/>
          <w:sz w:val="28"/>
          <w:szCs w:val="28"/>
        </w:rPr>
        <w:t xml:space="preserve"> тыс</w:t>
      </w:r>
      <w:r w:rsidRPr="005435F9">
        <w:rPr>
          <w:rFonts w:ascii="Times New Roman" w:hAnsi="Times New Roman" w:cs="Times New Roman"/>
          <w:sz w:val="28"/>
          <w:szCs w:val="28"/>
        </w:rPr>
        <w:t>. руб. больше</w:t>
      </w:r>
      <w:r w:rsidR="00C975A7" w:rsidRPr="005435F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256E6" w:rsidRPr="005435F9">
        <w:rPr>
          <w:rFonts w:ascii="Times New Roman" w:hAnsi="Times New Roman" w:cs="Times New Roman"/>
          <w:sz w:val="28"/>
          <w:szCs w:val="28"/>
        </w:rPr>
        <w:t>Значительное перевып</w:t>
      </w:r>
      <w:r w:rsidR="00A4688F" w:rsidRPr="005435F9">
        <w:rPr>
          <w:rFonts w:ascii="Times New Roman" w:hAnsi="Times New Roman" w:cs="Times New Roman"/>
          <w:sz w:val="28"/>
          <w:szCs w:val="28"/>
        </w:rPr>
        <w:t>олнение плана в разрезе доходных</w:t>
      </w:r>
      <w:r w:rsidR="00D256E6" w:rsidRPr="005435F9">
        <w:rPr>
          <w:rFonts w:ascii="Times New Roman" w:hAnsi="Times New Roman" w:cs="Times New Roman"/>
          <w:sz w:val="28"/>
          <w:szCs w:val="28"/>
        </w:rPr>
        <w:t xml:space="preserve"> источников наблюдается по</w:t>
      </w:r>
      <w:r w:rsidR="00C975A7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5C0576" w:rsidRPr="005435F9">
        <w:rPr>
          <w:rFonts w:ascii="Times New Roman" w:hAnsi="Times New Roman" w:cs="Times New Roman"/>
          <w:sz w:val="28"/>
          <w:szCs w:val="28"/>
        </w:rPr>
        <w:t>налог</w:t>
      </w:r>
      <w:r w:rsidR="00D256E6" w:rsidRPr="005435F9">
        <w:rPr>
          <w:rFonts w:ascii="Times New Roman" w:hAnsi="Times New Roman" w:cs="Times New Roman"/>
          <w:sz w:val="28"/>
          <w:szCs w:val="28"/>
        </w:rPr>
        <w:t>у</w:t>
      </w:r>
      <w:r w:rsidR="005C0576" w:rsidRPr="005435F9">
        <w:rPr>
          <w:rFonts w:ascii="Times New Roman" w:hAnsi="Times New Roman" w:cs="Times New Roman"/>
          <w:sz w:val="28"/>
          <w:szCs w:val="28"/>
        </w:rPr>
        <w:t xml:space="preserve"> на доходы физических лиц </w:t>
      </w:r>
      <w:r w:rsidR="00D256E6" w:rsidRPr="005435F9">
        <w:rPr>
          <w:rFonts w:ascii="Times New Roman" w:hAnsi="Times New Roman" w:cs="Times New Roman"/>
          <w:sz w:val="28"/>
          <w:szCs w:val="28"/>
        </w:rPr>
        <w:t>и составляет</w:t>
      </w:r>
      <w:r w:rsidR="005C0576" w:rsidRPr="005435F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40F00" w:rsidRPr="005435F9">
        <w:rPr>
          <w:rFonts w:ascii="Times New Roman" w:hAnsi="Times New Roman" w:cs="Times New Roman"/>
          <w:sz w:val="28"/>
          <w:szCs w:val="28"/>
        </w:rPr>
        <w:t>11 373,8</w:t>
      </w:r>
      <w:r w:rsidR="00E24E51" w:rsidRPr="005435F9">
        <w:rPr>
          <w:rFonts w:ascii="Times New Roman" w:hAnsi="Times New Roman" w:cs="Times New Roman"/>
          <w:sz w:val="28"/>
          <w:szCs w:val="28"/>
        </w:rPr>
        <w:t xml:space="preserve"> ты</w:t>
      </w:r>
      <w:r w:rsidR="005C0576" w:rsidRPr="005435F9">
        <w:rPr>
          <w:rFonts w:ascii="Times New Roman" w:hAnsi="Times New Roman" w:cs="Times New Roman"/>
          <w:sz w:val="28"/>
          <w:szCs w:val="28"/>
        </w:rPr>
        <w:t>с. руб</w:t>
      </w:r>
      <w:r w:rsidR="00AD04F9" w:rsidRPr="005435F9">
        <w:rPr>
          <w:rFonts w:ascii="Times New Roman" w:hAnsi="Times New Roman" w:cs="Times New Roman"/>
          <w:sz w:val="28"/>
          <w:szCs w:val="28"/>
        </w:rPr>
        <w:t xml:space="preserve">., в том числе </w:t>
      </w:r>
      <w:r w:rsidR="00846E47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0D7DDF" w:rsidRPr="005435F9">
        <w:rPr>
          <w:rFonts w:ascii="Times New Roman" w:hAnsi="Times New Roman" w:cs="Times New Roman"/>
          <w:sz w:val="28"/>
          <w:szCs w:val="28"/>
        </w:rPr>
        <w:t>поступление задолженности</w:t>
      </w:r>
      <w:r w:rsidR="00106DD1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0D7DDF" w:rsidRPr="005435F9">
        <w:rPr>
          <w:rFonts w:ascii="Times New Roman" w:hAnsi="Times New Roman" w:cs="Times New Roman"/>
          <w:sz w:val="28"/>
          <w:szCs w:val="28"/>
        </w:rPr>
        <w:t xml:space="preserve"> прошлых лет </w:t>
      </w:r>
      <w:r w:rsidR="00846E47" w:rsidRPr="005435F9">
        <w:rPr>
          <w:rFonts w:ascii="Times New Roman" w:hAnsi="Times New Roman" w:cs="Times New Roman"/>
          <w:sz w:val="28"/>
          <w:szCs w:val="28"/>
        </w:rPr>
        <w:t>от</w:t>
      </w:r>
      <w:r w:rsidR="000D7DDF" w:rsidRPr="005435F9">
        <w:rPr>
          <w:rFonts w:ascii="Times New Roman" w:hAnsi="Times New Roman" w:cs="Times New Roman"/>
          <w:sz w:val="28"/>
          <w:szCs w:val="28"/>
        </w:rPr>
        <w:t xml:space="preserve"> предприятия ООО </w:t>
      </w:r>
      <w:r w:rsidR="00E50DF7" w:rsidRPr="005435F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D7DDF" w:rsidRPr="005435F9">
        <w:rPr>
          <w:rFonts w:ascii="Times New Roman" w:hAnsi="Times New Roman" w:cs="Times New Roman"/>
          <w:sz w:val="28"/>
          <w:szCs w:val="28"/>
        </w:rPr>
        <w:t>Агронива</w:t>
      </w:r>
      <w:proofErr w:type="spellEnd"/>
      <w:r w:rsidR="00E50DF7" w:rsidRPr="005435F9">
        <w:rPr>
          <w:rFonts w:ascii="Times New Roman" w:hAnsi="Times New Roman" w:cs="Times New Roman"/>
          <w:sz w:val="28"/>
          <w:szCs w:val="28"/>
        </w:rPr>
        <w:t>»</w:t>
      </w:r>
      <w:r w:rsidR="000D7DDF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A655F6" w:rsidRPr="005435F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24E51" w:rsidRPr="005435F9">
        <w:rPr>
          <w:rFonts w:ascii="Times New Roman" w:hAnsi="Times New Roman" w:cs="Times New Roman"/>
          <w:sz w:val="28"/>
          <w:szCs w:val="28"/>
        </w:rPr>
        <w:t>3</w:t>
      </w:r>
      <w:r w:rsidR="00736D2F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872712" w:rsidRPr="005435F9">
        <w:rPr>
          <w:rFonts w:ascii="Times New Roman" w:hAnsi="Times New Roman" w:cs="Times New Roman"/>
          <w:sz w:val="28"/>
          <w:szCs w:val="28"/>
        </w:rPr>
        <w:t>35</w:t>
      </w:r>
      <w:r w:rsidR="00A655F6" w:rsidRPr="005435F9">
        <w:rPr>
          <w:rFonts w:ascii="Times New Roman" w:hAnsi="Times New Roman" w:cs="Times New Roman"/>
          <w:sz w:val="28"/>
          <w:szCs w:val="28"/>
        </w:rPr>
        <w:t>0 тыс. руб</w:t>
      </w:r>
      <w:r w:rsidR="00936F17" w:rsidRPr="005435F9">
        <w:rPr>
          <w:rFonts w:ascii="Times New Roman" w:hAnsi="Times New Roman" w:cs="Times New Roman"/>
          <w:sz w:val="28"/>
          <w:szCs w:val="28"/>
        </w:rPr>
        <w:t xml:space="preserve">. </w:t>
      </w:r>
      <w:r w:rsidR="002B6927" w:rsidRPr="005435F9">
        <w:rPr>
          <w:rFonts w:ascii="Times New Roman" w:hAnsi="Times New Roman" w:cs="Times New Roman"/>
          <w:sz w:val="28"/>
          <w:szCs w:val="28"/>
        </w:rPr>
        <w:t>Здесь определяющим фактором позитивной динамики стал положительный темп роста фонда оплаты труда</w:t>
      </w:r>
      <w:r w:rsidR="00936F17" w:rsidRPr="005435F9">
        <w:rPr>
          <w:rFonts w:ascii="Times New Roman" w:hAnsi="Times New Roman" w:cs="Times New Roman"/>
          <w:sz w:val="28"/>
          <w:szCs w:val="28"/>
        </w:rPr>
        <w:t>,</w:t>
      </w:r>
      <w:r w:rsidR="00CA255F" w:rsidRPr="005435F9">
        <w:rPr>
          <w:rFonts w:ascii="Times New Roman" w:hAnsi="Times New Roman" w:cs="Times New Roman"/>
          <w:sz w:val="28"/>
          <w:szCs w:val="28"/>
        </w:rPr>
        <w:t xml:space="preserve"> в связи с изменением </w:t>
      </w:r>
      <w:r w:rsidR="002B6927" w:rsidRPr="005435F9">
        <w:rPr>
          <w:rFonts w:ascii="Times New Roman" w:hAnsi="Times New Roman" w:cs="Times New Roman"/>
          <w:sz w:val="28"/>
          <w:szCs w:val="28"/>
        </w:rPr>
        <w:t>ми</w:t>
      </w:r>
      <w:r w:rsidR="0074228C" w:rsidRPr="005435F9">
        <w:rPr>
          <w:rFonts w:ascii="Times New Roman" w:hAnsi="Times New Roman" w:cs="Times New Roman"/>
          <w:sz w:val="28"/>
          <w:szCs w:val="28"/>
        </w:rPr>
        <w:t>нимального размера оплаты труда</w:t>
      </w:r>
      <w:r w:rsidR="00872712" w:rsidRPr="005435F9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872712" w:rsidRPr="005435F9">
        <w:rPr>
          <w:rFonts w:ascii="Times New Roman" w:hAnsi="Times New Roman" w:cs="Times New Roman"/>
          <w:sz w:val="28"/>
          <w:szCs w:val="28"/>
        </w:rPr>
        <w:t xml:space="preserve"> 01 января и 1 мая текущего года</w:t>
      </w:r>
      <w:r w:rsidR="0043405D" w:rsidRPr="005435F9">
        <w:rPr>
          <w:rFonts w:ascii="Times New Roman" w:hAnsi="Times New Roman" w:cs="Times New Roman"/>
          <w:sz w:val="28"/>
          <w:szCs w:val="28"/>
        </w:rPr>
        <w:t>, а также увеличением заработной платы на коэффициент 1,04 %.</w:t>
      </w:r>
    </w:p>
    <w:p w:rsidR="00AD04F9" w:rsidRPr="005435F9" w:rsidRDefault="004A2483" w:rsidP="00AD0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В структуре </w:t>
      </w:r>
      <w:r w:rsidR="003168E8" w:rsidRPr="005435F9">
        <w:rPr>
          <w:rFonts w:ascii="Times New Roman" w:hAnsi="Times New Roman" w:cs="Times New Roman"/>
          <w:sz w:val="28"/>
          <w:szCs w:val="28"/>
        </w:rPr>
        <w:t xml:space="preserve">общего объема </w:t>
      </w:r>
      <w:r w:rsidRPr="005435F9">
        <w:rPr>
          <w:rFonts w:ascii="Times New Roman" w:hAnsi="Times New Roman" w:cs="Times New Roman"/>
          <w:sz w:val="28"/>
          <w:szCs w:val="28"/>
        </w:rPr>
        <w:t xml:space="preserve">доходов налоговые и неналоговые доходы </w:t>
      </w:r>
      <w:r w:rsidR="00CB7E6E" w:rsidRPr="005435F9">
        <w:rPr>
          <w:rFonts w:ascii="Times New Roman" w:hAnsi="Times New Roman" w:cs="Times New Roman"/>
          <w:sz w:val="28"/>
          <w:szCs w:val="28"/>
        </w:rPr>
        <w:t>составили</w:t>
      </w:r>
      <w:r w:rsidR="005634E2">
        <w:rPr>
          <w:rFonts w:ascii="Times New Roman" w:hAnsi="Times New Roman" w:cs="Times New Roman"/>
          <w:sz w:val="28"/>
          <w:szCs w:val="28"/>
        </w:rPr>
        <w:t xml:space="preserve"> </w:t>
      </w:r>
      <w:r w:rsidR="00CB7E6E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D20DE7" w:rsidRPr="005435F9">
        <w:rPr>
          <w:rFonts w:ascii="Times New Roman" w:hAnsi="Times New Roman" w:cs="Times New Roman"/>
          <w:sz w:val="28"/>
          <w:szCs w:val="28"/>
        </w:rPr>
        <w:t>2</w:t>
      </w:r>
      <w:r w:rsidR="00624285" w:rsidRPr="005435F9">
        <w:rPr>
          <w:rFonts w:ascii="Times New Roman" w:hAnsi="Times New Roman" w:cs="Times New Roman"/>
          <w:sz w:val="28"/>
          <w:szCs w:val="28"/>
        </w:rPr>
        <w:t>3</w:t>
      </w:r>
      <w:r w:rsidR="00CB7E6E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 xml:space="preserve">%. </w:t>
      </w:r>
      <w:r w:rsidR="00AD04F9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>В</w:t>
      </w:r>
      <w:r w:rsidR="00260D5A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 xml:space="preserve">структуре </w:t>
      </w:r>
      <w:r w:rsidR="00CB7E6E" w:rsidRPr="005435F9"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="003168E8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>доходов наибольшую долю соста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вляют поступления по НДФЛ – </w:t>
      </w:r>
      <w:r w:rsidR="00624285" w:rsidRPr="005435F9">
        <w:rPr>
          <w:rFonts w:ascii="Times New Roman" w:hAnsi="Times New Roman" w:cs="Times New Roman"/>
          <w:sz w:val="28"/>
          <w:szCs w:val="28"/>
        </w:rPr>
        <w:t>85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>%.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A62" w:rsidRPr="005435F9" w:rsidRDefault="00B7013E" w:rsidP="00E34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5F9">
        <w:rPr>
          <w:rFonts w:ascii="Times New Roman" w:hAnsi="Times New Roman" w:cs="Times New Roman"/>
          <w:sz w:val="28"/>
          <w:szCs w:val="28"/>
        </w:rPr>
        <w:t>Основным</w:t>
      </w:r>
      <w:r w:rsidR="00CF306C" w:rsidRPr="005435F9">
        <w:rPr>
          <w:rFonts w:ascii="Times New Roman" w:hAnsi="Times New Roman" w:cs="Times New Roman"/>
          <w:sz w:val="28"/>
          <w:szCs w:val="28"/>
        </w:rPr>
        <w:t>и</w:t>
      </w:r>
      <w:r w:rsidR="00AD04F9" w:rsidRPr="005435F9">
        <w:rPr>
          <w:rFonts w:ascii="Times New Roman" w:hAnsi="Times New Roman" w:cs="Times New Roman"/>
          <w:sz w:val="28"/>
          <w:szCs w:val="28"/>
        </w:rPr>
        <w:t xml:space="preserve"> доходным</w:t>
      </w:r>
      <w:r w:rsidR="00CF306C" w:rsidRPr="005435F9">
        <w:rPr>
          <w:rFonts w:ascii="Times New Roman" w:hAnsi="Times New Roman" w:cs="Times New Roman"/>
          <w:sz w:val="28"/>
          <w:szCs w:val="28"/>
        </w:rPr>
        <w:t>и</w:t>
      </w:r>
      <w:r w:rsidR="00AD04F9" w:rsidRPr="005435F9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CF306C" w:rsidRPr="005435F9">
        <w:rPr>
          <w:rFonts w:ascii="Times New Roman" w:hAnsi="Times New Roman" w:cs="Times New Roman"/>
          <w:sz w:val="28"/>
          <w:szCs w:val="28"/>
        </w:rPr>
        <w:t>а</w:t>
      </w:r>
      <w:r w:rsidR="00E12232" w:rsidRPr="005435F9">
        <w:rPr>
          <w:rFonts w:ascii="Times New Roman" w:hAnsi="Times New Roman" w:cs="Times New Roman"/>
          <w:sz w:val="28"/>
          <w:szCs w:val="28"/>
        </w:rPr>
        <w:t>м</w:t>
      </w:r>
      <w:r w:rsidR="00CF306C" w:rsidRPr="005435F9">
        <w:rPr>
          <w:rFonts w:ascii="Times New Roman" w:hAnsi="Times New Roman" w:cs="Times New Roman"/>
          <w:sz w:val="28"/>
          <w:szCs w:val="28"/>
        </w:rPr>
        <w:t>и</w:t>
      </w:r>
      <w:r w:rsidR="00E12232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AD04F9" w:rsidRPr="005435F9">
        <w:rPr>
          <w:rFonts w:ascii="Times New Roman" w:hAnsi="Times New Roman" w:cs="Times New Roman"/>
          <w:sz w:val="28"/>
          <w:szCs w:val="28"/>
        </w:rPr>
        <w:t xml:space="preserve"> по перевыполнению плана по налоговым и неналоговым доходам за 1 </w:t>
      </w:r>
      <w:r w:rsidR="009112AF" w:rsidRPr="005435F9">
        <w:rPr>
          <w:rFonts w:ascii="Times New Roman" w:hAnsi="Times New Roman" w:cs="Times New Roman"/>
          <w:sz w:val="28"/>
          <w:szCs w:val="28"/>
        </w:rPr>
        <w:t>полугодие</w:t>
      </w:r>
      <w:r w:rsidR="00AD04F9" w:rsidRPr="005435F9">
        <w:rPr>
          <w:rFonts w:ascii="Times New Roman" w:hAnsi="Times New Roman" w:cs="Times New Roman"/>
          <w:sz w:val="28"/>
          <w:szCs w:val="28"/>
        </w:rPr>
        <w:t xml:space="preserve"> 201</w:t>
      </w:r>
      <w:r w:rsidR="00107650">
        <w:rPr>
          <w:rFonts w:ascii="Times New Roman" w:hAnsi="Times New Roman" w:cs="Times New Roman"/>
          <w:sz w:val="28"/>
          <w:szCs w:val="28"/>
        </w:rPr>
        <w:t>8</w:t>
      </w:r>
      <w:r w:rsidR="00AD04F9" w:rsidRPr="005435F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F306C" w:rsidRPr="005435F9">
        <w:rPr>
          <w:rFonts w:ascii="Times New Roman" w:hAnsi="Times New Roman" w:cs="Times New Roman"/>
          <w:sz w:val="28"/>
          <w:szCs w:val="28"/>
        </w:rPr>
        <w:t>5</w:t>
      </w:r>
      <w:r w:rsidR="00624285" w:rsidRPr="005435F9">
        <w:rPr>
          <w:rFonts w:ascii="Times New Roman" w:hAnsi="Times New Roman" w:cs="Times New Roman"/>
          <w:sz w:val="28"/>
          <w:szCs w:val="28"/>
        </w:rPr>
        <w:t> 395,2</w:t>
      </w:r>
      <w:r w:rsidR="0057599E" w:rsidRPr="005435F9">
        <w:rPr>
          <w:rFonts w:ascii="Times New Roman" w:hAnsi="Times New Roman" w:cs="Times New Roman"/>
          <w:sz w:val="28"/>
          <w:szCs w:val="28"/>
        </w:rPr>
        <w:t xml:space="preserve"> тыс</w:t>
      </w:r>
      <w:r w:rsidR="00E12232" w:rsidRPr="005435F9">
        <w:rPr>
          <w:rFonts w:ascii="Times New Roman" w:hAnsi="Times New Roman" w:cs="Times New Roman"/>
          <w:sz w:val="28"/>
          <w:szCs w:val="28"/>
        </w:rPr>
        <w:t>. руб. явля</w:t>
      </w:r>
      <w:r w:rsidRPr="005435F9">
        <w:rPr>
          <w:rFonts w:ascii="Times New Roman" w:hAnsi="Times New Roman" w:cs="Times New Roman"/>
          <w:sz w:val="28"/>
          <w:szCs w:val="28"/>
        </w:rPr>
        <w:t>е</w:t>
      </w:r>
      <w:r w:rsidR="00E12232" w:rsidRPr="005435F9">
        <w:rPr>
          <w:rFonts w:ascii="Times New Roman" w:hAnsi="Times New Roman" w:cs="Times New Roman"/>
          <w:sz w:val="28"/>
          <w:szCs w:val="28"/>
        </w:rPr>
        <w:t>тся</w:t>
      </w:r>
      <w:r w:rsidR="00CF306C" w:rsidRPr="005435F9">
        <w:rPr>
          <w:rFonts w:ascii="Times New Roman" w:hAnsi="Times New Roman" w:cs="Times New Roman"/>
          <w:sz w:val="28"/>
          <w:szCs w:val="28"/>
        </w:rPr>
        <w:t xml:space="preserve"> налог на доходы </w:t>
      </w:r>
      <w:bookmarkStart w:id="0" w:name="_GoBack"/>
      <w:bookmarkEnd w:id="0"/>
      <w:r w:rsidR="00CF306C" w:rsidRPr="005435F9">
        <w:rPr>
          <w:rFonts w:ascii="Times New Roman" w:hAnsi="Times New Roman" w:cs="Times New Roman"/>
          <w:sz w:val="28"/>
          <w:szCs w:val="28"/>
        </w:rPr>
        <w:t>физических лиц</w:t>
      </w:r>
      <w:r w:rsidR="009112AF" w:rsidRPr="005435F9">
        <w:rPr>
          <w:rFonts w:ascii="Times New Roman" w:hAnsi="Times New Roman" w:cs="Times New Roman"/>
          <w:sz w:val="28"/>
          <w:szCs w:val="28"/>
        </w:rPr>
        <w:t>,</w:t>
      </w:r>
      <w:r w:rsidR="00624285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C87344" w:rsidRPr="005435F9">
        <w:rPr>
          <w:rFonts w:ascii="Times New Roman" w:hAnsi="Times New Roman" w:cs="Times New Roman"/>
          <w:sz w:val="28"/>
          <w:szCs w:val="28"/>
        </w:rPr>
        <w:t xml:space="preserve">налоги на товары (работы, услуги) реализуемые на территории РФ, </w:t>
      </w:r>
      <w:r w:rsidR="00624285" w:rsidRPr="005435F9">
        <w:rPr>
          <w:rFonts w:ascii="Times New Roman" w:hAnsi="Times New Roman" w:cs="Times New Roman"/>
          <w:sz w:val="28"/>
          <w:szCs w:val="28"/>
        </w:rPr>
        <w:t xml:space="preserve">доходы от оказания платных услуг и компенсации затрат государства и доходы от продажи материальных и нематериальных активов </w:t>
      </w:r>
      <w:r w:rsidR="009112AF" w:rsidRPr="005435F9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CF306C" w:rsidRPr="005435F9">
        <w:rPr>
          <w:rFonts w:ascii="Times New Roman" w:hAnsi="Times New Roman" w:cs="Times New Roman"/>
          <w:sz w:val="28"/>
          <w:szCs w:val="28"/>
        </w:rPr>
        <w:t>10</w:t>
      </w:r>
      <w:r w:rsidR="0090786E" w:rsidRPr="005435F9">
        <w:rPr>
          <w:rFonts w:ascii="Times New Roman" w:hAnsi="Times New Roman" w:cs="Times New Roman"/>
          <w:sz w:val="28"/>
          <w:szCs w:val="28"/>
        </w:rPr>
        <w:t>8,</w:t>
      </w:r>
      <w:r w:rsidR="00CF306C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C87344" w:rsidRPr="005435F9">
        <w:rPr>
          <w:rFonts w:ascii="Times New Roman" w:hAnsi="Times New Roman" w:cs="Times New Roman"/>
          <w:sz w:val="28"/>
          <w:szCs w:val="28"/>
        </w:rPr>
        <w:t xml:space="preserve">106, </w:t>
      </w:r>
      <w:r w:rsidR="009112AF" w:rsidRPr="005435F9">
        <w:rPr>
          <w:rFonts w:ascii="Times New Roman" w:hAnsi="Times New Roman" w:cs="Times New Roman"/>
          <w:sz w:val="28"/>
          <w:szCs w:val="28"/>
        </w:rPr>
        <w:t>1</w:t>
      </w:r>
      <w:r w:rsidR="0090786E" w:rsidRPr="005435F9">
        <w:rPr>
          <w:rFonts w:ascii="Times New Roman" w:hAnsi="Times New Roman" w:cs="Times New Roman"/>
          <w:sz w:val="28"/>
          <w:szCs w:val="28"/>
        </w:rPr>
        <w:t>31 и</w:t>
      </w:r>
      <w:proofErr w:type="gramEnd"/>
      <w:r w:rsidR="0090786E" w:rsidRPr="005435F9">
        <w:rPr>
          <w:rFonts w:ascii="Times New Roman" w:hAnsi="Times New Roman" w:cs="Times New Roman"/>
          <w:sz w:val="28"/>
          <w:szCs w:val="28"/>
        </w:rPr>
        <w:t xml:space="preserve"> 106</w:t>
      </w:r>
      <w:r w:rsidR="009112AF" w:rsidRPr="005435F9">
        <w:rPr>
          <w:rFonts w:ascii="Times New Roman" w:hAnsi="Times New Roman" w:cs="Times New Roman"/>
          <w:sz w:val="28"/>
          <w:szCs w:val="28"/>
        </w:rPr>
        <w:t xml:space="preserve"> % к уточненному плану</w:t>
      </w:r>
      <w:r w:rsidR="00CF306C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107650">
        <w:rPr>
          <w:rFonts w:ascii="Times New Roman" w:hAnsi="Times New Roman" w:cs="Times New Roman"/>
          <w:sz w:val="28"/>
          <w:szCs w:val="28"/>
        </w:rPr>
        <w:t>1 полугоди</w:t>
      </w:r>
      <w:r w:rsidR="002A3940">
        <w:rPr>
          <w:rFonts w:ascii="Times New Roman" w:hAnsi="Times New Roman" w:cs="Times New Roman"/>
          <w:sz w:val="28"/>
          <w:szCs w:val="28"/>
        </w:rPr>
        <w:t>я</w:t>
      </w:r>
      <w:r w:rsidR="00107650">
        <w:rPr>
          <w:rFonts w:ascii="Times New Roman" w:hAnsi="Times New Roman" w:cs="Times New Roman"/>
          <w:sz w:val="28"/>
          <w:szCs w:val="28"/>
        </w:rPr>
        <w:t xml:space="preserve"> </w:t>
      </w:r>
      <w:r w:rsidR="008C74D5" w:rsidRPr="005435F9">
        <w:rPr>
          <w:rFonts w:ascii="Times New Roman" w:hAnsi="Times New Roman" w:cs="Times New Roman"/>
          <w:sz w:val="28"/>
          <w:szCs w:val="28"/>
        </w:rPr>
        <w:t>соответственно</w:t>
      </w:r>
      <w:r w:rsidR="009112AF" w:rsidRPr="005435F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F1F63" w:rsidRPr="005435F9" w:rsidRDefault="001A141D" w:rsidP="00E34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Бюджетные назначения</w:t>
      </w:r>
      <w:r w:rsidR="00CC5809" w:rsidRPr="005435F9">
        <w:rPr>
          <w:rFonts w:ascii="Times New Roman" w:hAnsi="Times New Roman" w:cs="Times New Roman"/>
          <w:sz w:val="28"/>
          <w:szCs w:val="28"/>
        </w:rPr>
        <w:t xml:space="preserve"> по налоговым и неналоговым доходам</w:t>
      </w:r>
      <w:r w:rsidRPr="005435F9">
        <w:rPr>
          <w:rFonts w:ascii="Times New Roman" w:hAnsi="Times New Roman" w:cs="Times New Roman"/>
          <w:sz w:val="28"/>
          <w:szCs w:val="28"/>
        </w:rPr>
        <w:t xml:space="preserve"> к плану 1 </w:t>
      </w:r>
      <w:r w:rsidR="009112AF" w:rsidRPr="005435F9">
        <w:rPr>
          <w:rFonts w:ascii="Times New Roman" w:hAnsi="Times New Roman" w:cs="Times New Roman"/>
          <w:sz w:val="28"/>
          <w:szCs w:val="28"/>
        </w:rPr>
        <w:t>полугодия</w:t>
      </w:r>
      <w:r w:rsidR="00625BD4">
        <w:rPr>
          <w:rFonts w:ascii="Times New Roman" w:hAnsi="Times New Roman" w:cs="Times New Roman"/>
          <w:sz w:val="28"/>
          <w:szCs w:val="28"/>
        </w:rPr>
        <w:t xml:space="preserve"> 2018 года</w:t>
      </w:r>
      <w:r w:rsidRPr="005435F9">
        <w:rPr>
          <w:rFonts w:ascii="Times New Roman" w:hAnsi="Times New Roman" w:cs="Times New Roman"/>
          <w:sz w:val="28"/>
          <w:szCs w:val="28"/>
        </w:rPr>
        <w:t xml:space="preserve"> не выполнены по </w:t>
      </w:r>
      <w:r w:rsidR="00740B84" w:rsidRPr="005435F9">
        <w:rPr>
          <w:rFonts w:ascii="Times New Roman" w:hAnsi="Times New Roman" w:cs="Times New Roman"/>
          <w:sz w:val="28"/>
          <w:szCs w:val="28"/>
        </w:rPr>
        <w:t>4</w:t>
      </w:r>
      <w:r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CC5809" w:rsidRPr="005435F9">
        <w:rPr>
          <w:rFonts w:ascii="Times New Roman" w:hAnsi="Times New Roman" w:cs="Times New Roman"/>
          <w:sz w:val="28"/>
          <w:szCs w:val="28"/>
        </w:rPr>
        <w:t xml:space="preserve">группам доходных источников из </w:t>
      </w:r>
      <w:r w:rsidR="00487239">
        <w:rPr>
          <w:rFonts w:ascii="Times New Roman" w:hAnsi="Times New Roman" w:cs="Times New Roman"/>
          <w:sz w:val="28"/>
          <w:szCs w:val="28"/>
        </w:rPr>
        <w:t>8</w:t>
      </w:r>
      <w:r w:rsidR="00BA2B08" w:rsidRPr="005435F9">
        <w:rPr>
          <w:rFonts w:ascii="Times New Roman" w:hAnsi="Times New Roman" w:cs="Times New Roman"/>
          <w:sz w:val="28"/>
          <w:szCs w:val="28"/>
        </w:rPr>
        <w:t xml:space="preserve">-и </w:t>
      </w:r>
      <w:r w:rsidRPr="005435F9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C34359">
        <w:rPr>
          <w:rFonts w:ascii="Times New Roman" w:hAnsi="Times New Roman" w:cs="Times New Roman"/>
          <w:sz w:val="28"/>
          <w:szCs w:val="28"/>
        </w:rPr>
        <w:t>1754,5</w:t>
      </w:r>
      <w:r w:rsidR="00740B84" w:rsidRPr="005435F9">
        <w:rPr>
          <w:rFonts w:ascii="Times New Roman" w:hAnsi="Times New Roman" w:cs="Times New Roman"/>
          <w:sz w:val="28"/>
          <w:szCs w:val="28"/>
        </w:rPr>
        <w:t xml:space="preserve"> тыс</w:t>
      </w:r>
      <w:r w:rsidR="00BA2B08" w:rsidRPr="005435F9">
        <w:rPr>
          <w:rFonts w:ascii="Times New Roman" w:hAnsi="Times New Roman" w:cs="Times New Roman"/>
          <w:sz w:val="28"/>
          <w:szCs w:val="28"/>
        </w:rPr>
        <w:t>. руб</w:t>
      </w:r>
      <w:r w:rsidR="00CF1F63" w:rsidRPr="005435F9">
        <w:rPr>
          <w:rFonts w:ascii="Times New Roman" w:hAnsi="Times New Roman" w:cs="Times New Roman"/>
          <w:sz w:val="28"/>
          <w:szCs w:val="28"/>
        </w:rPr>
        <w:t>.; в том числе:</w:t>
      </w:r>
      <w:r w:rsidR="00BA2B08" w:rsidRPr="005435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B84" w:rsidRDefault="00740B84" w:rsidP="00E34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- налог</w:t>
      </w:r>
      <w:r w:rsidR="009112AF" w:rsidRPr="005435F9">
        <w:rPr>
          <w:rFonts w:ascii="Times New Roman" w:hAnsi="Times New Roman" w:cs="Times New Roman"/>
          <w:sz w:val="28"/>
          <w:szCs w:val="28"/>
        </w:rPr>
        <w:t xml:space="preserve">и на совокупный доход в сумме </w:t>
      </w:r>
      <w:r w:rsidR="00C34359">
        <w:rPr>
          <w:rFonts w:ascii="Times New Roman" w:hAnsi="Times New Roman" w:cs="Times New Roman"/>
          <w:sz w:val="28"/>
          <w:szCs w:val="28"/>
        </w:rPr>
        <w:t>1</w:t>
      </w:r>
      <w:r w:rsidR="00F469D7" w:rsidRPr="005435F9">
        <w:rPr>
          <w:rFonts w:ascii="Times New Roman" w:hAnsi="Times New Roman" w:cs="Times New Roman"/>
          <w:sz w:val="28"/>
          <w:szCs w:val="28"/>
        </w:rPr>
        <w:t>53,4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7E73FF" w:rsidRPr="005435F9">
        <w:rPr>
          <w:rFonts w:ascii="Times New Roman" w:hAnsi="Times New Roman" w:cs="Times New Roman"/>
          <w:sz w:val="28"/>
          <w:szCs w:val="28"/>
        </w:rPr>
        <w:t xml:space="preserve"> (снижение общего объема поступлений от уплаты единого налога на вмененный доход связано со снижением количества налогоплательщиков, применяющих сис</w:t>
      </w:r>
      <w:r w:rsidR="00106DD1" w:rsidRPr="005435F9">
        <w:rPr>
          <w:rFonts w:ascii="Times New Roman" w:hAnsi="Times New Roman" w:cs="Times New Roman"/>
          <w:sz w:val="28"/>
          <w:szCs w:val="28"/>
        </w:rPr>
        <w:t>тему единого налога на вмененный</w:t>
      </w:r>
      <w:r w:rsidR="007E73FF" w:rsidRPr="005435F9">
        <w:rPr>
          <w:rFonts w:ascii="Times New Roman" w:hAnsi="Times New Roman" w:cs="Times New Roman"/>
          <w:sz w:val="28"/>
          <w:szCs w:val="28"/>
        </w:rPr>
        <w:t xml:space="preserve"> доход в количестве</w:t>
      </w:r>
      <w:r w:rsidR="00F469D7" w:rsidRPr="005435F9">
        <w:rPr>
          <w:rFonts w:ascii="Times New Roman" w:hAnsi="Times New Roman" w:cs="Times New Roman"/>
          <w:sz w:val="28"/>
          <w:szCs w:val="28"/>
        </w:rPr>
        <w:t xml:space="preserve"> 19</w:t>
      </w:r>
      <w:r w:rsidR="007E73FF" w:rsidRPr="005435F9">
        <w:rPr>
          <w:rFonts w:ascii="Times New Roman" w:hAnsi="Times New Roman" w:cs="Times New Roman"/>
          <w:sz w:val="28"/>
          <w:szCs w:val="28"/>
        </w:rPr>
        <w:t xml:space="preserve">  единиц, что составляет  </w:t>
      </w:r>
      <w:r w:rsidR="00F469D7" w:rsidRPr="005435F9">
        <w:rPr>
          <w:rFonts w:ascii="Times New Roman" w:hAnsi="Times New Roman" w:cs="Times New Roman"/>
          <w:sz w:val="28"/>
          <w:szCs w:val="28"/>
        </w:rPr>
        <w:t>8</w:t>
      </w:r>
      <w:r w:rsidR="007E73FF" w:rsidRPr="005435F9">
        <w:rPr>
          <w:rFonts w:ascii="Times New Roman" w:hAnsi="Times New Roman" w:cs="Times New Roman"/>
          <w:sz w:val="28"/>
          <w:szCs w:val="28"/>
        </w:rPr>
        <w:t xml:space="preserve"> % от общего числа плательщиков применяющих данную систему налогообложения).</w:t>
      </w:r>
    </w:p>
    <w:p w:rsidR="004438CE" w:rsidRPr="00085472" w:rsidRDefault="004438CE" w:rsidP="004438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доходы от использования имущества, находящегося в государственной и муниципальной </w:t>
      </w:r>
      <w:r w:rsidRPr="00085472">
        <w:rPr>
          <w:rFonts w:ascii="Times New Roman" w:hAnsi="Times New Roman" w:cs="Times New Roman"/>
          <w:sz w:val="28"/>
          <w:szCs w:val="28"/>
        </w:rPr>
        <w:t xml:space="preserve">собственности в сумме </w:t>
      </w:r>
      <w:r w:rsidR="00625BD4" w:rsidRPr="00085472">
        <w:rPr>
          <w:rFonts w:ascii="Times New Roman" w:hAnsi="Times New Roman" w:cs="Times New Roman"/>
          <w:sz w:val="28"/>
          <w:szCs w:val="28"/>
        </w:rPr>
        <w:t>1 258,9</w:t>
      </w:r>
      <w:r w:rsidRPr="00085472">
        <w:rPr>
          <w:rFonts w:ascii="Times New Roman" w:hAnsi="Times New Roman" w:cs="Times New Roman"/>
          <w:sz w:val="28"/>
          <w:szCs w:val="28"/>
        </w:rPr>
        <w:t xml:space="preserve"> тыс. руб. (планируемая сумма  поступлений от арендной платы за земельные участки в </w:t>
      </w:r>
      <w:r w:rsidR="00085472" w:rsidRPr="00085472">
        <w:rPr>
          <w:rFonts w:ascii="Times New Roman" w:hAnsi="Times New Roman" w:cs="Times New Roman"/>
          <w:sz w:val="28"/>
          <w:szCs w:val="28"/>
        </w:rPr>
        <w:t>первом полугодии не  исполнена в связи с образовавшейся текущей дебиторской задолженностью</w:t>
      </w:r>
      <w:r w:rsidR="00D20932">
        <w:rPr>
          <w:rFonts w:ascii="Times New Roman" w:hAnsi="Times New Roman" w:cs="Times New Roman"/>
          <w:sz w:val="28"/>
          <w:szCs w:val="28"/>
        </w:rPr>
        <w:t xml:space="preserve"> организаций - арендаторов</w:t>
      </w:r>
      <w:r w:rsidR="002A6219">
        <w:rPr>
          <w:rFonts w:ascii="Times New Roman" w:hAnsi="Times New Roman" w:cs="Times New Roman"/>
          <w:sz w:val="28"/>
          <w:szCs w:val="28"/>
        </w:rPr>
        <w:t xml:space="preserve"> перед бюджетом района</w:t>
      </w:r>
      <w:r w:rsidRPr="00085472">
        <w:rPr>
          <w:rFonts w:ascii="Times New Roman" w:hAnsi="Times New Roman" w:cs="Times New Roman"/>
          <w:sz w:val="28"/>
          <w:szCs w:val="28"/>
        </w:rPr>
        <w:t>);</w:t>
      </w:r>
    </w:p>
    <w:p w:rsidR="00740B84" w:rsidRPr="005435F9" w:rsidRDefault="00740B84" w:rsidP="00107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5F9">
        <w:rPr>
          <w:rFonts w:ascii="Times New Roman" w:hAnsi="Times New Roman" w:cs="Times New Roman"/>
          <w:sz w:val="28"/>
          <w:szCs w:val="28"/>
        </w:rPr>
        <w:t xml:space="preserve">- платежи при пользовании природными ресурсами в сумме </w:t>
      </w:r>
      <w:r w:rsidR="00B87991" w:rsidRPr="005435F9">
        <w:rPr>
          <w:rFonts w:ascii="Times New Roman" w:hAnsi="Times New Roman" w:cs="Times New Roman"/>
          <w:sz w:val="28"/>
          <w:szCs w:val="28"/>
        </w:rPr>
        <w:t>180,1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866593" w:rsidRPr="005435F9">
        <w:rPr>
          <w:rFonts w:ascii="Times New Roman" w:hAnsi="Times New Roman" w:cs="Times New Roman"/>
          <w:sz w:val="28"/>
          <w:szCs w:val="28"/>
        </w:rPr>
        <w:t xml:space="preserve"> (снижение общего объема поступлений связано со снижением ставок и  принятием Постановления Правительства РФ от 13 сентября 2016 года № </w:t>
      </w:r>
      <w:r w:rsidR="00106DD1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866593" w:rsidRPr="005435F9">
        <w:rPr>
          <w:rFonts w:ascii="Times New Roman" w:hAnsi="Times New Roman" w:cs="Times New Roman"/>
          <w:sz w:val="28"/>
          <w:szCs w:val="28"/>
        </w:rPr>
        <w:t xml:space="preserve">913 «О ставках </w:t>
      </w:r>
      <w:r w:rsidR="00866593" w:rsidRPr="005435F9">
        <w:rPr>
          <w:rFonts w:ascii="Times New Roman" w:hAnsi="Times New Roman" w:cs="Times New Roman"/>
          <w:sz w:val="28"/>
          <w:szCs w:val="28"/>
        </w:rPr>
        <w:lastRenderedPageBreak/>
        <w:t>оплаты за негативное воздействие на окружающую среду и дополнительных коэффициентах</w:t>
      </w:r>
      <w:r w:rsidR="00B87991" w:rsidRPr="005435F9">
        <w:rPr>
          <w:rFonts w:ascii="Times New Roman" w:hAnsi="Times New Roman" w:cs="Times New Roman"/>
          <w:sz w:val="28"/>
          <w:szCs w:val="28"/>
        </w:rPr>
        <w:t xml:space="preserve">» и вступлением в силу Федерального закона от 31.12.2017 </w:t>
      </w:r>
      <w:r w:rsidR="00E55759">
        <w:rPr>
          <w:rFonts w:ascii="Times New Roman" w:hAnsi="Times New Roman" w:cs="Times New Roman"/>
          <w:sz w:val="28"/>
          <w:szCs w:val="28"/>
        </w:rPr>
        <w:t xml:space="preserve">  </w:t>
      </w:r>
      <w:r w:rsidR="00B87991" w:rsidRPr="005435F9">
        <w:rPr>
          <w:rFonts w:ascii="Times New Roman" w:hAnsi="Times New Roman" w:cs="Times New Roman"/>
          <w:sz w:val="28"/>
          <w:szCs w:val="28"/>
        </w:rPr>
        <w:t>года № 503-ФЗ о внесении изменений в Федеральный закон «Об отходах производства</w:t>
      </w:r>
      <w:proofErr w:type="gramEnd"/>
      <w:r w:rsidR="00B87991" w:rsidRPr="005435F9">
        <w:rPr>
          <w:rFonts w:ascii="Times New Roman" w:hAnsi="Times New Roman" w:cs="Times New Roman"/>
          <w:sz w:val="28"/>
          <w:szCs w:val="28"/>
        </w:rPr>
        <w:t xml:space="preserve"> и потребления»</w:t>
      </w:r>
      <w:r w:rsidR="00866593" w:rsidRPr="005435F9">
        <w:rPr>
          <w:rFonts w:ascii="Times New Roman" w:hAnsi="Times New Roman" w:cs="Times New Roman"/>
          <w:sz w:val="28"/>
          <w:szCs w:val="28"/>
        </w:rPr>
        <w:t>)</w:t>
      </w:r>
      <w:r w:rsidR="00B9116D" w:rsidRPr="005435F9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 </w:t>
      </w:r>
      <w:r w:rsidR="00B9116D" w:rsidRPr="005435F9">
        <w:rPr>
          <w:rFonts w:ascii="Times New Roman" w:hAnsi="Times New Roman" w:cs="Times New Roman"/>
          <w:sz w:val="28"/>
          <w:szCs w:val="28"/>
        </w:rPr>
        <w:t>и отмены платы за негативное воздействие на окружающую среду при размещении твердых коммунальных отходов</w:t>
      </w:r>
      <w:r w:rsidR="00866593" w:rsidRPr="005435F9">
        <w:rPr>
          <w:rFonts w:ascii="Times New Roman" w:hAnsi="Times New Roman" w:cs="Times New Roman"/>
          <w:sz w:val="28"/>
          <w:szCs w:val="28"/>
        </w:rPr>
        <w:t>.</w:t>
      </w:r>
    </w:p>
    <w:p w:rsidR="00687F95" w:rsidRPr="005435F9" w:rsidRDefault="00687F95" w:rsidP="00E34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A9F">
        <w:rPr>
          <w:rFonts w:ascii="Times New Roman" w:hAnsi="Times New Roman" w:cs="Times New Roman"/>
          <w:sz w:val="28"/>
          <w:szCs w:val="28"/>
        </w:rPr>
        <w:t>- штрафы, санкции, возмещение ущерба в сумме 162,1 тыс. руб.</w:t>
      </w:r>
      <w:r w:rsidR="00706A9F">
        <w:rPr>
          <w:rFonts w:ascii="Times New Roman" w:hAnsi="Times New Roman" w:cs="Times New Roman"/>
          <w:sz w:val="28"/>
          <w:szCs w:val="28"/>
        </w:rPr>
        <w:t xml:space="preserve"> (снижение общего объема прочих поступлений от денежных взысканий (штрафов) и иных сумм в возмещение ущерба, зачисляемые в бюджеты муниципальных районов связано с ростом дебиторской задолженности по главному администратору доходо</w:t>
      </w:r>
      <w:proofErr w:type="gramStart"/>
      <w:r w:rsidR="00706A9F">
        <w:rPr>
          <w:rFonts w:ascii="Times New Roman" w:hAnsi="Times New Roman" w:cs="Times New Roman"/>
          <w:sz w:val="28"/>
          <w:szCs w:val="28"/>
        </w:rPr>
        <w:t>в–</w:t>
      </w:r>
      <w:proofErr w:type="gramEnd"/>
      <w:r w:rsidR="00706A9F">
        <w:rPr>
          <w:rFonts w:ascii="Times New Roman" w:hAnsi="Times New Roman" w:cs="Times New Roman"/>
          <w:sz w:val="28"/>
          <w:szCs w:val="28"/>
        </w:rPr>
        <w:t xml:space="preserve"> Главному Управлению ветеринарии по Удмуртской Республике имеющему наибольший удельных вес в общей сумме вышеуказанных поступлений).</w:t>
      </w:r>
    </w:p>
    <w:p w:rsidR="00DD5BCB" w:rsidRPr="005435F9" w:rsidRDefault="00AA28DA" w:rsidP="00C975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бюджетов 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других уровней исполнены на </w:t>
      </w:r>
      <w:r w:rsidR="007E36D8" w:rsidRPr="005435F9">
        <w:rPr>
          <w:rFonts w:ascii="Times New Roman" w:hAnsi="Times New Roman" w:cs="Times New Roman"/>
          <w:sz w:val="28"/>
          <w:szCs w:val="28"/>
        </w:rPr>
        <w:t>51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>% к уточненному годовому плану</w:t>
      </w:r>
      <w:r w:rsidR="00277C23" w:rsidRPr="005435F9">
        <w:rPr>
          <w:rFonts w:ascii="Times New Roman" w:hAnsi="Times New Roman" w:cs="Times New Roman"/>
          <w:sz w:val="28"/>
          <w:szCs w:val="28"/>
        </w:rPr>
        <w:t>.</w:t>
      </w:r>
    </w:p>
    <w:p w:rsidR="00A10A12" w:rsidRPr="005435F9" w:rsidRDefault="00A10A12" w:rsidP="00837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Бюджет района за 1</w:t>
      </w:r>
      <w:r w:rsidR="00664F96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0673CC" w:rsidRPr="005435F9">
        <w:rPr>
          <w:rFonts w:ascii="Times New Roman" w:hAnsi="Times New Roman" w:cs="Times New Roman"/>
          <w:sz w:val="28"/>
          <w:szCs w:val="28"/>
        </w:rPr>
        <w:t>полугодие</w:t>
      </w:r>
      <w:r w:rsidR="00664F96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 xml:space="preserve"> 201</w:t>
      </w:r>
      <w:r w:rsidR="007E36D8" w:rsidRPr="005435F9">
        <w:rPr>
          <w:rFonts w:ascii="Times New Roman" w:hAnsi="Times New Roman" w:cs="Times New Roman"/>
          <w:sz w:val="28"/>
          <w:szCs w:val="28"/>
        </w:rPr>
        <w:t>8</w:t>
      </w:r>
      <w:r w:rsidR="00664F96" w:rsidRPr="005435F9">
        <w:rPr>
          <w:rFonts w:ascii="Times New Roman" w:hAnsi="Times New Roman" w:cs="Times New Roman"/>
          <w:sz w:val="28"/>
          <w:szCs w:val="28"/>
        </w:rPr>
        <w:t xml:space="preserve"> года исполнен с </w:t>
      </w:r>
      <w:r w:rsidR="007E36D8" w:rsidRPr="005435F9">
        <w:rPr>
          <w:rFonts w:ascii="Times New Roman" w:hAnsi="Times New Roman" w:cs="Times New Roman"/>
          <w:sz w:val="28"/>
          <w:szCs w:val="28"/>
        </w:rPr>
        <w:t>профицитом</w:t>
      </w:r>
      <w:r w:rsidR="005C6936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7E36D8" w:rsidRPr="005435F9">
        <w:rPr>
          <w:rFonts w:ascii="Times New Roman" w:hAnsi="Times New Roman" w:cs="Times New Roman"/>
          <w:sz w:val="28"/>
          <w:szCs w:val="28"/>
        </w:rPr>
        <w:t>7 922,1</w:t>
      </w:r>
      <w:r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C975A7" w:rsidRPr="005435F9">
        <w:rPr>
          <w:rFonts w:ascii="Times New Roman" w:hAnsi="Times New Roman" w:cs="Times New Roman"/>
          <w:sz w:val="28"/>
          <w:szCs w:val="28"/>
        </w:rPr>
        <w:t>тыс</w:t>
      </w:r>
      <w:r w:rsidRPr="005435F9">
        <w:rPr>
          <w:rFonts w:ascii="Times New Roman" w:hAnsi="Times New Roman" w:cs="Times New Roman"/>
          <w:sz w:val="28"/>
          <w:szCs w:val="28"/>
        </w:rPr>
        <w:t>.</w:t>
      </w:r>
      <w:r w:rsidR="007B1E84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>руб., то есть с превышением доход</w:t>
      </w:r>
      <w:r w:rsidR="007E36D8" w:rsidRPr="005435F9">
        <w:rPr>
          <w:rFonts w:ascii="Times New Roman" w:hAnsi="Times New Roman" w:cs="Times New Roman"/>
          <w:sz w:val="28"/>
          <w:szCs w:val="28"/>
        </w:rPr>
        <w:t>ов над расходами</w:t>
      </w:r>
      <w:r w:rsidRPr="005435F9">
        <w:rPr>
          <w:rFonts w:ascii="Times New Roman" w:hAnsi="Times New Roman" w:cs="Times New Roman"/>
          <w:sz w:val="28"/>
          <w:szCs w:val="28"/>
        </w:rPr>
        <w:t>.</w:t>
      </w:r>
    </w:p>
    <w:p w:rsidR="008A707E" w:rsidRPr="005435F9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Бюджет района по расходам исполнен в сумме </w:t>
      </w:r>
      <w:r w:rsidR="00240C89" w:rsidRPr="005435F9">
        <w:rPr>
          <w:rFonts w:ascii="Times New Roman" w:hAnsi="Times New Roman" w:cs="Times New Roman"/>
          <w:sz w:val="28"/>
          <w:szCs w:val="28"/>
        </w:rPr>
        <w:t>376 494,3</w:t>
      </w:r>
      <w:r w:rsidR="00C975A7" w:rsidRPr="005435F9">
        <w:rPr>
          <w:rFonts w:ascii="Times New Roman" w:hAnsi="Times New Roman" w:cs="Times New Roman"/>
          <w:sz w:val="28"/>
          <w:szCs w:val="28"/>
        </w:rPr>
        <w:t xml:space="preserve"> тыс</w:t>
      </w:r>
      <w:r w:rsidRPr="005435F9">
        <w:rPr>
          <w:rFonts w:ascii="Times New Roman" w:hAnsi="Times New Roman" w:cs="Times New Roman"/>
          <w:sz w:val="28"/>
          <w:szCs w:val="28"/>
        </w:rPr>
        <w:t xml:space="preserve">. руб., или на </w:t>
      </w:r>
      <w:r w:rsidR="00C51B2A">
        <w:rPr>
          <w:rFonts w:ascii="Times New Roman" w:hAnsi="Times New Roman" w:cs="Times New Roman"/>
          <w:sz w:val="28"/>
          <w:szCs w:val="28"/>
        </w:rPr>
        <w:t xml:space="preserve">   </w:t>
      </w:r>
      <w:r w:rsidR="005C6697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240C89" w:rsidRPr="005435F9">
        <w:rPr>
          <w:rFonts w:ascii="Times New Roman" w:hAnsi="Times New Roman" w:cs="Times New Roman"/>
          <w:sz w:val="28"/>
          <w:szCs w:val="28"/>
        </w:rPr>
        <w:t>52</w:t>
      </w:r>
      <w:r w:rsidRPr="005435F9">
        <w:rPr>
          <w:rFonts w:ascii="Times New Roman" w:hAnsi="Times New Roman" w:cs="Times New Roman"/>
          <w:sz w:val="28"/>
          <w:szCs w:val="28"/>
        </w:rPr>
        <w:t xml:space="preserve"> % к уточненному годовому плану.</w:t>
      </w:r>
    </w:p>
    <w:p w:rsidR="008A707E" w:rsidRPr="005435F9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Темп роста расходов к аналогичному периоду прошлого года составил</w:t>
      </w:r>
      <w:r w:rsidR="00C51B2A">
        <w:rPr>
          <w:rFonts w:ascii="Times New Roman" w:hAnsi="Times New Roman" w:cs="Times New Roman"/>
          <w:sz w:val="28"/>
          <w:szCs w:val="28"/>
        </w:rPr>
        <w:t xml:space="preserve">       </w:t>
      </w:r>
      <w:r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240C89" w:rsidRPr="005435F9">
        <w:rPr>
          <w:rFonts w:ascii="Times New Roman" w:hAnsi="Times New Roman" w:cs="Times New Roman"/>
          <w:sz w:val="28"/>
          <w:szCs w:val="28"/>
        </w:rPr>
        <w:t>101</w:t>
      </w:r>
      <w:r w:rsidRPr="005435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>%</w:t>
      </w:r>
      <w:r w:rsidR="004336B0" w:rsidRPr="005435F9">
        <w:rPr>
          <w:rFonts w:ascii="Times New Roman" w:hAnsi="Times New Roman" w:cs="Times New Roman"/>
          <w:sz w:val="28"/>
          <w:szCs w:val="28"/>
        </w:rPr>
        <w:t>.</w:t>
      </w:r>
    </w:p>
    <w:p w:rsidR="008A707E" w:rsidRPr="005435F9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В структуре расходов бюджета расходы социальной направленнос</w:t>
      </w:r>
      <w:r w:rsidR="00DB7EF2" w:rsidRPr="005435F9">
        <w:rPr>
          <w:rFonts w:ascii="Times New Roman" w:hAnsi="Times New Roman" w:cs="Times New Roman"/>
          <w:sz w:val="28"/>
          <w:szCs w:val="28"/>
        </w:rPr>
        <w:t>ти в бюджете района составили 8</w:t>
      </w:r>
      <w:r w:rsidR="00240C89" w:rsidRPr="005435F9">
        <w:rPr>
          <w:rFonts w:ascii="Times New Roman" w:hAnsi="Times New Roman" w:cs="Times New Roman"/>
          <w:sz w:val="28"/>
          <w:szCs w:val="28"/>
        </w:rPr>
        <w:t>8</w:t>
      </w:r>
      <w:r w:rsidRPr="005435F9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8A707E" w:rsidRPr="005435F9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Расходы на поддержку отраслей экономики составили </w:t>
      </w:r>
      <w:r w:rsidR="00240C89" w:rsidRPr="005435F9">
        <w:rPr>
          <w:rFonts w:ascii="Times New Roman" w:hAnsi="Times New Roman" w:cs="Times New Roman"/>
          <w:sz w:val="28"/>
          <w:szCs w:val="28"/>
        </w:rPr>
        <w:t>2</w:t>
      </w:r>
      <w:r w:rsidRPr="005435F9">
        <w:rPr>
          <w:rFonts w:ascii="Times New Roman" w:hAnsi="Times New Roman" w:cs="Times New Roman"/>
          <w:sz w:val="28"/>
          <w:szCs w:val="28"/>
        </w:rPr>
        <w:t xml:space="preserve"> % всех расходов бюджета района.</w:t>
      </w:r>
    </w:p>
    <w:p w:rsidR="008A707E" w:rsidRPr="005435F9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Расходы на общегосударственные вопросы составили 1</w:t>
      </w:r>
      <w:r w:rsidR="00240C89" w:rsidRPr="005435F9">
        <w:rPr>
          <w:rFonts w:ascii="Times New Roman" w:hAnsi="Times New Roman" w:cs="Times New Roman"/>
          <w:sz w:val="28"/>
          <w:szCs w:val="28"/>
        </w:rPr>
        <w:t>0</w:t>
      </w:r>
      <w:r w:rsidRPr="005435F9">
        <w:rPr>
          <w:rFonts w:ascii="Times New Roman" w:hAnsi="Times New Roman" w:cs="Times New Roman"/>
          <w:sz w:val="28"/>
          <w:szCs w:val="28"/>
        </w:rPr>
        <w:t xml:space="preserve"> % всех расходов бюджета района.</w:t>
      </w:r>
    </w:p>
    <w:p w:rsidR="008A707E" w:rsidRPr="005435F9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Из 11 разделов функциональной классификации расходов бюджета исполнение расходной части бюджета ниже </w:t>
      </w:r>
      <w:r w:rsidR="00DB7EF2" w:rsidRPr="005435F9">
        <w:rPr>
          <w:rFonts w:ascii="Times New Roman" w:hAnsi="Times New Roman" w:cs="Times New Roman"/>
          <w:sz w:val="28"/>
          <w:szCs w:val="28"/>
        </w:rPr>
        <w:t>45</w:t>
      </w:r>
      <w:r w:rsidRPr="005435F9">
        <w:rPr>
          <w:rFonts w:ascii="Times New Roman" w:hAnsi="Times New Roman" w:cs="Times New Roman"/>
          <w:sz w:val="28"/>
          <w:szCs w:val="28"/>
        </w:rPr>
        <w:t xml:space="preserve"> % по</w:t>
      </w:r>
      <w:r w:rsidR="001E2EE4" w:rsidRPr="005435F9">
        <w:rPr>
          <w:rFonts w:ascii="Times New Roman" w:hAnsi="Times New Roman" w:cs="Times New Roman"/>
          <w:sz w:val="28"/>
          <w:szCs w:val="28"/>
        </w:rPr>
        <w:t xml:space="preserve"> 5</w:t>
      </w:r>
      <w:r w:rsidRPr="005435F9">
        <w:rPr>
          <w:rFonts w:ascii="Times New Roman" w:hAnsi="Times New Roman" w:cs="Times New Roman"/>
          <w:sz w:val="28"/>
          <w:szCs w:val="28"/>
        </w:rPr>
        <w:t xml:space="preserve"> разделам: </w:t>
      </w:r>
    </w:p>
    <w:p w:rsidR="00240C89" w:rsidRPr="005435F9" w:rsidRDefault="00240C89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«Общегосударственные вопросы» - 42 %;</w:t>
      </w:r>
    </w:p>
    <w:p w:rsidR="008A707E" w:rsidRPr="005435F9" w:rsidRDefault="00240C89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8A707E" w:rsidRPr="005435F9">
        <w:rPr>
          <w:rFonts w:ascii="Times New Roman" w:hAnsi="Times New Roman" w:cs="Times New Roman"/>
          <w:sz w:val="28"/>
          <w:szCs w:val="28"/>
        </w:rPr>
        <w:t xml:space="preserve">«Национальная экономика» - </w:t>
      </w:r>
      <w:r w:rsidRPr="005435F9">
        <w:rPr>
          <w:rFonts w:ascii="Times New Roman" w:hAnsi="Times New Roman" w:cs="Times New Roman"/>
          <w:sz w:val="28"/>
          <w:szCs w:val="28"/>
        </w:rPr>
        <w:t>22</w:t>
      </w:r>
      <w:r w:rsidR="008A707E" w:rsidRPr="005435F9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8A707E" w:rsidRPr="005435F9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«Жилищно-коммунальное хозяйство» - </w:t>
      </w:r>
      <w:r w:rsidR="00240C89" w:rsidRPr="005435F9">
        <w:rPr>
          <w:rFonts w:ascii="Times New Roman" w:hAnsi="Times New Roman" w:cs="Times New Roman"/>
          <w:sz w:val="28"/>
          <w:szCs w:val="28"/>
        </w:rPr>
        <w:t>11</w:t>
      </w:r>
      <w:r w:rsidRPr="005435F9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240C89" w:rsidRPr="005435F9" w:rsidRDefault="00240C89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«Обслуживание государственного и муниципального долга» - 0 %</w:t>
      </w:r>
    </w:p>
    <w:p w:rsidR="008A707E" w:rsidRPr="005435F9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«Межбюджетные трансферты общего характера» - </w:t>
      </w:r>
      <w:r w:rsidR="00DB7EF2" w:rsidRPr="005435F9">
        <w:rPr>
          <w:rFonts w:ascii="Times New Roman" w:hAnsi="Times New Roman" w:cs="Times New Roman"/>
          <w:sz w:val="28"/>
          <w:szCs w:val="28"/>
        </w:rPr>
        <w:t>3</w:t>
      </w:r>
      <w:r w:rsidR="001E2EE4" w:rsidRPr="005435F9">
        <w:rPr>
          <w:rFonts w:ascii="Times New Roman" w:hAnsi="Times New Roman" w:cs="Times New Roman"/>
          <w:sz w:val="28"/>
          <w:szCs w:val="28"/>
        </w:rPr>
        <w:t>0</w:t>
      </w:r>
      <w:r w:rsidRPr="005435F9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8A707E" w:rsidRPr="005435F9" w:rsidRDefault="00EA6B88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Исполнение</w:t>
      </w:r>
      <w:r w:rsidR="008A707E" w:rsidRPr="005435F9">
        <w:rPr>
          <w:rFonts w:ascii="Times New Roman" w:hAnsi="Times New Roman" w:cs="Times New Roman"/>
          <w:sz w:val="28"/>
          <w:szCs w:val="28"/>
        </w:rPr>
        <w:t xml:space="preserve"> расходной части бюджета по подразделам бюджетной классификации РФ.</w:t>
      </w:r>
    </w:p>
    <w:p w:rsidR="00D860BD" w:rsidRPr="005435F9" w:rsidRDefault="008A707E" w:rsidP="003448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По </w:t>
      </w:r>
      <w:r w:rsidR="00EA6B88" w:rsidRPr="005435F9">
        <w:rPr>
          <w:rFonts w:ascii="Times New Roman" w:hAnsi="Times New Roman" w:cs="Times New Roman"/>
          <w:sz w:val="28"/>
          <w:szCs w:val="28"/>
        </w:rPr>
        <w:t>1</w:t>
      </w:r>
      <w:r w:rsidR="00431E8C" w:rsidRPr="005435F9">
        <w:rPr>
          <w:rFonts w:ascii="Times New Roman" w:hAnsi="Times New Roman" w:cs="Times New Roman"/>
          <w:sz w:val="28"/>
          <w:szCs w:val="28"/>
        </w:rPr>
        <w:t>4</w:t>
      </w:r>
      <w:r w:rsidRPr="005435F9">
        <w:rPr>
          <w:rFonts w:ascii="Times New Roman" w:hAnsi="Times New Roman" w:cs="Times New Roman"/>
          <w:sz w:val="28"/>
          <w:szCs w:val="28"/>
        </w:rPr>
        <w:t xml:space="preserve"> подразделам  классификации расходов бюджета</w:t>
      </w:r>
      <w:r w:rsidR="00EA6B88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344808" w:rsidRPr="005435F9">
        <w:rPr>
          <w:rFonts w:ascii="Times New Roman" w:hAnsi="Times New Roman" w:cs="Times New Roman"/>
          <w:sz w:val="28"/>
          <w:szCs w:val="28"/>
        </w:rPr>
        <w:t>расходы исполнены ниже 45 %:</w:t>
      </w:r>
    </w:p>
    <w:p w:rsidR="001E2EE4" w:rsidRPr="005435F9" w:rsidRDefault="001E2EE4" w:rsidP="001E2E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0104 «Функционирование Правительства Российской Федерации, высших органов исполнительной власти субъектов Российской Федерации, местных администраций» расходы исполнены в сумме </w:t>
      </w:r>
      <w:r w:rsidR="003D4903" w:rsidRPr="005435F9">
        <w:rPr>
          <w:rFonts w:ascii="Times New Roman" w:hAnsi="Times New Roman" w:cs="Times New Roman"/>
          <w:sz w:val="28"/>
          <w:szCs w:val="28"/>
        </w:rPr>
        <w:t>21 063,3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 при плане </w:t>
      </w:r>
      <w:r w:rsidR="003D4903" w:rsidRPr="005435F9">
        <w:rPr>
          <w:rFonts w:ascii="Times New Roman" w:hAnsi="Times New Roman" w:cs="Times New Roman"/>
          <w:sz w:val="28"/>
          <w:szCs w:val="28"/>
        </w:rPr>
        <w:t>48 442,6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3D4903" w:rsidRPr="005435F9">
        <w:rPr>
          <w:rFonts w:ascii="Times New Roman" w:hAnsi="Times New Roman" w:cs="Times New Roman"/>
          <w:sz w:val="28"/>
          <w:szCs w:val="28"/>
        </w:rPr>
        <w:t>43</w:t>
      </w:r>
      <w:r w:rsidRPr="005435F9">
        <w:rPr>
          <w:rFonts w:ascii="Times New Roman" w:hAnsi="Times New Roman" w:cs="Times New Roman"/>
          <w:sz w:val="28"/>
          <w:szCs w:val="28"/>
        </w:rPr>
        <w:t xml:space="preserve"> %.</w:t>
      </w:r>
      <w:r w:rsidRPr="005435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 xml:space="preserve">Низкое исполнение связано с отсутствием кредиторской задолженности по выплате заработной платы по состоянию на 1 января 2018 года. Заработная плата за 2 половину </w:t>
      </w:r>
      <w:r w:rsidR="003D4903" w:rsidRPr="005435F9">
        <w:rPr>
          <w:rFonts w:ascii="Times New Roman" w:hAnsi="Times New Roman" w:cs="Times New Roman"/>
          <w:sz w:val="28"/>
          <w:szCs w:val="28"/>
        </w:rPr>
        <w:t>июня</w:t>
      </w:r>
      <w:r w:rsidRPr="005435F9">
        <w:rPr>
          <w:rFonts w:ascii="Times New Roman" w:hAnsi="Times New Roman" w:cs="Times New Roman"/>
          <w:sz w:val="28"/>
          <w:szCs w:val="28"/>
        </w:rPr>
        <w:t xml:space="preserve"> по сроку выплаты в </w:t>
      </w:r>
      <w:r w:rsidR="003D4903" w:rsidRPr="005435F9">
        <w:rPr>
          <w:rFonts w:ascii="Times New Roman" w:hAnsi="Times New Roman" w:cs="Times New Roman"/>
          <w:sz w:val="28"/>
          <w:szCs w:val="28"/>
        </w:rPr>
        <w:t>июле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:rsidR="003D4903" w:rsidRPr="005435F9" w:rsidRDefault="003D4903" w:rsidP="003D49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0106 «Обеспечение деятельности финансовых, налоговых и таможенных органов финансового (финансово-бюджетного) надзора» расходы исполнены в сумме 3 768,8 тыс. руб. при плане  8 833,0 тыс. руб., что составляет 43 %. Низкое </w:t>
      </w:r>
      <w:r w:rsidRPr="005435F9">
        <w:rPr>
          <w:rFonts w:ascii="Times New Roman" w:hAnsi="Times New Roman" w:cs="Times New Roman"/>
          <w:sz w:val="28"/>
          <w:szCs w:val="28"/>
        </w:rPr>
        <w:lastRenderedPageBreak/>
        <w:t>исполнение связано с отсутствием кредиторской задолженности по выплате заработной платы по состоянию на 1 января 2018 года. Заработная плата за 2 половину июня по сроку выплаты в июле текущего года.</w:t>
      </w:r>
    </w:p>
    <w:p w:rsidR="003D4903" w:rsidRPr="005435F9" w:rsidRDefault="003D4903" w:rsidP="003D49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0113 «Другие общегосударственные вопросы» расходы исполнены в сумме 2 768,1 тыс. руб. при плане 8 786,3 тыс. руб., что составляет 32 %. Из общей суммы бюджетных ассигнований предусмотрены бюджетные ассигнования:</w:t>
      </w:r>
    </w:p>
    <w:p w:rsidR="003D4903" w:rsidRPr="005435F9" w:rsidRDefault="003D4903" w:rsidP="003D49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- на проведение мероприятий по демонтажу аварийных объектов (здание детского сада  с. Уральский)  в сумме 810,3 тыс. руб. в настоящее время ведутся работы по проведению конкурсных процедур.  </w:t>
      </w:r>
    </w:p>
    <w:p w:rsidR="003D4903" w:rsidRPr="005435F9" w:rsidRDefault="003D4903" w:rsidP="003D49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- по оплате услуг по земельным и кадастровым работам в сумме 3</w:t>
      </w:r>
      <w:r w:rsidR="00A43A84" w:rsidRPr="005435F9">
        <w:rPr>
          <w:rFonts w:ascii="Times New Roman" w:hAnsi="Times New Roman" w:cs="Times New Roman"/>
          <w:sz w:val="28"/>
          <w:szCs w:val="28"/>
        </w:rPr>
        <w:t>3</w:t>
      </w:r>
      <w:r w:rsidRPr="005435F9">
        <w:rPr>
          <w:rFonts w:ascii="Times New Roman" w:hAnsi="Times New Roman" w:cs="Times New Roman"/>
          <w:sz w:val="28"/>
          <w:szCs w:val="28"/>
        </w:rPr>
        <w:t xml:space="preserve">3,0 тыс. руб., по оценке собственности, подготовке технических паспортов в сумме 800,0 тыс. руб., расходы осуществляются </w:t>
      </w:r>
      <w:proofErr w:type="gramStart"/>
      <w:r w:rsidRPr="005435F9">
        <w:rPr>
          <w:rFonts w:ascii="Times New Roman" w:hAnsi="Times New Roman" w:cs="Times New Roman"/>
          <w:sz w:val="28"/>
          <w:szCs w:val="28"/>
        </w:rPr>
        <w:t>согласно плана</w:t>
      </w:r>
      <w:proofErr w:type="gramEnd"/>
      <w:r w:rsidRPr="005435F9">
        <w:rPr>
          <w:rFonts w:ascii="Times New Roman" w:hAnsi="Times New Roman" w:cs="Times New Roman"/>
          <w:sz w:val="28"/>
          <w:szCs w:val="28"/>
        </w:rPr>
        <w:t xml:space="preserve">  мероприятий в соответствии с муниципальной программой «Управление муниципальным имуществом и земельными ресурсами».</w:t>
      </w:r>
    </w:p>
    <w:p w:rsidR="00A43A84" w:rsidRPr="005435F9" w:rsidRDefault="00A43A84" w:rsidP="00A43A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- на содержание муниципального казенного учреждения «Централизованная бухгалтерия сельских поселений» в сумме 3 345,0 тыс. руб. Низкое исполнение связано с отсутствием кредиторской задолженности по выплате заработной платы по состоянию на 1 января 2018 года. Заработная плата за 2 половину июня по сроку выплаты в июле текущего года.</w:t>
      </w:r>
    </w:p>
    <w:p w:rsidR="00E3676E" w:rsidRPr="005435F9" w:rsidRDefault="00344808" w:rsidP="003448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031</w:t>
      </w:r>
      <w:r w:rsidR="00A43A84" w:rsidRPr="005435F9">
        <w:rPr>
          <w:rFonts w:ascii="Times New Roman" w:hAnsi="Times New Roman" w:cs="Times New Roman"/>
          <w:sz w:val="28"/>
          <w:szCs w:val="28"/>
        </w:rPr>
        <w:t>4</w:t>
      </w:r>
      <w:r w:rsidRPr="005435F9">
        <w:rPr>
          <w:rFonts w:ascii="Times New Roman" w:hAnsi="Times New Roman" w:cs="Times New Roman"/>
          <w:sz w:val="28"/>
          <w:szCs w:val="28"/>
        </w:rPr>
        <w:t xml:space="preserve"> «</w:t>
      </w:r>
      <w:r w:rsidR="00A43A84" w:rsidRPr="005435F9">
        <w:rPr>
          <w:rFonts w:ascii="Times New Roman" w:hAnsi="Times New Roman" w:cs="Times New Roman"/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 w:rsidRPr="005435F9">
        <w:rPr>
          <w:rFonts w:ascii="Times New Roman" w:hAnsi="Times New Roman" w:cs="Times New Roman"/>
          <w:sz w:val="28"/>
          <w:szCs w:val="28"/>
        </w:rPr>
        <w:t xml:space="preserve">» расходы исполнены в сумме </w:t>
      </w:r>
      <w:r w:rsidR="00A43A84" w:rsidRPr="005435F9">
        <w:rPr>
          <w:rFonts w:ascii="Times New Roman" w:hAnsi="Times New Roman" w:cs="Times New Roman"/>
          <w:sz w:val="28"/>
          <w:szCs w:val="28"/>
        </w:rPr>
        <w:t xml:space="preserve">9,3 </w:t>
      </w:r>
      <w:r w:rsidRPr="005435F9">
        <w:rPr>
          <w:rFonts w:ascii="Times New Roman" w:hAnsi="Times New Roman" w:cs="Times New Roman"/>
          <w:sz w:val="28"/>
          <w:szCs w:val="28"/>
        </w:rPr>
        <w:t xml:space="preserve">тыс. руб. при плане </w:t>
      </w:r>
      <w:r w:rsidR="00A43A84" w:rsidRPr="005435F9">
        <w:rPr>
          <w:rFonts w:ascii="Times New Roman" w:hAnsi="Times New Roman" w:cs="Times New Roman"/>
          <w:sz w:val="28"/>
          <w:szCs w:val="28"/>
        </w:rPr>
        <w:t>100,0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A43A84" w:rsidRPr="005435F9">
        <w:rPr>
          <w:rFonts w:ascii="Times New Roman" w:hAnsi="Times New Roman" w:cs="Times New Roman"/>
          <w:sz w:val="28"/>
          <w:szCs w:val="28"/>
        </w:rPr>
        <w:t>9</w:t>
      </w:r>
      <w:r w:rsidRPr="005435F9">
        <w:rPr>
          <w:rFonts w:ascii="Times New Roman" w:hAnsi="Times New Roman" w:cs="Times New Roman"/>
          <w:sz w:val="28"/>
          <w:szCs w:val="28"/>
        </w:rPr>
        <w:t xml:space="preserve"> %. </w:t>
      </w:r>
      <w:r w:rsidR="00E3676E" w:rsidRPr="005435F9">
        <w:rPr>
          <w:rFonts w:ascii="Times New Roman" w:hAnsi="Times New Roman" w:cs="Times New Roman"/>
          <w:sz w:val="28"/>
          <w:szCs w:val="28"/>
        </w:rPr>
        <w:t>Расходы производятся в соответствии с планом мероприятий, предусмотренных муниципальной программой «Безопасность», подпрограммой «Профилактика правонарушений».</w:t>
      </w:r>
    </w:p>
    <w:p w:rsidR="00A51F59" w:rsidRPr="005435F9" w:rsidRDefault="00E3676E" w:rsidP="00E244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0405 «Сельское хозяйство и рыболовство» </w:t>
      </w:r>
      <w:r w:rsidR="00E244BB" w:rsidRPr="005435F9">
        <w:rPr>
          <w:rFonts w:ascii="Times New Roman" w:hAnsi="Times New Roman" w:cs="Times New Roman"/>
          <w:sz w:val="28"/>
          <w:szCs w:val="28"/>
        </w:rPr>
        <w:t xml:space="preserve">расходы исполнены в сумме 37,5 тыс. руб. при плане 300,0 тыс. руб., </w:t>
      </w:r>
      <w:r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E244BB" w:rsidRPr="005435F9">
        <w:rPr>
          <w:rFonts w:ascii="Times New Roman" w:hAnsi="Times New Roman" w:cs="Times New Roman"/>
          <w:sz w:val="28"/>
          <w:szCs w:val="28"/>
        </w:rPr>
        <w:t>что составляет 13 %.</w:t>
      </w:r>
      <w:r w:rsidR="00A51F59" w:rsidRPr="005435F9">
        <w:rPr>
          <w:rFonts w:ascii="Times New Roman" w:hAnsi="Times New Roman" w:cs="Times New Roman"/>
          <w:sz w:val="28"/>
          <w:szCs w:val="28"/>
        </w:rPr>
        <w:t xml:space="preserve"> Из общей суммы бюджетных ассигнований предусмотрены бюджетные ассигнования:</w:t>
      </w:r>
    </w:p>
    <w:p w:rsidR="00A51F59" w:rsidRPr="005435F9" w:rsidRDefault="00A51F59" w:rsidP="00E244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- на организацию и проведение районных конкурсов и иных мероприятий в сфере сельского хозяйства в сумме 200,0 тыс. руб., расходы осуществляются </w:t>
      </w:r>
      <w:proofErr w:type="gramStart"/>
      <w:r w:rsidRPr="005435F9">
        <w:rPr>
          <w:rFonts w:ascii="Times New Roman" w:hAnsi="Times New Roman" w:cs="Times New Roman"/>
          <w:sz w:val="28"/>
          <w:szCs w:val="28"/>
        </w:rPr>
        <w:t>согласно плана</w:t>
      </w:r>
      <w:proofErr w:type="gramEnd"/>
      <w:r w:rsidRPr="005435F9">
        <w:rPr>
          <w:rFonts w:ascii="Times New Roman" w:hAnsi="Times New Roman" w:cs="Times New Roman"/>
          <w:sz w:val="28"/>
          <w:szCs w:val="28"/>
        </w:rPr>
        <w:t xml:space="preserve"> мероприятий в соответствии с программой «Развитие сельского хозяйства и расширение рынка сельскохозяйственной продукции».</w:t>
      </w:r>
    </w:p>
    <w:p w:rsidR="007D54F2" w:rsidRPr="005435F9" w:rsidRDefault="00A51F59" w:rsidP="004C68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- на мероприятия по ликвидации неиспользуемых скотомогильников (биотермических ям) в сумме 100,0 тыс. руб.</w:t>
      </w:r>
      <w:r w:rsidR="007D54F2" w:rsidRPr="005435F9">
        <w:rPr>
          <w:rFonts w:ascii="Times New Roman" w:hAnsi="Times New Roman" w:cs="Times New Roman"/>
          <w:sz w:val="28"/>
          <w:szCs w:val="28"/>
        </w:rPr>
        <w:t xml:space="preserve"> Проводятся конкурсные работы по заключению контракта.</w:t>
      </w:r>
    </w:p>
    <w:p w:rsidR="004C689B" w:rsidRPr="005435F9" w:rsidRDefault="00946F51" w:rsidP="004C68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5F9">
        <w:rPr>
          <w:rFonts w:ascii="Times New Roman" w:hAnsi="Times New Roman" w:cs="Times New Roman"/>
          <w:sz w:val="28"/>
          <w:szCs w:val="28"/>
        </w:rPr>
        <w:t>0409 «Дорожное хозяйство»</w:t>
      </w:r>
      <w:r w:rsidR="00112138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 xml:space="preserve"> расходы исполнены в сумме </w:t>
      </w:r>
      <w:r w:rsidR="00A51F59" w:rsidRPr="005435F9">
        <w:rPr>
          <w:rFonts w:ascii="Times New Roman" w:hAnsi="Times New Roman" w:cs="Times New Roman"/>
          <w:sz w:val="28"/>
          <w:szCs w:val="28"/>
        </w:rPr>
        <w:t>5 388,4</w:t>
      </w:r>
      <w:r w:rsidR="00D732EF" w:rsidRPr="005435F9">
        <w:rPr>
          <w:rFonts w:ascii="Times New Roman" w:hAnsi="Times New Roman" w:cs="Times New Roman"/>
          <w:sz w:val="28"/>
          <w:szCs w:val="28"/>
        </w:rPr>
        <w:t xml:space="preserve"> тыс</w:t>
      </w:r>
      <w:r w:rsidRPr="005435F9">
        <w:rPr>
          <w:rFonts w:ascii="Times New Roman" w:hAnsi="Times New Roman" w:cs="Times New Roman"/>
          <w:sz w:val="28"/>
          <w:szCs w:val="28"/>
        </w:rPr>
        <w:t xml:space="preserve">. руб., при плане </w:t>
      </w:r>
      <w:r w:rsidR="00A51F59" w:rsidRPr="005435F9">
        <w:rPr>
          <w:rFonts w:ascii="Times New Roman" w:hAnsi="Times New Roman" w:cs="Times New Roman"/>
          <w:sz w:val="28"/>
          <w:szCs w:val="28"/>
        </w:rPr>
        <w:t>22 633,0</w:t>
      </w:r>
      <w:r w:rsidR="00D732EF" w:rsidRPr="005435F9">
        <w:rPr>
          <w:rFonts w:ascii="Times New Roman" w:hAnsi="Times New Roman" w:cs="Times New Roman"/>
          <w:sz w:val="28"/>
          <w:szCs w:val="28"/>
        </w:rPr>
        <w:t xml:space="preserve"> тыс</w:t>
      </w:r>
      <w:r w:rsidR="005C6936" w:rsidRPr="005435F9">
        <w:rPr>
          <w:rFonts w:ascii="Times New Roman" w:hAnsi="Times New Roman" w:cs="Times New Roman"/>
          <w:sz w:val="28"/>
          <w:szCs w:val="28"/>
        </w:rPr>
        <w:t xml:space="preserve">. руб., что составляет </w:t>
      </w:r>
      <w:r w:rsidR="00A51F59" w:rsidRPr="005435F9">
        <w:rPr>
          <w:rFonts w:ascii="Times New Roman" w:hAnsi="Times New Roman" w:cs="Times New Roman"/>
          <w:sz w:val="28"/>
          <w:szCs w:val="28"/>
        </w:rPr>
        <w:t>24</w:t>
      </w:r>
      <w:r w:rsidRPr="005435F9">
        <w:rPr>
          <w:rFonts w:ascii="Times New Roman" w:hAnsi="Times New Roman" w:cs="Times New Roman"/>
          <w:sz w:val="28"/>
          <w:szCs w:val="28"/>
        </w:rPr>
        <w:t xml:space="preserve"> %. </w:t>
      </w:r>
      <w:r w:rsidR="00112138" w:rsidRPr="005435F9">
        <w:rPr>
          <w:rFonts w:ascii="Times New Roman" w:hAnsi="Times New Roman" w:cs="Times New Roman"/>
          <w:sz w:val="28"/>
          <w:szCs w:val="28"/>
        </w:rPr>
        <w:t xml:space="preserve">Из общей суммы бюджетных ассигнований предусмотрены </w:t>
      </w:r>
      <w:r w:rsidR="006903BB" w:rsidRPr="005435F9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A51F59" w:rsidRPr="005435F9">
        <w:rPr>
          <w:rFonts w:ascii="Times New Roman" w:hAnsi="Times New Roman" w:cs="Times New Roman"/>
          <w:sz w:val="28"/>
          <w:szCs w:val="28"/>
        </w:rPr>
        <w:t>из</w:t>
      </w:r>
      <w:r w:rsidR="006903BB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112138" w:rsidRPr="005435F9">
        <w:rPr>
          <w:rFonts w:ascii="Times New Roman" w:hAnsi="Times New Roman" w:cs="Times New Roman"/>
          <w:sz w:val="28"/>
          <w:szCs w:val="28"/>
        </w:rPr>
        <w:t xml:space="preserve">бюджета УР на </w:t>
      </w:r>
      <w:r w:rsidR="004C689B" w:rsidRPr="005435F9">
        <w:rPr>
          <w:rFonts w:ascii="Times New Roman" w:hAnsi="Times New Roman" w:cs="Times New Roman"/>
          <w:sz w:val="28"/>
          <w:szCs w:val="28"/>
        </w:rPr>
        <w:t>ремонт</w:t>
      </w:r>
      <w:r w:rsidR="00A51F59" w:rsidRPr="005435F9">
        <w:rPr>
          <w:rFonts w:ascii="Times New Roman" w:hAnsi="Times New Roman" w:cs="Times New Roman"/>
          <w:sz w:val="28"/>
          <w:szCs w:val="28"/>
        </w:rPr>
        <w:t xml:space="preserve"> дорог по </w:t>
      </w:r>
      <w:r w:rsidR="00112138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A51F59" w:rsidRPr="005435F9">
        <w:rPr>
          <w:rFonts w:ascii="Times New Roman" w:hAnsi="Times New Roman" w:cs="Times New Roman"/>
          <w:sz w:val="28"/>
          <w:szCs w:val="28"/>
        </w:rPr>
        <w:t xml:space="preserve">ул. Школьная, пер. Школьный, ул. Ленина в с. Тарасово </w:t>
      </w:r>
      <w:r w:rsidR="006903BB" w:rsidRPr="005435F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51F59" w:rsidRPr="005435F9">
        <w:rPr>
          <w:rFonts w:ascii="Times New Roman" w:hAnsi="Times New Roman" w:cs="Times New Roman"/>
          <w:sz w:val="28"/>
          <w:szCs w:val="28"/>
        </w:rPr>
        <w:t>10 000</w:t>
      </w:r>
      <w:r w:rsidR="006903BB" w:rsidRPr="005435F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C689B" w:rsidRPr="005435F9">
        <w:rPr>
          <w:rFonts w:ascii="Times New Roman" w:hAnsi="Times New Roman" w:cs="Times New Roman"/>
          <w:sz w:val="28"/>
          <w:szCs w:val="28"/>
        </w:rPr>
        <w:t>, фактически работы будут проведены в</w:t>
      </w:r>
      <w:r w:rsidR="007D7C11">
        <w:rPr>
          <w:rFonts w:ascii="Times New Roman" w:hAnsi="Times New Roman" w:cs="Times New Roman"/>
          <w:sz w:val="28"/>
          <w:szCs w:val="28"/>
        </w:rPr>
        <w:t xml:space="preserve"> </w:t>
      </w:r>
      <w:r w:rsidR="004C689B" w:rsidRPr="005435F9">
        <w:rPr>
          <w:rFonts w:ascii="Times New Roman" w:hAnsi="Times New Roman" w:cs="Times New Roman"/>
          <w:sz w:val="28"/>
          <w:szCs w:val="28"/>
        </w:rPr>
        <w:t>3 квартале 2018 года.</w:t>
      </w:r>
      <w:proofErr w:type="gramEnd"/>
      <w:r w:rsidR="004C689B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AF58BA" w:rsidRPr="005435F9">
        <w:rPr>
          <w:rFonts w:ascii="Times New Roman" w:hAnsi="Times New Roman" w:cs="Times New Roman"/>
          <w:sz w:val="28"/>
          <w:szCs w:val="28"/>
        </w:rPr>
        <w:t>Оплата будет произведена по факту выполненных работ</w:t>
      </w:r>
      <w:r w:rsidR="004C689B" w:rsidRPr="005435F9">
        <w:rPr>
          <w:rFonts w:ascii="Times New Roman" w:hAnsi="Times New Roman" w:cs="Times New Roman"/>
          <w:sz w:val="28"/>
          <w:szCs w:val="28"/>
        </w:rPr>
        <w:t>, фактически на отчетную дату денежные средства из бюджета УР не поступили.</w:t>
      </w:r>
    </w:p>
    <w:p w:rsidR="003E7C1C" w:rsidRPr="005435F9" w:rsidRDefault="003E7C1C" w:rsidP="003D0D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5F9">
        <w:rPr>
          <w:rFonts w:ascii="Times New Roman" w:hAnsi="Times New Roman" w:cs="Times New Roman"/>
          <w:sz w:val="28"/>
          <w:szCs w:val="28"/>
        </w:rPr>
        <w:t xml:space="preserve">0412 «Другие вопросы в области национальной экономики» расходы исполнены в сумме </w:t>
      </w:r>
      <w:r w:rsidR="004C689B" w:rsidRPr="005435F9">
        <w:rPr>
          <w:rFonts w:ascii="Times New Roman" w:hAnsi="Times New Roman" w:cs="Times New Roman"/>
          <w:sz w:val="28"/>
          <w:szCs w:val="28"/>
        </w:rPr>
        <w:t>0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руб., при плане </w:t>
      </w:r>
      <w:r w:rsidR="004C689B" w:rsidRPr="005435F9">
        <w:rPr>
          <w:rFonts w:ascii="Times New Roman" w:hAnsi="Times New Roman" w:cs="Times New Roman"/>
          <w:sz w:val="28"/>
          <w:szCs w:val="28"/>
        </w:rPr>
        <w:t>2 043</w:t>
      </w:r>
      <w:r w:rsidRPr="005435F9">
        <w:rPr>
          <w:rFonts w:ascii="Times New Roman" w:hAnsi="Times New Roman" w:cs="Times New Roman"/>
          <w:sz w:val="28"/>
          <w:szCs w:val="28"/>
        </w:rPr>
        <w:t xml:space="preserve">,0 тыс. руб., что составляет </w:t>
      </w:r>
      <w:r w:rsidR="004C689B" w:rsidRPr="005435F9">
        <w:rPr>
          <w:rFonts w:ascii="Times New Roman" w:hAnsi="Times New Roman" w:cs="Times New Roman"/>
          <w:sz w:val="28"/>
          <w:szCs w:val="28"/>
        </w:rPr>
        <w:t>0</w:t>
      </w:r>
      <w:r w:rsidRPr="005435F9">
        <w:rPr>
          <w:rFonts w:ascii="Times New Roman" w:hAnsi="Times New Roman" w:cs="Times New Roman"/>
          <w:sz w:val="28"/>
          <w:szCs w:val="28"/>
        </w:rPr>
        <w:t xml:space="preserve"> %. Из общей суммы  бюджетных ассигнований предусмотрены </w:t>
      </w:r>
      <w:r w:rsidR="000828E5" w:rsidRPr="005435F9">
        <w:rPr>
          <w:rFonts w:ascii="Times New Roman" w:hAnsi="Times New Roman" w:cs="Times New Roman"/>
          <w:sz w:val="28"/>
          <w:szCs w:val="28"/>
        </w:rPr>
        <w:t xml:space="preserve">субсидии из бюджета УР на разработку генеральных планов и схем территориального планирования сельских поселений в сумме </w:t>
      </w:r>
      <w:r w:rsidR="004C689B" w:rsidRPr="005435F9">
        <w:rPr>
          <w:rFonts w:ascii="Times New Roman" w:hAnsi="Times New Roman" w:cs="Times New Roman"/>
          <w:sz w:val="28"/>
          <w:szCs w:val="28"/>
        </w:rPr>
        <w:t>2 000,0</w:t>
      </w:r>
      <w:r w:rsidR="000828E5" w:rsidRPr="005435F9">
        <w:rPr>
          <w:rFonts w:ascii="Times New Roman" w:hAnsi="Times New Roman" w:cs="Times New Roman"/>
          <w:sz w:val="28"/>
          <w:szCs w:val="28"/>
        </w:rPr>
        <w:t xml:space="preserve"> тыс. руб.. Фактически на отчетную дату денежные средства из бюджета УР </w:t>
      </w:r>
      <w:r w:rsidR="004C689B" w:rsidRPr="005435F9">
        <w:rPr>
          <w:rFonts w:ascii="Times New Roman" w:hAnsi="Times New Roman" w:cs="Times New Roman"/>
          <w:sz w:val="28"/>
          <w:szCs w:val="28"/>
        </w:rPr>
        <w:t>не</w:t>
      </w:r>
      <w:r w:rsidR="000828E5" w:rsidRPr="005435F9">
        <w:rPr>
          <w:rFonts w:ascii="Times New Roman" w:hAnsi="Times New Roman" w:cs="Times New Roman"/>
          <w:sz w:val="28"/>
          <w:szCs w:val="28"/>
        </w:rPr>
        <w:t xml:space="preserve"> поступили</w:t>
      </w:r>
      <w:r w:rsidR="004C689B" w:rsidRPr="005435F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61709" w:rsidRPr="005435F9" w:rsidRDefault="00D732EF" w:rsidP="008617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lastRenderedPageBreak/>
        <w:t xml:space="preserve">0501 «Жилищное хозяйство» расходы исполнены в сумме </w:t>
      </w:r>
      <w:r w:rsidR="004C689B" w:rsidRPr="005435F9">
        <w:rPr>
          <w:rFonts w:ascii="Times New Roman" w:hAnsi="Times New Roman" w:cs="Times New Roman"/>
          <w:sz w:val="28"/>
          <w:szCs w:val="28"/>
        </w:rPr>
        <w:t>87,0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руб., при плане </w:t>
      </w:r>
      <w:r w:rsidR="004C689B" w:rsidRPr="005435F9">
        <w:rPr>
          <w:rFonts w:ascii="Times New Roman" w:hAnsi="Times New Roman" w:cs="Times New Roman"/>
          <w:sz w:val="28"/>
          <w:szCs w:val="28"/>
        </w:rPr>
        <w:t>383,2</w:t>
      </w:r>
      <w:r w:rsidR="00AF58BA" w:rsidRPr="005435F9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757FB1" w:rsidRPr="005435F9">
        <w:rPr>
          <w:rFonts w:ascii="Times New Roman" w:hAnsi="Times New Roman" w:cs="Times New Roman"/>
          <w:sz w:val="28"/>
          <w:szCs w:val="28"/>
        </w:rPr>
        <w:t>23</w:t>
      </w:r>
      <w:r w:rsidRPr="005435F9">
        <w:rPr>
          <w:rFonts w:ascii="Times New Roman" w:hAnsi="Times New Roman" w:cs="Times New Roman"/>
          <w:sz w:val="28"/>
          <w:szCs w:val="28"/>
        </w:rPr>
        <w:t xml:space="preserve"> %. </w:t>
      </w:r>
      <w:r w:rsidR="00861709" w:rsidRPr="005435F9">
        <w:rPr>
          <w:rFonts w:ascii="Times New Roman" w:hAnsi="Times New Roman" w:cs="Times New Roman"/>
          <w:sz w:val="28"/>
          <w:szCs w:val="28"/>
        </w:rPr>
        <w:t>Из общей суммы бюджетных ассигнований предусмотрены бюджетные ассигнования:</w:t>
      </w:r>
    </w:p>
    <w:p w:rsidR="00757FB1" w:rsidRPr="005435F9" w:rsidRDefault="00757FB1" w:rsidP="00757F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- на проведение мероприятий </w:t>
      </w:r>
      <w:r w:rsidR="0081145C" w:rsidRPr="005435F9">
        <w:rPr>
          <w:rFonts w:ascii="Times New Roman" w:hAnsi="Times New Roman" w:cs="Times New Roman"/>
          <w:sz w:val="28"/>
          <w:szCs w:val="28"/>
        </w:rPr>
        <w:t>по</w:t>
      </w:r>
      <w:r w:rsidR="007D54F2" w:rsidRPr="005435F9">
        <w:rPr>
          <w:rFonts w:ascii="Times New Roman" w:hAnsi="Times New Roman" w:cs="Times New Roman"/>
          <w:sz w:val="28"/>
          <w:szCs w:val="28"/>
        </w:rPr>
        <w:t xml:space="preserve"> обследовани</w:t>
      </w:r>
      <w:r w:rsidR="0081145C" w:rsidRPr="005435F9">
        <w:rPr>
          <w:rFonts w:ascii="Times New Roman" w:hAnsi="Times New Roman" w:cs="Times New Roman"/>
          <w:sz w:val="28"/>
          <w:szCs w:val="28"/>
        </w:rPr>
        <w:t>ю</w:t>
      </w:r>
      <w:r w:rsidR="007D54F2" w:rsidRPr="005435F9">
        <w:rPr>
          <w:rFonts w:ascii="Times New Roman" w:hAnsi="Times New Roman" w:cs="Times New Roman"/>
          <w:sz w:val="28"/>
          <w:szCs w:val="28"/>
        </w:rPr>
        <w:t xml:space="preserve"> жилого здания (с. Уральский  ул. Мельничная 2) на предмет признания его аварийным и подлежащим сносу или реконструкции</w:t>
      </w:r>
      <w:r w:rsidR="007D7C11">
        <w:rPr>
          <w:rFonts w:ascii="Times New Roman" w:hAnsi="Times New Roman" w:cs="Times New Roman"/>
          <w:sz w:val="28"/>
          <w:szCs w:val="28"/>
        </w:rPr>
        <w:t>.</w:t>
      </w:r>
      <w:r w:rsidR="0081145C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7D7C11">
        <w:rPr>
          <w:rFonts w:ascii="Times New Roman" w:hAnsi="Times New Roman" w:cs="Times New Roman"/>
          <w:sz w:val="28"/>
          <w:szCs w:val="28"/>
        </w:rPr>
        <w:t>Р</w:t>
      </w:r>
      <w:r w:rsidR="0081145C" w:rsidRPr="005435F9">
        <w:rPr>
          <w:rFonts w:ascii="Times New Roman" w:hAnsi="Times New Roman" w:cs="Times New Roman"/>
          <w:sz w:val="28"/>
          <w:szCs w:val="28"/>
        </w:rPr>
        <w:t xml:space="preserve">асходы исполнены </w:t>
      </w:r>
      <w:r w:rsidRPr="005435F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1145C" w:rsidRPr="005435F9">
        <w:rPr>
          <w:rFonts w:ascii="Times New Roman" w:hAnsi="Times New Roman" w:cs="Times New Roman"/>
          <w:sz w:val="28"/>
          <w:szCs w:val="28"/>
        </w:rPr>
        <w:t>40</w:t>
      </w:r>
      <w:r w:rsidRPr="005435F9">
        <w:rPr>
          <w:rFonts w:ascii="Times New Roman" w:hAnsi="Times New Roman" w:cs="Times New Roman"/>
          <w:sz w:val="28"/>
          <w:szCs w:val="28"/>
        </w:rPr>
        <w:t>,0 тыс. руб</w:t>
      </w:r>
      <w:r w:rsidR="007D7C11">
        <w:rPr>
          <w:rFonts w:ascii="Times New Roman" w:hAnsi="Times New Roman" w:cs="Times New Roman"/>
          <w:sz w:val="28"/>
          <w:szCs w:val="28"/>
        </w:rPr>
        <w:t>., при плане 180,0 тыс. руб., э</w:t>
      </w:r>
      <w:r w:rsidR="0081145C" w:rsidRPr="005435F9">
        <w:rPr>
          <w:rFonts w:ascii="Times New Roman" w:hAnsi="Times New Roman" w:cs="Times New Roman"/>
          <w:sz w:val="28"/>
          <w:szCs w:val="28"/>
        </w:rPr>
        <w:t xml:space="preserve">кономия бюджетных ассигнований по результатам конкурсных процедур.   </w:t>
      </w:r>
    </w:p>
    <w:p w:rsidR="00757FB1" w:rsidRPr="005435F9" w:rsidRDefault="00757FB1" w:rsidP="00757F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- на уплату взносов в фонд капитального ремонта в сумме 125,0 тыс. руб., расходы исполнены в сумме 34,7 тыс. руб., что составляет 28 %,  низкое исполнение связано с передачей</w:t>
      </w:r>
      <w:r w:rsidR="007D7C11">
        <w:rPr>
          <w:rFonts w:ascii="Times New Roman" w:hAnsi="Times New Roman" w:cs="Times New Roman"/>
          <w:sz w:val="28"/>
          <w:szCs w:val="28"/>
        </w:rPr>
        <w:t xml:space="preserve"> из</w:t>
      </w:r>
      <w:r w:rsidRPr="005435F9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в собственность граждан.   </w:t>
      </w:r>
    </w:p>
    <w:p w:rsidR="001B3CC5" w:rsidRPr="005435F9" w:rsidRDefault="00112138" w:rsidP="003D0D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0502 «Коммунальное хозяйство» </w:t>
      </w:r>
      <w:r w:rsidR="00D732EF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5A5D59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 xml:space="preserve">исполнены в сумме </w:t>
      </w:r>
      <w:r w:rsidR="00757FB1" w:rsidRPr="005435F9">
        <w:rPr>
          <w:rFonts w:ascii="Times New Roman" w:hAnsi="Times New Roman" w:cs="Times New Roman"/>
          <w:sz w:val="28"/>
          <w:szCs w:val="28"/>
        </w:rPr>
        <w:t>1 671,6</w:t>
      </w:r>
      <w:r w:rsidR="00D732EF" w:rsidRPr="005435F9">
        <w:rPr>
          <w:rFonts w:ascii="Times New Roman" w:hAnsi="Times New Roman" w:cs="Times New Roman"/>
          <w:sz w:val="28"/>
          <w:szCs w:val="28"/>
        </w:rPr>
        <w:t xml:space="preserve"> тыс</w:t>
      </w:r>
      <w:r w:rsidRPr="005435F9">
        <w:rPr>
          <w:rFonts w:ascii="Times New Roman" w:hAnsi="Times New Roman" w:cs="Times New Roman"/>
          <w:sz w:val="28"/>
          <w:szCs w:val="28"/>
        </w:rPr>
        <w:t xml:space="preserve">. руб., при плане </w:t>
      </w:r>
      <w:r w:rsidR="00757FB1" w:rsidRPr="005435F9">
        <w:rPr>
          <w:rFonts w:ascii="Times New Roman" w:hAnsi="Times New Roman" w:cs="Times New Roman"/>
          <w:sz w:val="28"/>
          <w:szCs w:val="28"/>
        </w:rPr>
        <w:t>15 755,6</w:t>
      </w:r>
      <w:r w:rsidR="005A5D59" w:rsidRPr="005435F9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5435F9">
        <w:rPr>
          <w:rFonts w:ascii="Times New Roman" w:hAnsi="Times New Roman" w:cs="Times New Roman"/>
          <w:sz w:val="28"/>
          <w:szCs w:val="28"/>
        </w:rPr>
        <w:t xml:space="preserve">руб., что составляет  </w:t>
      </w:r>
      <w:r w:rsidR="005A5D59" w:rsidRPr="005435F9">
        <w:rPr>
          <w:rFonts w:ascii="Times New Roman" w:hAnsi="Times New Roman" w:cs="Times New Roman"/>
          <w:sz w:val="28"/>
          <w:szCs w:val="28"/>
        </w:rPr>
        <w:t>11</w:t>
      </w:r>
      <w:r w:rsidRPr="005435F9">
        <w:rPr>
          <w:rFonts w:ascii="Times New Roman" w:hAnsi="Times New Roman" w:cs="Times New Roman"/>
          <w:sz w:val="28"/>
          <w:szCs w:val="28"/>
        </w:rPr>
        <w:t xml:space="preserve"> %. Из общей суммы бюджетных ассигнований предусмотрены </w:t>
      </w:r>
      <w:r w:rsidR="001B3CC5" w:rsidRPr="005435F9">
        <w:rPr>
          <w:rFonts w:ascii="Times New Roman" w:hAnsi="Times New Roman" w:cs="Times New Roman"/>
          <w:sz w:val="28"/>
          <w:szCs w:val="28"/>
        </w:rPr>
        <w:t xml:space="preserve">расходы на следующие </w:t>
      </w:r>
      <w:r w:rsidRPr="005435F9">
        <w:rPr>
          <w:rFonts w:ascii="Times New Roman" w:hAnsi="Times New Roman" w:cs="Times New Roman"/>
          <w:sz w:val="28"/>
          <w:szCs w:val="28"/>
        </w:rPr>
        <w:t>мероприятия</w:t>
      </w:r>
      <w:r w:rsidR="001B3CC5" w:rsidRPr="005435F9">
        <w:rPr>
          <w:rFonts w:ascii="Times New Roman" w:hAnsi="Times New Roman" w:cs="Times New Roman"/>
          <w:sz w:val="28"/>
          <w:szCs w:val="28"/>
        </w:rPr>
        <w:t>:</w:t>
      </w:r>
    </w:p>
    <w:p w:rsidR="0081145C" w:rsidRPr="005435F9" w:rsidRDefault="0081145C" w:rsidP="00757F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 - на проведение проектно-изыскательских  работ объектов газоснабжения с. Выезд, объектов расширения газовой сети с. </w:t>
      </w:r>
      <w:proofErr w:type="spellStart"/>
      <w:r w:rsidRPr="005435F9">
        <w:rPr>
          <w:rFonts w:ascii="Times New Roman" w:hAnsi="Times New Roman" w:cs="Times New Roman"/>
          <w:sz w:val="28"/>
          <w:szCs w:val="28"/>
        </w:rPr>
        <w:t>Сигаево</w:t>
      </w:r>
      <w:proofErr w:type="spellEnd"/>
      <w:r w:rsidRPr="005435F9">
        <w:rPr>
          <w:rFonts w:ascii="Times New Roman" w:hAnsi="Times New Roman" w:cs="Times New Roman"/>
          <w:sz w:val="28"/>
          <w:szCs w:val="28"/>
        </w:rPr>
        <w:t xml:space="preserve"> в сумме 600,0 тыс. руб</w:t>
      </w:r>
      <w:proofErr w:type="gramStart"/>
      <w:r w:rsidRPr="005435F9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5435F9">
        <w:rPr>
          <w:rFonts w:ascii="Times New Roman" w:hAnsi="Times New Roman" w:cs="Times New Roman"/>
          <w:sz w:val="28"/>
          <w:szCs w:val="28"/>
        </w:rPr>
        <w:t>Проводятся конкурсные работы по заключению контракта</w:t>
      </w:r>
      <w:r w:rsidR="007D7C11">
        <w:rPr>
          <w:rFonts w:ascii="Times New Roman" w:hAnsi="Times New Roman" w:cs="Times New Roman"/>
          <w:sz w:val="28"/>
          <w:szCs w:val="28"/>
        </w:rPr>
        <w:t>,</w:t>
      </w:r>
    </w:p>
    <w:p w:rsidR="00757FB1" w:rsidRPr="005435F9" w:rsidRDefault="00757FB1" w:rsidP="00757F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- на проведение мероприятий по развитию пожарного водоснабжения в сумме 300,0 тыс. руб., работы будут </w:t>
      </w:r>
      <w:proofErr w:type="gramStart"/>
      <w:r w:rsidRPr="005435F9"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 w:rsidRPr="005435F9">
        <w:rPr>
          <w:rFonts w:ascii="Times New Roman" w:hAnsi="Times New Roman" w:cs="Times New Roman"/>
          <w:sz w:val="28"/>
          <w:szCs w:val="28"/>
        </w:rPr>
        <w:t xml:space="preserve"> в соответствии с планом мероприятий, </w:t>
      </w:r>
    </w:p>
    <w:p w:rsidR="0081145C" w:rsidRPr="005435F9" w:rsidRDefault="00757FB1" w:rsidP="008114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-  на строительство газопровода в д. </w:t>
      </w:r>
      <w:proofErr w:type="spellStart"/>
      <w:r w:rsidRPr="005435F9">
        <w:rPr>
          <w:rFonts w:ascii="Times New Roman" w:hAnsi="Times New Roman" w:cs="Times New Roman"/>
          <w:sz w:val="28"/>
          <w:szCs w:val="28"/>
        </w:rPr>
        <w:t>Непряха</w:t>
      </w:r>
      <w:proofErr w:type="spellEnd"/>
      <w:r w:rsidRPr="005435F9">
        <w:rPr>
          <w:rFonts w:ascii="Times New Roman" w:hAnsi="Times New Roman" w:cs="Times New Roman"/>
          <w:sz w:val="28"/>
          <w:szCs w:val="28"/>
        </w:rPr>
        <w:t xml:space="preserve"> за счет  прочих безвозмездных поступлений в сумме 12 470 тыс. руб. </w:t>
      </w:r>
      <w:r w:rsidR="0081145C" w:rsidRPr="005435F9">
        <w:rPr>
          <w:rFonts w:ascii="Times New Roman" w:hAnsi="Times New Roman" w:cs="Times New Roman"/>
          <w:sz w:val="28"/>
          <w:szCs w:val="28"/>
        </w:rPr>
        <w:t>Проводятся конкурсные работы по заключению контракта.</w:t>
      </w:r>
    </w:p>
    <w:p w:rsidR="00757FB1" w:rsidRPr="005435F9" w:rsidRDefault="00556E52" w:rsidP="00757F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0503</w:t>
      </w:r>
      <w:r w:rsidR="003D12E8" w:rsidRPr="005435F9">
        <w:rPr>
          <w:rFonts w:ascii="Times New Roman" w:hAnsi="Times New Roman" w:cs="Times New Roman"/>
          <w:sz w:val="28"/>
          <w:szCs w:val="28"/>
        </w:rPr>
        <w:t xml:space="preserve"> «Благоустройство» расходы исполнены в сумме </w:t>
      </w:r>
      <w:r w:rsidR="00757FB1" w:rsidRPr="005435F9">
        <w:rPr>
          <w:rFonts w:ascii="Times New Roman" w:hAnsi="Times New Roman" w:cs="Times New Roman"/>
          <w:sz w:val="28"/>
          <w:szCs w:val="28"/>
        </w:rPr>
        <w:t>30,0</w:t>
      </w:r>
      <w:r w:rsidR="003D12E8" w:rsidRPr="005435F9">
        <w:rPr>
          <w:rFonts w:ascii="Times New Roman" w:hAnsi="Times New Roman" w:cs="Times New Roman"/>
          <w:sz w:val="28"/>
          <w:szCs w:val="28"/>
        </w:rPr>
        <w:t xml:space="preserve"> тыс. руб., при плане </w:t>
      </w:r>
      <w:r w:rsidR="00757FB1" w:rsidRPr="005435F9">
        <w:rPr>
          <w:rFonts w:ascii="Times New Roman" w:hAnsi="Times New Roman" w:cs="Times New Roman"/>
          <w:sz w:val="28"/>
          <w:szCs w:val="28"/>
        </w:rPr>
        <w:t>393,0</w:t>
      </w:r>
      <w:r w:rsidR="003D12E8" w:rsidRPr="005435F9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757FB1" w:rsidRPr="005435F9">
        <w:rPr>
          <w:rFonts w:ascii="Times New Roman" w:hAnsi="Times New Roman" w:cs="Times New Roman"/>
          <w:sz w:val="28"/>
          <w:szCs w:val="28"/>
        </w:rPr>
        <w:t>8</w:t>
      </w:r>
      <w:r w:rsidR="003D12E8" w:rsidRPr="005435F9">
        <w:rPr>
          <w:rFonts w:ascii="Times New Roman" w:hAnsi="Times New Roman" w:cs="Times New Roman"/>
          <w:sz w:val="28"/>
          <w:szCs w:val="28"/>
        </w:rPr>
        <w:t xml:space="preserve"> %. </w:t>
      </w:r>
      <w:r w:rsidR="00757FB1" w:rsidRPr="005435F9">
        <w:rPr>
          <w:rFonts w:ascii="Times New Roman" w:hAnsi="Times New Roman" w:cs="Times New Roman"/>
          <w:sz w:val="28"/>
          <w:szCs w:val="28"/>
        </w:rPr>
        <w:t>Из общей суммы бюджетных ассигнований предусмотрены расходы на следующие мероприятия:</w:t>
      </w:r>
    </w:p>
    <w:p w:rsidR="007D7C11" w:rsidRPr="005435F9" w:rsidRDefault="00757FB1" w:rsidP="007D7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7C11">
        <w:rPr>
          <w:rFonts w:ascii="Times New Roman" w:hAnsi="Times New Roman" w:cs="Times New Roman"/>
          <w:sz w:val="28"/>
          <w:szCs w:val="28"/>
        </w:rPr>
        <w:t>- на проведение мероприятий  по отлову и содержанию безнадзорных животных в сумме 41,6 тыс. руб.</w:t>
      </w:r>
      <w:r w:rsidR="007D54F2" w:rsidRPr="007D7C11">
        <w:rPr>
          <w:rFonts w:ascii="Times New Roman" w:hAnsi="Times New Roman" w:cs="Times New Roman"/>
          <w:sz w:val="28"/>
          <w:szCs w:val="28"/>
        </w:rPr>
        <w:t xml:space="preserve"> </w:t>
      </w:r>
      <w:r w:rsidR="007D7C11" w:rsidRPr="007D7C11">
        <w:rPr>
          <w:rFonts w:ascii="Times New Roman" w:hAnsi="Times New Roman" w:cs="Times New Roman"/>
          <w:sz w:val="28"/>
          <w:szCs w:val="28"/>
        </w:rPr>
        <w:t>Фактически на отчетную дату денежные средства из бюджета УР не поступили.</w:t>
      </w:r>
    </w:p>
    <w:p w:rsidR="00757FB1" w:rsidRPr="005435F9" w:rsidRDefault="00757FB1" w:rsidP="003D0D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-  на организацию ритуальных услуг и содержание мест захоронения в сумме </w:t>
      </w:r>
      <w:r w:rsidR="000739B6" w:rsidRPr="005435F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435F9">
        <w:rPr>
          <w:rFonts w:ascii="Times New Roman" w:hAnsi="Times New Roman" w:cs="Times New Roman"/>
          <w:sz w:val="28"/>
          <w:szCs w:val="28"/>
        </w:rPr>
        <w:t xml:space="preserve">150,0 тыс. </w:t>
      </w:r>
      <w:r w:rsidRPr="007D7C11">
        <w:rPr>
          <w:rFonts w:ascii="Times New Roman" w:hAnsi="Times New Roman" w:cs="Times New Roman"/>
          <w:sz w:val="28"/>
          <w:szCs w:val="28"/>
        </w:rPr>
        <w:t>руб.</w:t>
      </w:r>
      <w:r w:rsidR="000739B6" w:rsidRPr="007D7C11">
        <w:rPr>
          <w:rFonts w:ascii="Times New Roman" w:hAnsi="Times New Roman" w:cs="Times New Roman"/>
          <w:sz w:val="28"/>
          <w:szCs w:val="28"/>
        </w:rPr>
        <w:t>,</w:t>
      </w:r>
      <w:r w:rsidR="007D54F2" w:rsidRPr="007D7C11">
        <w:rPr>
          <w:rFonts w:ascii="Times New Roman" w:hAnsi="Times New Roman" w:cs="Times New Roman"/>
          <w:sz w:val="28"/>
          <w:szCs w:val="28"/>
        </w:rPr>
        <w:t xml:space="preserve"> </w:t>
      </w:r>
      <w:r w:rsidR="000739B6" w:rsidRPr="007D7C11">
        <w:rPr>
          <w:rFonts w:ascii="Times New Roman" w:hAnsi="Times New Roman" w:cs="Times New Roman"/>
          <w:sz w:val="28"/>
          <w:szCs w:val="28"/>
        </w:rPr>
        <w:t>проводятся</w:t>
      </w:r>
      <w:r w:rsidR="000739B6" w:rsidRPr="005435F9">
        <w:rPr>
          <w:rFonts w:ascii="Times New Roman" w:hAnsi="Times New Roman" w:cs="Times New Roman"/>
          <w:sz w:val="28"/>
          <w:szCs w:val="28"/>
        </w:rPr>
        <w:t xml:space="preserve"> работы по заключению договоров. </w:t>
      </w:r>
    </w:p>
    <w:p w:rsidR="0077225F" w:rsidRPr="005435F9" w:rsidRDefault="002733F3" w:rsidP="007722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5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0804 «Другие вопросы в области культуры, кинематографии» расходы исполнены в сумме </w:t>
      </w:r>
      <w:r w:rsidR="00C72FB7" w:rsidRPr="005435F9">
        <w:rPr>
          <w:rFonts w:ascii="Times New Roman" w:hAnsi="Times New Roman" w:cs="Times New Roman"/>
          <w:color w:val="000000" w:themeColor="text1"/>
          <w:sz w:val="28"/>
          <w:szCs w:val="28"/>
        </w:rPr>
        <w:t>6 474,9</w:t>
      </w:r>
      <w:r w:rsidRPr="005435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при плане </w:t>
      </w:r>
      <w:r w:rsidR="00C72FB7" w:rsidRPr="005435F9">
        <w:rPr>
          <w:rFonts w:ascii="Times New Roman" w:hAnsi="Times New Roman" w:cs="Times New Roman"/>
          <w:color w:val="000000" w:themeColor="text1"/>
          <w:sz w:val="28"/>
          <w:szCs w:val="28"/>
        </w:rPr>
        <w:t>15 581,1</w:t>
      </w:r>
      <w:r w:rsidRPr="005435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что составляет </w:t>
      </w:r>
      <w:r w:rsidR="00C72FB7" w:rsidRPr="005435F9">
        <w:rPr>
          <w:rFonts w:ascii="Times New Roman" w:hAnsi="Times New Roman" w:cs="Times New Roman"/>
          <w:color w:val="000000" w:themeColor="text1"/>
          <w:sz w:val="28"/>
          <w:szCs w:val="28"/>
        </w:rPr>
        <w:t>42</w:t>
      </w:r>
      <w:r w:rsidR="00556E52" w:rsidRPr="005435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%.</w:t>
      </w:r>
      <w:r w:rsidRPr="005435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72FB7" w:rsidRPr="005435F9">
        <w:rPr>
          <w:rFonts w:ascii="Times New Roman" w:hAnsi="Times New Roman" w:cs="Times New Roman"/>
          <w:color w:val="000000" w:themeColor="text1"/>
          <w:sz w:val="28"/>
          <w:szCs w:val="28"/>
        </w:rPr>
        <w:t>Из общей суммы расходов предусмотрены иные межбюджетные трансферты</w:t>
      </w:r>
      <w:r w:rsidR="0077225F" w:rsidRPr="005435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бюджета УР</w:t>
      </w:r>
      <w:r w:rsidR="00C72FB7" w:rsidRPr="005435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77225F" w:rsidRPr="005435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текущий </w:t>
      </w:r>
      <w:r w:rsidR="00C72FB7" w:rsidRPr="005435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ремонт кровли </w:t>
      </w:r>
      <w:r w:rsidR="0077225F" w:rsidRPr="005435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здания </w:t>
      </w:r>
      <w:r w:rsidR="00C72FB7" w:rsidRPr="005435F9">
        <w:rPr>
          <w:rFonts w:ascii="Times New Roman" w:hAnsi="Times New Roman" w:cs="Times New Roman"/>
          <w:color w:val="000000" w:themeColor="text1"/>
          <w:sz w:val="28"/>
          <w:szCs w:val="28"/>
        </w:rPr>
        <w:t>Костинского дома народного творчества в сумме 1 200,0 тыс. руб.</w:t>
      </w:r>
      <w:r w:rsidR="008859F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7225F" w:rsidRPr="005435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59F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77225F" w:rsidRPr="005435F9">
        <w:rPr>
          <w:rFonts w:ascii="Times New Roman" w:hAnsi="Times New Roman" w:cs="Times New Roman"/>
          <w:color w:val="000000" w:themeColor="text1"/>
          <w:sz w:val="28"/>
          <w:szCs w:val="28"/>
        </w:rPr>
        <w:t>аботы проводятся в соответствии с планом мероприятий.</w:t>
      </w:r>
      <w:proofErr w:type="gramEnd"/>
      <w:r w:rsidR="0077225F" w:rsidRPr="005435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</w:t>
      </w:r>
      <w:r w:rsidR="0077225F" w:rsidRPr="005435F9">
        <w:rPr>
          <w:rFonts w:ascii="Times New Roman" w:hAnsi="Times New Roman" w:cs="Times New Roman"/>
          <w:sz w:val="28"/>
          <w:szCs w:val="28"/>
        </w:rPr>
        <w:t>актически на отчетную дату денежные средства из бюджета УР не поступили.</w:t>
      </w:r>
    </w:p>
    <w:p w:rsidR="007D54F2" w:rsidRPr="007D7C11" w:rsidRDefault="0077225F" w:rsidP="007D54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7C11">
        <w:rPr>
          <w:rFonts w:ascii="Times New Roman" w:hAnsi="Times New Roman" w:cs="Times New Roman"/>
          <w:sz w:val="28"/>
          <w:szCs w:val="28"/>
        </w:rPr>
        <w:t>1301 «Обслуживание государственного и муниципального долга» расходы исполнены в сумме 0 тыс. руб.</w:t>
      </w:r>
      <w:r w:rsidR="00431E8C" w:rsidRPr="007D7C11">
        <w:rPr>
          <w:rFonts w:ascii="Times New Roman" w:hAnsi="Times New Roman" w:cs="Times New Roman"/>
          <w:sz w:val="28"/>
          <w:szCs w:val="28"/>
        </w:rPr>
        <w:t>, при плане 64,0 тыс. руб., что составляет 0 %.</w:t>
      </w:r>
      <w:r w:rsidR="007D54F2" w:rsidRPr="007D7C11">
        <w:rPr>
          <w:rFonts w:ascii="Times New Roman" w:hAnsi="Times New Roman" w:cs="Times New Roman"/>
          <w:sz w:val="28"/>
          <w:szCs w:val="28"/>
        </w:rPr>
        <w:t xml:space="preserve"> Причиной </w:t>
      </w:r>
      <w:r w:rsidR="007D7C11">
        <w:rPr>
          <w:rFonts w:ascii="Times New Roman" w:hAnsi="Times New Roman" w:cs="Times New Roman"/>
          <w:sz w:val="28"/>
          <w:szCs w:val="28"/>
        </w:rPr>
        <w:t>не</w:t>
      </w:r>
      <w:r w:rsidR="007D54F2" w:rsidRPr="007D7C11">
        <w:rPr>
          <w:rFonts w:ascii="Times New Roman" w:hAnsi="Times New Roman" w:cs="Times New Roman"/>
          <w:sz w:val="28"/>
          <w:szCs w:val="28"/>
        </w:rPr>
        <w:t xml:space="preserve">исполнения является, что в соответствии с условиями соглашений, по которым предоставлялись бюджетные кредиты, погашение процентов за пользование бюджетными кредитами будет осуществляться в </w:t>
      </w:r>
      <w:r w:rsidR="007D7C11">
        <w:rPr>
          <w:rFonts w:ascii="Times New Roman" w:hAnsi="Times New Roman" w:cs="Times New Roman"/>
          <w:sz w:val="28"/>
          <w:szCs w:val="28"/>
        </w:rPr>
        <w:t>июле и декабре</w:t>
      </w:r>
      <w:r w:rsidR="007D54F2" w:rsidRPr="007D7C11">
        <w:rPr>
          <w:rFonts w:ascii="Times New Roman" w:hAnsi="Times New Roman" w:cs="Times New Roman"/>
          <w:sz w:val="28"/>
          <w:szCs w:val="28"/>
        </w:rPr>
        <w:t xml:space="preserve"> 2018 года.</w:t>
      </w:r>
    </w:p>
    <w:p w:rsidR="00037C24" w:rsidRPr="005435F9" w:rsidRDefault="00037C24" w:rsidP="00D73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1401 «Дотации на выравнивание бюджетной обеспеченности субъектов Российской Федерации и муниципальных образований» расходы исполн</w:t>
      </w:r>
      <w:r w:rsidRPr="007D7C11">
        <w:rPr>
          <w:rFonts w:ascii="Times New Roman" w:hAnsi="Times New Roman" w:cs="Times New Roman"/>
          <w:i/>
          <w:sz w:val="28"/>
          <w:szCs w:val="28"/>
        </w:rPr>
        <w:t>е</w:t>
      </w:r>
      <w:r w:rsidRPr="005435F9">
        <w:rPr>
          <w:rFonts w:ascii="Times New Roman" w:hAnsi="Times New Roman" w:cs="Times New Roman"/>
          <w:sz w:val="28"/>
          <w:szCs w:val="28"/>
        </w:rPr>
        <w:t xml:space="preserve">ны в сумме </w:t>
      </w:r>
      <w:r w:rsidR="0077225F" w:rsidRPr="005435F9">
        <w:rPr>
          <w:rFonts w:ascii="Times New Roman" w:hAnsi="Times New Roman" w:cs="Times New Roman"/>
          <w:sz w:val="28"/>
          <w:szCs w:val="28"/>
        </w:rPr>
        <w:t>7 576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руб., при плане </w:t>
      </w:r>
      <w:r w:rsidR="0077225F" w:rsidRPr="005435F9">
        <w:rPr>
          <w:rFonts w:ascii="Times New Roman" w:hAnsi="Times New Roman" w:cs="Times New Roman"/>
          <w:sz w:val="28"/>
          <w:szCs w:val="28"/>
        </w:rPr>
        <w:t>24 538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руб., что составляет  </w:t>
      </w:r>
      <w:r w:rsidR="00556E52" w:rsidRPr="005435F9">
        <w:rPr>
          <w:rFonts w:ascii="Times New Roman" w:hAnsi="Times New Roman" w:cs="Times New Roman"/>
          <w:sz w:val="28"/>
          <w:szCs w:val="28"/>
        </w:rPr>
        <w:t>3</w:t>
      </w:r>
      <w:r w:rsidR="0077225F" w:rsidRPr="005435F9">
        <w:rPr>
          <w:rFonts w:ascii="Times New Roman" w:hAnsi="Times New Roman" w:cs="Times New Roman"/>
          <w:sz w:val="28"/>
          <w:szCs w:val="28"/>
        </w:rPr>
        <w:t>1</w:t>
      </w:r>
      <w:r w:rsidRPr="005435F9">
        <w:rPr>
          <w:rFonts w:ascii="Times New Roman" w:hAnsi="Times New Roman" w:cs="Times New Roman"/>
          <w:sz w:val="28"/>
          <w:szCs w:val="28"/>
        </w:rPr>
        <w:t xml:space="preserve"> %.</w:t>
      </w:r>
      <w:r w:rsidRPr="005435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 xml:space="preserve">Дотация на </w:t>
      </w:r>
      <w:r w:rsidRPr="005435F9">
        <w:rPr>
          <w:rFonts w:ascii="Times New Roman" w:hAnsi="Times New Roman" w:cs="Times New Roman"/>
          <w:sz w:val="28"/>
          <w:szCs w:val="28"/>
        </w:rPr>
        <w:lastRenderedPageBreak/>
        <w:t>выравнивание бюджетной обеспеченности перечислена в соответствии с кассовыми заявками, предоставленными Администрациями МО сельских поселений.</w:t>
      </w:r>
    </w:p>
    <w:p w:rsidR="0077225F" w:rsidRPr="005435F9" w:rsidRDefault="002051EF" w:rsidP="007722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1402 «Иные дотации» расходы исполнены в сумме </w:t>
      </w:r>
      <w:r w:rsidR="0077225F" w:rsidRPr="005435F9">
        <w:rPr>
          <w:rFonts w:ascii="Times New Roman" w:hAnsi="Times New Roman" w:cs="Times New Roman"/>
          <w:sz w:val="28"/>
          <w:szCs w:val="28"/>
        </w:rPr>
        <w:t>250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руб., при плане </w:t>
      </w:r>
      <w:r w:rsidR="00E927E4">
        <w:rPr>
          <w:rFonts w:ascii="Times New Roman" w:hAnsi="Times New Roman" w:cs="Times New Roman"/>
          <w:sz w:val="28"/>
          <w:szCs w:val="28"/>
        </w:rPr>
        <w:t xml:space="preserve">  </w:t>
      </w:r>
      <w:r w:rsidR="0077225F" w:rsidRPr="005435F9">
        <w:rPr>
          <w:rFonts w:ascii="Times New Roman" w:hAnsi="Times New Roman" w:cs="Times New Roman"/>
          <w:sz w:val="28"/>
          <w:szCs w:val="28"/>
        </w:rPr>
        <w:t>1 383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руб., что составляет  </w:t>
      </w:r>
      <w:r w:rsidR="0077225F" w:rsidRPr="005435F9">
        <w:rPr>
          <w:rFonts w:ascii="Times New Roman" w:hAnsi="Times New Roman" w:cs="Times New Roman"/>
          <w:sz w:val="28"/>
          <w:szCs w:val="28"/>
        </w:rPr>
        <w:t>18</w:t>
      </w:r>
      <w:r w:rsidRPr="005435F9">
        <w:rPr>
          <w:rFonts w:ascii="Times New Roman" w:hAnsi="Times New Roman" w:cs="Times New Roman"/>
          <w:sz w:val="28"/>
          <w:szCs w:val="28"/>
        </w:rPr>
        <w:t xml:space="preserve"> %.</w:t>
      </w:r>
      <w:r w:rsidR="0077225F" w:rsidRPr="005435F9">
        <w:rPr>
          <w:rFonts w:ascii="Times New Roman" w:hAnsi="Times New Roman" w:cs="Times New Roman"/>
          <w:sz w:val="28"/>
          <w:szCs w:val="28"/>
        </w:rPr>
        <w:t xml:space="preserve"> Невыполнение плана связано с доведением дополнительных лимитов бюджетных обязательств из бюджета УР на оплату труда  в июне 2018 года.  </w:t>
      </w:r>
      <w:r w:rsidR="0077225F" w:rsidRPr="005435F9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77225F" w:rsidRPr="005435F9">
        <w:rPr>
          <w:rFonts w:ascii="Times New Roman" w:hAnsi="Times New Roman" w:cs="Times New Roman"/>
          <w:sz w:val="28"/>
          <w:szCs w:val="28"/>
        </w:rPr>
        <w:t>актически на отчетную дату денежные средства из бюджета УР не поступили.</w:t>
      </w:r>
    </w:p>
    <w:p w:rsidR="002051EF" w:rsidRPr="005435F9" w:rsidRDefault="009D6AE5" w:rsidP="007722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CC5" w:rsidRPr="005435F9" w:rsidRDefault="001B3CC5" w:rsidP="001B3C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По остальным </w:t>
      </w:r>
      <w:r w:rsidR="00037C24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9D6AE5" w:rsidRPr="005435F9">
        <w:rPr>
          <w:rFonts w:ascii="Times New Roman" w:hAnsi="Times New Roman" w:cs="Times New Roman"/>
          <w:sz w:val="28"/>
          <w:szCs w:val="28"/>
        </w:rPr>
        <w:t>1</w:t>
      </w:r>
      <w:r w:rsidR="00431E8C" w:rsidRPr="005435F9">
        <w:rPr>
          <w:rFonts w:ascii="Times New Roman" w:hAnsi="Times New Roman" w:cs="Times New Roman"/>
          <w:sz w:val="28"/>
          <w:szCs w:val="28"/>
        </w:rPr>
        <w:t>8</w:t>
      </w:r>
      <w:r w:rsidRPr="005435F9">
        <w:rPr>
          <w:rFonts w:ascii="Times New Roman" w:hAnsi="Times New Roman" w:cs="Times New Roman"/>
          <w:sz w:val="28"/>
          <w:szCs w:val="28"/>
        </w:rPr>
        <w:t xml:space="preserve"> подразделам бюджетной классификации расходов процент и</w:t>
      </w:r>
      <w:r w:rsidR="00037C24" w:rsidRPr="005435F9">
        <w:rPr>
          <w:rFonts w:ascii="Times New Roman" w:hAnsi="Times New Roman" w:cs="Times New Roman"/>
          <w:sz w:val="28"/>
          <w:szCs w:val="28"/>
        </w:rPr>
        <w:t xml:space="preserve">сполнения составляет от </w:t>
      </w:r>
      <w:r w:rsidR="00556E52" w:rsidRPr="005435F9">
        <w:rPr>
          <w:rFonts w:ascii="Times New Roman" w:hAnsi="Times New Roman" w:cs="Times New Roman"/>
          <w:sz w:val="28"/>
          <w:szCs w:val="28"/>
        </w:rPr>
        <w:t>45</w:t>
      </w:r>
      <w:r w:rsidR="00037C24" w:rsidRPr="005435F9">
        <w:rPr>
          <w:rFonts w:ascii="Times New Roman" w:hAnsi="Times New Roman" w:cs="Times New Roman"/>
          <w:sz w:val="28"/>
          <w:szCs w:val="28"/>
        </w:rPr>
        <w:t xml:space="preserve"> до </w:t>
      </w:r>
      <w:r w:rsidR="00431E8C" w:rsidRPr="005435F9">
        <w:rPr>
          <w:rFonts w:ascii="Times New Roman" w:hAnsi="Times New Roman" w:cs="Times New Roman"/>
          <w:sz w:val="28"/>
          <w:szCs w:val="28"/>
        </w:rPr>
        <w:t>83</w:t>
      </w:r>
      <w:r w:rsidRPr="005435F9">
        <w:rPr>
          <w:rFonts w:ascii="Times New Roman" w:hAnsi="Times New Roman" w:cs="Times New Roman"/>
          <w:sz w:val="28"/>
          <w:szCs w:val="28"/>
        </w:rPr>
        <w:t xml:space="preserve"> %%</w:t>
      </w:r>
      <w:r w:rsidR="00556E52" w:rsidRPr="005435F9">
        <w:rPr>
          <w:rFonts w:ascii="Times New Roman" w:hAnsi="Times New Roman" w:cs="Times New Roman"/>
          <w:sz w:val="28"/>
          <w:szCs w:val="28"/>
        </w:rPr>
        <w:t>.</w:t>
      </w:r>
    </w:p>
    <w:p w:rsidR="001B3CC5" w:rsidRPr="005435F9" w:rsidRDefault="001B3CC5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C3E69" w:rsidRPr="005435F9" w:rsidRDefault="00DC3E69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Из общей суммы расходов бюджета расхо</w:t>
      </w:r>
      <w:r w:rsidR="00650EE2" w:rsidRPr="005435F9">
        <w:rPr>
          <w:rFonts w:ascii="Times New Roman" w:hAnsi="Times New Roman" w:cs="Times New Roman"/>
          <w:sz w:val="28"/>
          <w:szCs w:val="28"/>
        </w:rPr>
        <w:t xml:space="preserve">ды на оплату труда составили </w:t>
      </w:r>
      <w:r w:rsidR="008859F3">
        <w:rPr>
          <w:rFonts w:ascii="Times New Roman" w:hAnsi="Times New Roman" w:cs="Times New Roman"/>
          <w:sz w:val="28"/>
          <w:szCs w:val="28"/>
        </w:rPr>
        <w:t xml:space="preserve">       </w:t>
      </w:r>
      <w:r w:rsidR="00431E8C" w:rsidRPr="005435F9">
        <w:rPr>
          <w:rFonts w:ascii="Times New Roman" w:hAnsi="Times New Roman" w:cs="Times New Roman"/>
          <w:sz w:val="28"/>
          <w:szCs w:val="28"/>
        </w:rPr>
        <w:t>72</w:t>
      </w:r>
      <w:r w:rsidR="009B6CBE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 xml:space="preserve">%, расходы </w:t>
      </w:r>
      <w:r w:rsidR="00A57115" w:rsidRPr="005435F9">
        <w:rPr>
          <w:rFonts w:ascii="Times New Roman" w:hAnsi="Times New Roman" w:cs="Times New Roman"/>
          <w:sz w:val="28"/>
          <w:szCs w:val="28"/>
        </w:rPr>
        <w:t>на оплату коммунальных услуг</w:t>
      </w:r>
      <w:r w:rsidRPr="005435F9">
        <w:rPr>
          <w:rFonts w:ascii="Times New Roman" w:hAnsi="Times New Roman" w:cs="Times New Roman"/>
          <w:sz w:val="28"/>
          <w:szCs w:val="28"/>
        </w:rPr>
        <w:t xml:space="preserve"> льгот населению по оплат</w:t>
      </w:r>
      <w:r w:rsidR="00A57115" w:rsidRPr="005435F9">
        <w:rPr>
          <w:rFonts w:ascii="Times New Roman" w:hAnsi="Times New Roman" w:cs="Times New Roman"/>
          <w:sz w:val="28"/>
          <w:szCs w:val="28"/>
        </w:rPr>
        <w:t>е жилищно-коммунальны</w:t>
      </w:r>
      <w:r w:rsidR="001B3CC5" w:rsidRPr="005435F9">
        <w:rPr>
          <w:rFonts w:ascii="Times New Roman" w:hAnsi="Times New Roman" w:cs="Times New Roman"/>
          <w:sz w:val="28"/>
          <w:szCs w:val="28"/>
        </w:rPr>
        <w:t xml:space="preserve">х услуг </w:t>
      </w:r>
      <w:r w:rsidR="00B8330A" w:rsidRPr="005435F9">
        <w:rPr>
          <w:rFonts w:ascii="Times New Roman" w:hAnsi="Times New Roman" w:cs="Times New Roman"/>
          <w:sz w:val="28"/>
          <w:szCs w:val="28"/>
        </w:rPr>
        <w:t>13</w:t>
      </w:r>
      <w:r w:rsidR="001B3CC5" w:rsidRPr="005435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B3CC5" w:rsidRPr="005435F9">
        <w:rPr>
          <w:rFonts w:ascii="Times New Roman" w:hAnsi="Times New Roman" w:cs="Times New Roman"/>
          <w:sz w:val="28"/>
          <w:szCs w:val="28"/>
        </w:rPr>
        <w:t>%,</w:t>
      </w:r>
      <w:r w:rsidR="00EC5FCE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1B3CC5" w:rsidRPr="005435F9">
        <w:rPr>
          <w:rFonts w:ascii="Times New Roman" w:hAnsi="Times New Roman" w:cs="Times New Roman"/>
          <w:sz w:val="28"/>
          <w:szCs w:val="28"/>
        </w:rPr>
        <w:t xml:space="preserve">другие расходы </w:t>
      </w:r>
      <w:r w:rsidR="00A57115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B8330A" w:rsidRPr="005435F9">
        <w:rPr>
          <w:rFonts w:ascii="Times New Roman" w:hAnsi="Times New Roman" w:cs="Times New Roman"/>
          <w:sz w:val="28"/>
          <w:szCs w:val="28"/>
        </w:rPr>
        <w:t>15</w:t>
      </w:r>
      <w:r w:rsidR="00A57115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>%.</w:t>
      </w:r>
    </w:p>
    <w:p w:rsidR="00A57115" w:rsidRPr="005435F9" w:rsidRDefault="00A57115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57115" w:rsidRPr="005435F9" w:rsidRDefault="00EB3295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За </w:t>
      </w:r>
      <w:r w:rsidR="00797D3E" w:rsidRPr="005435F9">
        <w:rPr>
          <w:rFonts w:ascii="Times New Roman" w:hAnsi="Times New Roman" w:cs="Times New Roman"/>
          <w:sz w:val="28"/>
          <w:szCs w:val="28"/>
        </w:rPr>
        <w:t xml:space="preserve">1 </w:t>
      </w:r>
      <w:r w:rsidR="003E41CB" w:rsidRPr="005435F9">
        <w:rPr>
          <w:rFonts w:ascii="Times New Roman" w:hAnsi="Times New Roman" w:cs="Times New Roman"/>
          <w:sz w:val="28"/>
          <w:szCs w:val="28"/>
        </w:rPr>
        <w:t>полугодие</w:t>
      </w:r>
      <w:r w:rsidR="00C83A4D" w:rsidRPr="005435F9">
        <w:rPr>
          <w:rFonts w:ascii="Times New Roman" w:hAnsi="Times New Roman" w:cs="Times New Roman"/>
          <w:sz w:val="28"/>
          <w:szCs w:val="28"/>
        </w:rPr>
        <w:t xml:space="preserve"> 201</w:t>
      </w:r>
      <w:r w:rsidR="00B8330A" w:rsidRPr="005435F9">
        <w:rPr>
          <w:rFonts w:ascii="Times New Roman" w:hAnsi="Times New Roman" w:cs="Times New Roman"/>
          <w:sz w:val="28"/>
          <w:szCs w:val="28"/>
        </w:rPr>
        <w:t>8</w:t>
      </w:r>
      <w:r w:rsidR="00A57115" w:rsidRPr="005435F9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5435F9">
        <w:rPr>
          <w:rFonts w:ascii="Times New Roman" w:hAnsi="Times New Roman" w:cs="Times New Roman"/>
          <w:sz w:val="28"/>
          <w:szCs w:val="28"/>
        </w:rPr>
        <w:t xml:space="preserve">расходные обязательства по муниципальным программам исполнены в сумме </w:t>
      </w:r>
      <w:r w:rsidR="00F9639D" w:rsidRPr="005435F9">
        <w:rPr>
          <w:rFonts w:ascii="Times New Roman" w:hAnsi="Times New Roman" w:cs="Times New Roman"/>
          <w:sz w:val="28"/>
          <w:szCs w:val="28"/>
        </w:rPr>
        <w:t>371 628,8</w:t>
      </w:r>
      <w:r w:rsidR="009B6CBE" w:rsidRPr="005435F9">
        <w:rPr>
          <w:rFonts w:ascii="Times New Roman" w:hAnsi="Times New Roman" w:cs="Times New Roman"/>
          <w:sz w:val="28"/>
          <w:szCs w:val="28"/>
        </w:rPr>
        <w:t xml:space="preserve"> тыс</w:t>
      </w:r>
      <w:r w:rsidRPr="005435F9">
        <w:rPr>
          <w:rFonts w:ascii="Times New Roman" w:hAnsi="Times New Roman" w:cs="Times New Roman"/>
          <w:sz w:val="28"/>
          <w:szCs w:val="28"/>
        </w:rPr>
        <w:t xml:space="preserve">. руб., при </w:t>
      </w:r>
      <w:r w:rsidR="00EC5FCE" w:rsidRPr="005435F9">
        <w:rPr>
          <w:rFonts w:ascii="Times New Roman" w:hAnsi="Times New Roman" w:cs="Times New Roman"/>
          <w:sz w:val="28"/>
          <w:szCs w:val="28"/>
        </w:rPr>
        <w:t xml:space="preserve">годовом </w:t>
      </w:r>
      <w:r w:rsidRPr="005435F9">
        <w:rPr>
          <w:rFonts w:ascii="Times New Roman" w:hAnsi="Times New Roman" w:cs="Times New Roman"/>
          <w:sz w:val="28"/>
          <w:szCs w:val="28"/>
        </w:rPr>
        <w:t xml:space="preserve">плане </w:t>
      </w:r>
      <w:r w:rsidR="00F9639D" w:rsidRPr="005435F9">
        <w:rPr>
          <w:rFonts w:ascii="Times New Roman" w:hAnsi="Times New Roman" w:cs="Times New Roman"/>
          <w:sz w:val="28"/>
          <w:szCs w:val="28"/>
        </w:rPr>
        <w:t>718 783,5</w:t>
      </w:r>
      <w:r w:rsidR="009B6CBE" w:rsidRPr="005435F9">
        <w:rPr>
          <w:rFonts w:ascii="Times New Roman" w:hAnsi="Times New Roman" w:cs="Times New Roman"/>
          <w:sz w:val="28"/>
          <w:szCs w:val="28"/>
        </w:rPr>
        <w:t xml:space="preserve"> тыс</w:t>
      </w:r>
      <w:r w:rsidR="00EC5FCE" w:rsidRPr="005435F9">
        <w:rPr>
          <w:rFonts w:ascii="Times New Roman" w:hAnsi="Times New Roman" w:cs="Times New Roman"/>
          <w:sz w:val="28"/>
          <w:szCs w:val="28"/>
        </w:rPr>
        <w:t xml:space="preserve">. руб., что составляет </w:t>
      </w:r>
      <w:r w:rsidR="00F9639D" w:rsidRPr="005435F9">
        <w:rPr>
          <w:rFonts w:ascii="Times New Roman" w:hAnsi="Times New Roman" w:cs="Times New Roman"/>
          <w:sz w:val="28"/>
          <w:szCs w:val="28"/>
        </w:rPr>
        <w:t>52</w:t>
      </w:r>
      <w:r w:rsidRPr="005435F9">
        <w:rPr>
          <w:rFonts w:ascii="Times New Roman" w:hAnsi="Times New Roman" w:cs="Times New Roman"/>
          <w:sz w:val="28"/>
          <w:szCs w:val="28"/>
        </w:rPr>
        <w:t xml:space="preserve"> % к уточненному годовому плану.</w:t>
      </w:r>
    </w:p>
    <w:p w:rsidR="00216C3C" w:rsidRPr="005435F9" w:rsidRDefault="00856329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Из 13</w:t>
      </w:r>
      <w:r w:rsidR="00216C3C" w:rsidRPr="005435F9">
        <w:rPr>
          <w:rFonts w:ascii="Times New Roman" w:hAnsi="Times New Roman" w:cs="Times New Roman"/>
          <w:sz w:val="28"/>
          <w:szCs w:val="28"/>
        </w:rPr>
        <w:t xml:space="preserve"> муниципальных программ исполнение расходной части бюджета ниже </w:t>
      </w:r>
      <w:r w:rsidR="003E41CB" w:rsidRPr="005435F9">
        <w:rPr>
          <w:rFonts w:ascii="Times New Roman" w:hAnsi="Times New Roman" w:cs="Times New Roman"/>
          <w:sz w:val="28"/>
          <w:szCs w:val="28"/>
        </w:rPr>
        <w:t>45</w:t>
      </w:r>
      <w:r w:rsidR="00216C3C" w:rsidRPr="005435F9">
        <w:rPr>
          <w:rFonts w:ascii="Times New Roman" w:hAnsi="Times New Roman" w:cs="Times New Roman"/>
          <w:sz w:val="28"/>
          <w:szCs w:val="28"/>
        </w:rPr>
        <w:t xml:space="preserve"> % по</w:t>
      </w:r>
      <w:r w:rsidR="005C6936" w:rsidRPr="005435F9">
        <w:rPr>
          <w:rFonts w:ascii="Times New Roman" w:hAnsi="Times New Roman" w:cs="Times New Roman"/>
          <w:sz w:val="28"/>
          <w:szCs w:val="28"/>
        </w:rPr>
        <w:t xml:space="preserve">    </w:t>
      </w:r>
      <w:r w:rsidR="00216C3C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3E41CB" w:rsidRPr="005435F9">
        <w:rPr>
          <w:rFonts w:ascii="Times New Roman" w:hAnsi="Times New Roman" w:cs="Times New Roman"/>
          <w:sz w:val="28"/>
          <w:szCs w:val="28"/>
        </w:rPr>
        <w:t>6</w:t>
      </w:r>
      <w:r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216C3C" w:rsidRPr="005435F9">
        <w:rPr>
          <w:rFonts w:ascii="Times New Roman" w:hAnsi="Times New Roman" w:cs="Times New Roman"/>
          <w:sz w:val="28"/>
          <w:szCs w:val="28"/>
        </w:rPr>
        <w:t>муниципальным программам:</w:t>
      </w:r>
    </w:p>
    <w:p w:rsidR="00F9639D" w:rsidRPr="005435F9" w:rsidRDefault="00F9639D" w:rsidP="00F9639D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 - «Развитие сельского хозяйства и расширение рынка сельскохозяйственной продукции»-19 %</w:t>
      </w:r>
    </w:p>
    <w:p w:rsidR="00DE6197" w:rsidRPr="005435F9" w:rsidRDefault="00F9639D" w:rsidP="00F9639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   </w:t>
      </w:r>
      <w:r w:rsidR="00216C3C" w:rsidRPr="005435F9">
        <w:rPr>
          <w:rFonts w:ascii="Times New Roman" w:hAnsi="Times New Roman" w:cs="Times New Roman"/>
          <w:sz w:val="28"/>
          <w:szCs w:val="28"/>
        </w:rPr>
        <w:t>- «Создание условий для устойчивого экономического развития» - 0 %;</w:t>
      </w:r>
      <w:r w:rsidR="00DE6197" w:rsidRPr="005435F9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D31E52" w:rsidRPr="005435F9" w:rsidRDefault="00DE6197" w:rsidP="00F9639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   </w:t>
      </w:r>
      <w:r w:rsidR="00C25D19" w:rsidRPr="005435F9">
        <w:rPr>
          <w:rFonts w:ascii="Times New Roman" w:hAnsi="Times New Roman" w:cs="Times New Roman"/>
          <w:sz w:val="28"/>
          <w:szCs w:val="28"/>
        </w:rPr>
        <w:t xml:space="preserve">- «Муниципальное хозяйство» - </w:t>
      </w:r>
      <w:r w:rsidR="00F9639D" w:rsidRPr="005435F9">
        <w:rPr>
          <w:rFonts w:ascii="Times New Roman" w:hAnsi="Times New Roman" w:cs="Times New Roman"/>
          <w:sz w:val="28"/>
          <w:szCs w:val="28"/>
        </w:rPr>
        <w:t>18</w:t>
      </w:r>
      <w:r w:rsidR="00C25D19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D31E52" w:rsidRPr="005435F9">
        <w:rPr>
          <w:rFonts w:ascii="Times New Roman" w:hAnsi="Times New Roman" w:cs="Times New Roman"/>
          <w:sz w:val="28"/>
          <w:szCs w:val="28"/>
        </w:rPr>
        <w:t>%;</w:t>
      </w:r>
    </w:p>
    <w:p w:rsidR="00D31E52" w:rsidRPr="005435F9" w:rsidRDefault="00DE6197" w:rsidP="00F9639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   </w:t>
      </w:r>
      <w:r w:rsidR="00D31E52" w:rsidRPr="005435F9">
        <w:rPr>
          <w:rFonts w:ascii="Times New Roman" w:hAnsi="Times New Roman" w:cs="Times New Roman"/>
          <w:sz w:val="28"/>
          <w:szCs w:val="28"/>
        </w:rPr>
        <w:t xml:space="preserve">- «Энергосбережение и повышение энергетической эффективности» - </w:t>
      </w:r>
      <w:r w:rsidR="00C25D19" w:rsidRPr="005435F9">
        <w:rPr>
          <w:rFonts w:ascii="Times New Roman" w:hAnsi="Times New Roman" w:cs="Times New Roman"/>
          <w:sz w:val="28"/>
          <w:szCs w:val="28"/>
        </w:rPr>
        <w:t>0</w:t>
      </w:r>
      <w:r w:rsidR="00D31E52" w:rsidRPr="005435F9">
        <w:rPr>
          <w:rFonts w:ascii="Times New Roman" w:hAnsi="Times New Roman" w:cs="Times New Roman"/>
          <w:sz w:val="28"/>
          <w:szCs w:val="28"/>
        </w:rPr>
        <w:t xml:space="preserve"> %</w:t>
      </w:r>
      <w:r w:rsidR="00C25D19" w:rsidRPr="005435F9">
        <w:rPr>
          <w:rFonts w:ascii="Times New Roman" w:hAnsi="Times New Roman" w:cs="Times New Roman"/>
          <w:sz w:val="28"/>
          <w:szCs w:val="28"/>
        </w:rPr>
        <w:t>;</w:t>
      </w:r>
    </w:p>
    <w:p w:rsidR="00F9639D" w:rsidRPr="005435F9" w:rsidRDefault="00F9639D" w:rsidP="00F9639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   - «Муниципальное управление» - 43 %</w:t>
      </w:r>
    </w:p>
    <w:p w:rsidR="00C25D19" w:rsidRPr="005435F9" w:rsidRDefault="00DE6197" w:rsidP="00F9639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   </w:t>
      </w:r>
      <w:r w:rsidR="00C25D19" w:rsidRPr="005435F9">
        <w:rPr>
          <w:rFonts w:ascii="Times New Roman" w:hAnsi="Times New Roman" w:cs="Times New Roman"/>
          <w:sz w:val="28"/>
          <w:szCs w:val="28"/>
        </w:rPr>
        <w:t xml:space="preserve">- «Управление муниципальными финансами» - </w:t>
      </w:r>
      <w:r w:rsidR="003E41CB" w:rsidRPr="005435F9">
        <w:rPr>
          <w:rFonts w:ascii="Times New Roman" w:hAnsi="Times New Roman" w:cs="Times New Roman"/>
          <w:sz w:val="28"/>
          <w:szCs w:val="28"/>
        </w:rPr>
        <w:t>3</w:t>
      </w:r>
      <w:r w:rsidR="00F9639D" w:rsidRPr="005435F9">
        <w:rPr>
          <w:rFonts w:ascii="Times New Roman" w:hAnsi="Times New Roman" w:cs="Times New Roman"/>
          <w:sz w:val="28"/>
          <w:szCs w:val="28"/>
        </w:rPr>
        <w:t>3</w:t>
      </w:r>
      <w:r w:rsidR="00C25D19" w:rsidRPr="005435F9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C25D19" w:rsidRPr="005435F9" w:rsidRDefault="00DE6197" w:rsidP="00F9639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   </w:t>
      </w:r>
      <w:r w:rsidR="00C25D19" w:rsidRPr="005435F9">
        <w:rPr>
          <w:rFonts w:ascii="Times New Roman" w:hAnsi="Times New Roman" w:cs="Times New Roman"/>
          <w:sz w:val="28"/>
          <w:szCs w:val="28"/>
        </w:rPr>
        <w:t>- «Управление муниципальным имуществом и земельными ресурсами»-</w:t>
      </w:r>
      <w:r w:rsidR="00797D3E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F9639D" w:rsidRPr="005435F9">
        <w:rPr>
          <w:rFonts w:ascii="Times New Roman" w:hAnsi="Times New Roman" w:cs="Times New Roman"/>
          <w:sz w:val="28"/>
          <w:szCs w:val="28"/>
        </w:rPr>
        <w:t>24 %;</w:t>
      </w:r>
    </w:p>
    <w:p w:rsidR="00F9639D" w:rsidRPr="005435F9" w:rsidRDefault="00F9639D" w:rsidP="00F9639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   - «Создание условий для развития туризма» - 43 %.</w:t>
      </w:r>
    </w:p>
    <w:p w:rsidR="00D31E52" w:rsidRPr="005435F9" w:rsidRDefault="00D31E52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Удельный вес расходов, формируемых программно-целевым методом, составляет по итогам </w:t>
      </w:r>
      <w:r w:rsidR="003E41CB" w:rsidRPr="005435F9">
        <w:rPr>
          <w:rFonts w:ascii="Times New Roman" w:hAnsi="Times New Roman" w:cs="Times New Roman"/>
          <w:sz w:val="28"/>
          <w:szCs w:val="28"/>
        </w:rPr>
        <w:t>1 полугодия</w:t>
      </w:r>
      <w:r w:rsidRPr="005435F9">
        <w:rPr>
          <w:rFonts w:ascii="Times New Roman" w:hAnsi="Times New Roman" w:cs="Times New Roman"/>
          <w:sz w:val="28"/>
          <w:szCs w:val="28"/>
        </w:rPr>
        <w:t xml:space="preserve">  - </w:t>
      </w:r>
      <w:r w:rsidR="00F9639D" w:rsidRPr="005435F9">
        <w:rPr>
          <w:rFonts w:ascii="Times New Roman" w:hAnsi="Times New Roman" w:cs="Times New Roman"/>
          <w:sz w:val="28"/>
          <w:szCs w:val="28"/>
        </w:rPr>
        <w:t>98,7</w:t>
      </w:r>
      <w:r w:rsidRPr="005435F9">
        <w:rPr>
          <w:rFonts w:ascii="Times New Roman" w:hAnsi="Times New Roman" w:cs="Times New Roman"/>
          <w:sz w:val="28"/>
          <w:szCs w:val="28"/>
        </w:rPr>
        <w:t xml:space="preserve"> %, при планируемых значениях % должен составлять не менее 95 %.</w:t>
      </w:r>
    </w:p>
    <w:p w:rsidR="007A3BE0" w:rsidRPr="005435F9" w:rsidRDefault="007A3BE0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1E52" w:rsidRPr="00E927E4" w:rsidRDefault="00856329" w:rsidP="00D31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7E4">
        <w:rPr>
          <w:rFonts w:ascii="Times New Roman" w:hAnsi="Times New Roman" w:cs="Times New Roman"/>
          <w:sz w:val="28"/>
          <w:szCs w:val="28"/>
        </w:rPr>
        <w:t>Расходы по публичным нормативным</w:t>
      </w:r>
      <w:r w:rsidR="00D31E52" w:rsidRPr="00E927E4">
        <w:rPr>
          <w:rFonts w:ascii="Times New Roman" w:hAnsi="Times New Roman" w:cs="Times New Roman"/>
          <w:sz w:val="28"/>
          <w:szCs w:val="28"/>
        </w:rPr>
        <w:t xml:space="preserve"> обязательства</w:t>
      </w:r>
      <w:r w:rsidRPr="00E927E4">
        <w:rPr>
          <w:rFonts w:ascii="Times New Roman" w:hAnsi="Times New Roman" w:cs="Times New Roman"/>
          <w:sz w:val="28"/>
          <w:szCs w:val="28"/>
        </w:rPr>
        <w:t>м</w:t>
      </w:r>
      <w:r w:rsidR="00D31E52" w:rsidRPr="00E927E4">
        <w:rPr>
          <w:rFonts w:ascii="Times New Roman" w:hAnsi="Times New Roman" w:cs="Times New Roman"/>
          <w:sz w:val="28"/>
          <w:szCs w:val="28"/>
        </w:rPr>
        <w:t xml:space="preserve"> </w:t>
      </w:r>
      <w:r w:rsidRPr="00E927E4">
        <w:rPr>
          <w:rFonts w:ascii="Times New Roman" w:hAnsi="Times New Roman" w:cs="Times New Roman"/>
          <w:sz w:val="28"/>
          <w:szCs w:val="28"/>
        </w:rPr>
        <w:t>исполнены в следующих размерах</w:t>
      </w:r>
      <w:r w:rsidR="00D31E52" w:rsidRPr="00E927E4">
        <w:rPr>
          <w:rFonts w:ascii="Times New Roman" w:hAnsi="Times New Roman" w:cs="Times New Roman"/>
          <w:sz w:val="28"/>
          <w:szCs w:val="28"/>
        </w:rPr>
        <w:t>:</w:t>
      </w:r>
    </w:p>
    <w:p w:rsidR="00D31E52" w:rsidRPr="00E927E4" w:rsidRDefault="00D31E52" w:rsidP="00D31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7E4">
        <w:rPr>
          <w:rFonts w:ascii="Times New Roman" w:hAnsi="Times New Roman" w:cs="Times New Roman"/>
          <w:sz w:val="28"/>
          <w:szCs w:val="28"/>
        </w:rPr>
        <w:t>- доплаты к пенсиям муниципальных служащих</w:t>
      </w:r>
      <w:r w:rsidR="00C25D19" w:rsidRPr="00E927E4">
        <w:rPr>
          <w:rFonts w:ascii="Times New Roman" w:hAnsi="Times New Roman" w:cs="Times New Roman"/>
          <w:sz w:val="28"/>
          <w:szCs w:val="28"/>
        </w:rPr>
        <w:t xml:space="preserve"> – </w:t>
      </w:r>
      <w:r w:rsidR="00E927E4">
        <w:rPr>
          <w:rFonts w:ascii="Times New Roman" w:hAnsi="Times New Roman" w:cs="Times New Roman"/>
          <w:sz w:val="28"/>
          <w:szCs w:val="28"/>
        </w:rPr>
        <w:t>51</w:t>
      </w:r>
      <w:r w:rsidR="00856329" w:rsidRPr="00E927E4">
        <w:rPr>
          <w:rFonts w:ascii="Times New Roman" w:hAnsi="Times New Roman" w:cs="Times New Roman"/>
          <w:sz w:val="28"/>
          <w:szCs w:val="28"/>
        </w:rPr>
        <w:t xml:space="preserve"> %</w:t>
      </w:r>
      <w:r w:rsidRPr="00E927E4">
        <w:rPr>
          <w:rFonts w:ascii="Times New Roman" w:hAnsi="Times New Roman" w:cs="Times New Roman"/>
          <w:sz w:val="28"/>
          <w:szCs w:val="28"/>
        </w:rPr>
        <w:t>;</w:t>
      </w:r>
    </w:p>
    <w:p w:rsidR="00D31E52" w:rsidRPr="00E927E4" w:rsidRDefault="00D31E52" w:rsidP="00D31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7E4">
        <w:rPr>
          <w:rFonts w:ascii="Times New Roman" w:hAnsi="Times New Roman" w:cs="Times New Roman"/>
          <w:sz w:val="28"/>
          <w:szCs w:val="28"/>
        </w:rPr>
        <w:t>- льготы почетным гражданам Сарапульского района</w:t>
      </w:r>
      <w:r w:rsidR="00856329" w:rsidRPr="00E927E4">
        <w:rPr>
          <w:rFonts w:ascii="Times New Roman" w:hAnsi="Times New Roman" w:cs="Times New Roman"/>
          <w:sz w:val="28"/>
          <w:szCs w:val="28"/>
        </w:rPr>
        <w:t xml:space="preserve"> – </w:t>
      </w:r>
      <w:r w:rsidR="00E927E4">
        <w:rPr>
          <w:rFonts w:ascii="Times New Roman" w:hAnsi="Times New Roman" w:cs="Times New Roman"/>
          <w:sz w:val="28"/>
          <w:szCs w:val="28"/>
        </w:rPr>
        <w:t>50</w:t>
      </w:r>
      <w:r w:rsidR="00856329" w:rsidRPr="00E927E4">
        <w:rPr>
          <w:rFonts w:ascii="Times New Roman" w:hAnsi="Times New Roman" w:cs="Times New Roman"/>
          <w:sz w:val="28"/>
          <w:szCs w:val="28"/>
        </w:rPr>
        <w:t xml:space="preserve"> %</w:t>
      </w:r>
      <w:r w:rsidRPr="00E927E4">
        <w:rPr>
          <w:rFonts w:ascii="Times New Roman" w:hAnsi="Times New Roman" w:cs="Times New Roman"/>
          <w:sz w:val="28"/>
          <w:szCs w:val="28"/>
        </w:rPr>
        <w:t>;</w:t>
      </w:r>
    </w:p>
    <w:p w:rsidR="00D31E52" w:rsidRPr="00E927E4" w:rsidRDefault="00D31E52" w:rsidP="00D31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7E4">
        <w:rPr>
          <w:rFonts w:ascii="Times New Roman" w:hAnsi="Times New Roman" w:cs="Times New Roman"/>
          <w:sz w:val="28"/>
          <w:szCs w:val="28"/>
        </w:rPr>
        <w:t>- денежные выплаты семьям опекунов</w:t>
      </w:r>
      <w:r w:rsidR="00856329" w:rsidRPr="00E927E4">
        <w:rPr>
          <w:rFonts w:ascii="Times New Roman" w:hAnsi="Times New Roman" w:cs="Times New Roman"/>
          <w:sz w:val="28"/>
          <w:szCs w:val="28"/>
        </w:rPr>
        <w:t xml:space="preserve"> – </w:t>
      </w:r>
      <w:r w:rsidR="003E41CB" w:rsidRPr="00E927E4">
        <w:rPr>
          <w:rFonts w:ascii="Times New Roman" w:hAnsi="Times New Roman" w:cs="Times New Roman"/>
          <w:sz w:val="28"/>
          <w:szCs w:val="28"/>
        </w:rPr>
        <w:t>4</w:t>
      </w:r>
      <w:r w:rsidR="00E927E4">
        <w:rPr>
          <w:rFonts w:ascii="Times New Roman" w:hAnsi="Times New Roman" w:cs="Times New Roman"/>
          <w:sz w:val="28"/>
          <w:szCs w:val="28"/>
        </w:rPr>
        <w:t>9</w:t>
      </w:r>
      <w:r w:rsidR="00856329" w:rsidRPr="00E927E4">
        <w:rPr>
          <w:rFonts w:ascii="Times New Roman" w:hAnsi="Times New Roman" w:cs="Times New Roman"/>
          <w:sz w:val="28"/>
          <w:szCs w:val="28"/>
        </w:rPr>
        <w:t xml:space="preserve"> %</w:t>
      </w:r>
      <w:r w:rsidRPr="00E927E4">
        <w:rPr>
          <w:rFonts w:ascii="Times New Roman" w:hAnsi="Times New Roman" w:cs="Times New Roman"/>
          <w:sz w:val="28"/>
          <w:szCs w:val="28"/>
        </w:rPr>
        <w:t>;</w:t>
      </w:r>
    </w:p>
    <w:p w:rsidR="00D31E52" w:rsidRPr="005435F9" w:rsidRDefault="00D31E52" w:rsidP="00D31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7E4">
        <w:rPr>
          <w:rFonts w:ascii="Times New Roman" w:hAnsi="Times New Roman" w:cs="Times New Roman"/>
          <w:sz w:val="28"/>
          <w:szCs w:val="28"/>
        </w:rPr>
        <w:t>- материальное обеспечение приемной семьи</w:t>
      </w:r>
      <w:r w:rsidR="00856329" w:rsidRPr="00E927E4">
        <w:rPr>
          <w:rFonts w:ascii="Times New Roman" w:hAnsi="Times New Roman" w:cs="Times New Roman"/>
          <w:sz w:val="28"/>
          <w:szCs w:val="28"/>
        </w:rPr>
        <w:t xml:space="preserve"> – </w:t>
      </w:r>
      <w:r w:rsidR="00E927E4">
        <w:rPr>
          <w:rFonts w:ascii="Times New Roman" w:hAnsi="Times New Roman" w:cs="Times New Roman"/>
          <w:sz w:val="28"/>
          <w:szCs w:val="28"/>
        </w:rPr>
        <w:t>49</w:t>
      </w:r>
      <w:r w:rsidR="00856329" w:rsidRPr="00E927E4">
        <w:rPr>
          <w:rFonts w:ascii="Times New Roman" w:hAnsi="Times New Roman" w:cs="Times New Roman"/>
          <w:sz w:val="28"/>
          <w:szCs w:val="28"/>
        </w:rPr>
        <w:t xml:space="preserve"> %</w:t>
      </w:r>
      <w:r w:rsidR="00984481" w:rsidRPr="00E927E4">
        <w:rPr>
          <w:rFonts w:ascii="Times New Roman" w:hAnsi="Times New Roman" w:cs="Times New Roman"/>
          <w:sz w:val="28"/>
          <w:szCs w:val="28"/>
        </w:rPr>
        <w:t>.</w:t>
      </w:r>
    </w:p>
    <w:p w:rsidR="00D31E52" w:rsidRPr="005435F9" w:rsidRDefault="00984481" w:rsidP="00D31E52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Вышеуказанные расходы </w:t>
      </w:r>
      <w:r w:rsidR="00751AA1" w:rsidRPr="005435F9">
        <w:rPr>
          <w:rFonts w:ascii="Times New Roman" w:hAnsi="Times New Roman" w:cs="Times New Roman"/>
          <w:sz w:val="28"/>
          <w:szCs w:val="28"/>
        </w:rPr>
        <w:t>о</w:t>
      </w:r>
      <w:r w:rsidR="00D31E52" w:rsidRPr="005435F9">
        <w:rPr>
          <w:rFonts w:ascii="Times New Roman" w:hAnsi="Times New Roman" w:cs="Times New Roman"/>
          <w:sz w:val="28"/>
          <w:szCs w:val="28"/>
        </w:rPr>
        <w:t xml:space="preserve">своены </w:t>
      </w:r>
      <w:r w:rsidR="00751AA1" w:rsidRPr="005435F9">
        <w:rPr>
          <w:rFonts w:ascii="Times New Roman" w:hAnsi="Times New Roman" w:cs="Times New Roman"/>
          <w:sz w:val="28"/>
          <w:szCs w:val="28"/>
        </w:rPr>
        <w:t>в пределах фактической потребности. Задолженности перед физическими лицами нет.</w:t>
      </w:r>
    </w:p>
    <w:p w:rsidR="00751AA1" w:rsidRPr="005435F9" w:rsidRDefault="00751AA1" w:rsidP="00D31E52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5094" w:rsidRPr="005435F9" w:rsidRDefault="00B25094" w:rsidP="00D31E52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97D3E" w:rsidRPr="005435F9" w:rsidRDefault="00797D3E" w:rsidP="00D31E52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97D3E" w:rsidRPr="005435F9" w:rsidRDefault="00797D3E" w:rsidP="00D31E52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258D2" w:rsidRPr="005435F9" w:rsidRDefault="00B8330A" w:rsidP="00D31E52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5F9">
        <w:rPr>
          <w:rFonts w:ascii="Times New Roman" w:hAnsi="Times New Roman" w:cs="Times New Roman"/>
          <w:b/>
          <w:sz w:val="28"/>
          <w:szCs w:val="28"/>
        </w:rPr>
        <w:t>Н</w:t>
      </w:r>
      <w:r w:rsidR="00797D3E" w:rsidRPr="005435F9">
        <w:rPr>
          <w:rFonts w:ascii="Times New Roman" w:hAnsi="Times New Roman" w:cs="Times New Roman"/>
          <w:b/>
          <w:sz w:val="28"/>
          <w:szCs w:val="28"/>
        </w:rPr>
        <w:t xml:space="preserve">ачальник </w:t>
      </w:r>
      <w:r w:rsidR="0052289D" w:rsidRPr="005435F9">
        <w:rPr>
          <w:rFonts w:ascii="Times New Roman" w:hAnsi="Times New Roman" w:cs="Times New Roman"/>
          <w:b/>
          <w:sz w:val="28"/>
          <w:szCs w:val="28"/>
        </w:rPr>
        <w:t>Управления финансов</w:t>
      </w:r>
      <w:r w:rsidR="0052289D" w:rsidRPr="005435F9">
        <w:rPr>
          <w:rFonts w:ascii="Times New Roman" w:hAnsi="Times New Roman" w:cs="Times New Roman"/>
          <w:b/>
          <w:sz w:val="28"/>
          <w:szCs w:val="28"/>
        </w:rPr>
        <w:tab/>
      </w:r>
      <w:r w:rsidR="0052289D" w:rsidRPr="005435F9">
        <w:rPr>
          <w:rFonts w:ascii="Times New Roman" w:hAnsi="Times New Roman" w:cs="Times New Roman"/>
          <w:b/>
          <w:sz w:val="28"/>
          <w:szCs w:val="28"/>
        </w:rPr>
        <w:tab/>
      </w:r>
      <w:r w:rsidR="00B25094" w:rsidRPr="005435F9">
        <w:rPr>
          <w:rFonts w:ascii="Times New Roman" w:hAnsi="Times New Roman" w:cs="Times New Roman"/>
          <w:b/>
          <w:sz w:val="28"/>
          <w:szCs w:val="28"/>
        </w:rPr>
        <w:tab/>
      </w:r>
      <w:r w:rsidR="00B25094" w:rsidRPr="005435F9">
        <w:rPr>
          <w:rFonts w:ascii="Times New Roman" w:hAnsi="Times New Roman" w:cs="Times New Roman"/>
          <w:b/>
          <w:sz w:val="28"/>
          <w:szCs w:val="28"/>
        </w:rPr>
        <w:tab/>
      </w:r>
      <w:r w:rsidR="00797D3E" w:rsidRPr="005435F9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52289D" w:rsidRPr="005435F9">
        <w:rPr>
          <w:rFonts w:ascii="Times New Roman" w:hAnsi="Times New Roman" w:cs="Times New Roman"/>
          <w:b/>
          <w:sz w:val="28"/>
          <w:szCs w:val="28"/>
        </w:rPr>
        <w:tab/>
        <w:t>Т</w:t>
      </w:r>
      <w:r w:rsidR="00D258D2" w:rsidRPr="005435F9">
        <w:rPr>
          <w:rFonts w:ascii="Times New Roman" w:hAnsi="Times New Roman" w:cs="Times New Roman"/>
          <w:b/>
          <w:sz w:val="28"/>
          <w:szCs w:val="28"/>
        </w:rPr>
        <w:t>.</w:t>
      </w:r>
      <w:r w:rsidR="0052289D" w:rsidRPr="005435F9">
        <w:rPr>
          <w:rFonts w:ascii="Times New Roman" w:hAnsi="Times New Roman" w:cs="Times New Roman"/>
          <w:b/>
          <w:sz w:val="28"/>
          <w:szCs w:val="28"/>
        </w:rPr>
        <w:t>П</w:t>
      </w:r>
      <w:r w:rsidR="00D258D2" w:rsidRPr="005435F9">
        <w:rPr>
          <w:rFonts w:ascii="Times New Roman" w:hAnsi="Times New Roman" w:cs="Times New Roman"/>
          <w:b/>
          <w:sz w:val="28"/>
          <w:szCs w:val="28"/>
        </w:rPr>
        <w:t>.</w:t>
      </w:r>
      <w:r w:rsidR="00B25094" w:rsidRPr="005435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289D" w:rsidRPr="005435F9">
        <w:rPr>
          <w:rFonts w:ascii="Times New Roman" w:hAnsi="Times New Roman" w:cs="Times New Roman"/>
          <w:b/>
          <w:sz w:val="28"/>
          <w:szCs w:val="28"/>
        </w:rPr>
        <w:t>Зеленина</w:t>
      </w:r>
    </w:p>
    <w:sectPr w:rsidR="00D258D2" w:rsidRPr="005435F9" w:rsidSect="005435F9">
      <w:pgSz w:w="11906" w:h="16838"/>
      <w:pgMar w:top="851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sz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sz w:val="20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085"/>
    <w:rsid w:val="00035E08"/>
    <w:rsid w:val="00037C24"/>
    <w:rsid w:val="00051CD5"/>
    <w:rsid w:val="000639EB"/>
    <w:rsid w:val="000673CC"/>
    <w:rsid w:val="0006770A"/>
    <w:rsid w:val="00070660"/>
    <w:rsid w:val="000739B6"/>
    <w:rsid w:val="000828E5"/>
    <w:rsid w:val="00085472"/>
    <w:rsid w:val="000A1FCD"/>
    <w:rsid w:val="000B40D6"/>
    <w:rsid w:val="000D7DDF"/>
    <w:rsid w:val="00100E94"/>
    <w:rsid w:val="00106DD1"/>
    <w:rsid w:val="00107650"/>
    <w:rsid w:val="00112138"/>
    <w:rsid w:val="00117099"/>
    <w:rsid w:val="001227A2"/>
    <w:rsid w:val="00127060"/>
    <w:rsid w:val="00147494"/>
    <w:rsid w:val="00162085"/>
    <w:rsid w:val="0017671B"/>
    <w:rsid w:val="001829DE"/>
    <w:rsid w:val="001A141D"/>
    <w:rsid w:val="001A69E0"/>
    <w:rsid w:val="001B3CC5"/>
    <w:rsid w:val="001C2976"/>
    <w:rsid w:val="001D0CDC"/>
    <w:rsid w:val="001D7D28"/>
    <w:rsid w:val="001E2EE4"/>
    <w:rsid w:val="002051EF"/>
    <w:rsid w:val="00216C3C"/>
    <w:rsid w:val="00240C89"/>
    <w:rsid w:val="00242923"/>
    <w:rsid w:val="002507A8"/>
    <w:rsid w:val="00260D5A"/>
    <w:rsid w:val="002733F3"/>
    <w:rsid w:val="00277C23"/>
    <w:rsid w:val="0028113E"/>
    <w:rsid w:val="002A2E84"/>
    <w:rsid w:val="002A3940"/>
    <w:rsid w:val="002A4033"/>
    <w:rsid w:val="002A5490"/>
    <w:rsid w:val="002A6219"/>
    <w:rsid w:val="002B6927"/>
    <w:rsid w:val="002D12A9"/>
    <w:rsid w:val="00302C20"/>
    <w:rsid w:val="003168E8"/>
    <w:rsid w:val="00327339"/>
    <w:rsid w:val="00344808"/>
    <w:rsid w:val="00386210"/>
    <w:rsid w:val="003879D8"/>
    <w:rsid w:val="003A3DDC"/>
    <w:rsid w:val="003D0D40"/>
    <w:rsid w:val="003D12E8"/>
    <w:rsid w:val="003D3D8E"/>
    <w:rsid w:val="003D4903"/>
    <w:rsid w:val="003E41CB"/>
    <w:rsid w:val="003E7C1C"/>
    <w:rsid w:val="00431E8C"/>
    <w:rsid w:val="0043367C"/>
    <w:rsid w:val="004336B0"/>
    <w:rsid w:val="0043405D"/>
    <w:rsid w:val="004438CE"/>
    <w:rsid w:val="00465E70"/>
    <w:rsid w:val="00487239"/>
    <w:rsid w:val="004A2483"/>
    <w:rsid w:val="004A7D70"/>
    <w:rsid w:val="004B5433"/>
    <w:rsid w:val="004C12BA"/>
    <w:rsid w:val="004C689B"/>
    <w:rsid w:val="004E0FFD"/>
    <w:rsid w:val="005123C4"/>
    <w:rsid w:val="00512EA3"/>
    <w:rsid w:val="0052289D"/>
    <w:rsid w:val="005314E6"/>
    <w:rsid w:val="00532A1F"/>
    <w:rsid w:val="005347E9"/>
    <w:rsid w:val="00535252"/>
    <w:rsid w:val="005435F9"/>
    <w:rsid w:val="00556E52"/>
    <w:rsid w:val="00562ADC"/>
    <w:rsid w:val="005634E2"/>
    <w:rsid w:val="00567C05"/>
    <w:rsid w:val="005734E1"/>
    <w:rsid w:val="0057599E"/>
    <w:rsid w:val="005A5D59"/>
    <w:rsid w:val="005B6835"/>
    <w:rsid w:val="005C0576"/>
    <w:rsid w:val="005C6697"/>
    <w:rsid w:val="005C6936"/>
    <w:rsid w:val="005C7450"/>
    <w:rsid w:val="005D779C"/>
    <w:rsid w:val="005F3673"/>
    <w:rsid w:val="00624285"/>
    <w:rsid w:val="00625BD4"/>
    <w:rsid w:val="006321F8"/>
    <w:rsid w:val="00644641"/>
    <w:rsid w:val="00650EE2"/>
    <w:rsid w:val="00664F96"/>
    <w:rsid w:val="006717ED"/>
    <w:rsid w:val="00686A06"/>
    <w:rsid w:val="00687F95"/>
    <w:rsid w:val="006903BB"/>
    <w:rsid w:val="006A4036"/>
    <w:rsid w:val="006A6C67"/>
    <w:rsid w:val="006C3DD4"/>
    <w:rsid w:val="006D6539"/>
    <w:rsid w:val="006D690B"/>
    <w:rsid w:val="006F067F"/>
    <w:rsid w:val="00706A9F"/>
    <w:rsid w:val="00713490"/>
    <w:rsid w:val="00732A26"/>
    <w:rsid w:val="00736D2F"/>
    <w:rsid w:val="00740B84"/>
    <w:rsid w:val="0074228C"/>
    <w:rsid w:val="00751AA1"/>
    <w:rsid w:val="00757FB1"/>
    <w:rsid w:val="0077225F"/>
    <w:rsid w:val="00774610"/>
    <w:rsid w:val="00775C51"/>
    <w:rsid w:val="00797D3E"/>
    <w:rsid w:val="007A3BE0"/>
    <w:rsid w:val="007A6D6B"/>
    <w:rsid w:val="007B1097"/>
    <w:rsid w:val="007B1E84"/>
    <w:rsid w:val="007D54F2"/>
    <w:rsid w:val="007D7C11"/>
    <w:rsid w:val="007E36D8"/>
    <w:rsid w:val="007E73FF"/>
    <w:rsid w:val="00802192"/>
    <w:rsid w:val="0081145C"/>
    <w:rsid w:val="00820DE4"/>
    <w:rsid w:val="00835B10"/>
    <w:rsid w:val="008374E1"/>
    <w:rsid w:val="00844CF7"/>
    <w:rsid w:val="00846E47"/>
    <w:rsid w:val="00850594"/>
    <w:rsid w:val="0085341F"/>
    <w:rsid w:val="00856329"/>
    <w:rsid w:val="00861709"/>
    <w:rsid w:val="00866593"/>
    <w:rsid w:val="00867BEB"/>
    <w:rsid w:val="00872712"/>
    <w:rsid w:val="00880555"/>
    <w:rsid w:val="00884876"/>
    <w:rsid w:val="008859F3"/>
    <w:rsid w:val="008A4F61"/>
    <w:rsid w:val="008A707E"/>
    <w:rsid w:val="008C74D5"/>
    <w:rsid w:val="008D1A7F"/>
    <w:rsid w:val="008E4A17"/>
    <w:rsid w:val="0090786E"/>
    <w:rsid w:val="009112AF"/>
    <w:rsid w:val="0092183C"/>
    <w:rsid w:val="00936F17"/>
    <w:rsid w:val="00943F96"/>
    <w:rsid w:val="00946F51"/>
    <w:rsid w:val="0096597E"/>
    <w:rsid w:val="00984481"/>
    <w:rsid w:val="00987E7D"/>
    <w:rsid w:val="00993677"/>
    <w:rsid w:val="009B6CBE"/>
    <w:rsid w:val="009C7854"/>
    <w:rsid w:val="009D6AE5"/>
    <w:rsid w:val="009E5558"/>
    <w:rsid w:val="00A10A12"/>
    <w:rsid w:val="00A43A84"/>
    <w:rsid w:val="00A4688F"/>
    <w:rsid w:val="00A51F59"/>
    <w:rsid w:val="00A57115"/>
    <w:rsid w:val="00A60B10"/>
    <w:rsid w:val="00A655F6"/>
    <w:rsid w:val="00A91C88"/>
    <w:rsid w:val="00A93A62"/>
    <w:rsid w:val="00A94A10"/>
    <w:rsid w:val="00A96BEC"/>
    <w:rsid w:val="00AA1943"/>
    <w:rsid w:val="00AA28DA"/>
    <w:rsid w:val="00AC6401"/>
    <w:rsid w:val="00AC6AE0"/>
    <w:rsid w:val="00AD04F9"/>
    <w:rsid w:val="00AD169B"/>
    <w:rsid w:val="00AD7A30"/>
    <w:rsid w:val="00AE35CC"/>
    <w:rsid w:val="00AE72FB"/>
    <w:rsid w:val="00AF58BA"/>
    <w:rsid w:val="00B02AA8"/>
    <w:rsid w:val="00B14B01"/>
    <w:rsid w:val="00B25094"/>
    <w:rsid w:val="00B34201"/>
    <w:rsid w:val="00B40F00"/>
    <w:rsid w:val="00B67406"/>
    <w:rsid w:val="00B7013E"/>
    <w:rsid w:val="00B8330A"/>
    <w:rsid w:val="00B87991"/>
    <w:rsid w:val="00B9116D"/>
    <w:rsid w:val="00BA2B08"/>
    <w:rsid w:val="00BB6F2A"/>
    <w:rsid w:val="00BC6749"/>
    <w:rsid w:val="00BE7A0B"/>
    <w:rsid w:val="00C110CC"/>
    <w:rsid w:val="00C25D19"/>
    <w:rsid w:val="00C34359"/>
    <w:rsid w:val="00C47DA8"/>
    <w:rsid w:val="00C51B2A"/>
    <w:rsid w:val="00C5263F"/>
    <w:rsid w:val="00C609AE"/>
    <w:rsid w:val="00C62792"/>
    <w:rsid w:val="00C7141B"/>
    <w:rsid w:val="00C72FB7"/>
    <w:rsid w:val="00C8235D"/>
    <w:rsid w:val="00C83A4D"/>
    <w:rsid w:val="00C87344"/>
    <w:rsid w:val="00C975A7"/>
    <w:rsid w:val="00CA255F"/>
    <w:rsid w:val="00CA2F95"/>
    <w:rsid w:val="00CB7E6E"/>
    <w:rsid w:val="00CC5809"/>
    <w:rsid w:val="00CF1F63"/>
    <w:rsid w:val="00CF306C"/>
    <w:rsid w:val="00CF435C"/>
    <w:rsid w:val="00D03FA3"/>
    <w:rsid w:val="00D0710B"/>
    <w:rsid w:val="00D13C28"/>
    <w:rsid w:val="00D20932"/>
    <w:rsid w:val="00D20DE7"/>
    <w:rsid w:val="00D256E6"/>
    <w:rsid w:val="00D258D2"/>
    <w:rsid w:val="00D31E52"/>
    <w:rsid w:val="00D50516"/>
    <w:rsid w:val="00D71E9C"/>
    <w:rsid w:val="00D732EF"/>
    <w:rsid w:val="00D80F08"/>
    <w:rsid w:val="00D860BD"/>
    <w:rsid w:val="00D862D2"/>
    <w:rsid w:val="00D933BF"/>
    <w:rsid w:val="00DA5C2C"/>
    <w:rsid w:val="00DB1FCB"/>
    <w:rsid w:val="00DB7EF2"/>
    <w:rsid w:val="00DC15E0"/>
    <w:rsid w:val="00DC3451"/>
    <w:rsid w:val="00DC3E69"/>
    <w:rsid w:val="00DD05C9"/>
    <w:rsid w:val="00DD5BCB"/>
    <w:rsid w:val="00DE5210"/>
    <w:rsid w:val="00DE6197"/>
    <w:rsid w:val="00DF68B8"/>
    <w:rsid w:val="00DF7881"/>
    <w:rsid w:val="00E049C6"/>
    <w:rsid w:val="00E10C8F"/>
    <w:rsid w:val="00E12232"/>
    <w:rsid w:val="00E1721E"/>
    <w:rsid w:val="00E244BB"/>
    <w:rsid w:val="00E24E51"/>
    <w:rsid w:val="00E3430F"/>
    <w:rsid w:val="00E3676E"/>
    <w:rsid w:val="00E44850"/>
    <w:rsid w:val="00E46669"/>
    <w:rsid w:val="00E50DF7"/>
    <w:rsid w:val="00E51740"/>
    <w:rsid w:val="00E52421"/>
    <w:rsid w:val="00E55759"/>
    <w:rsid w:val="00E676E2"/>
    <w:rsid w:val="00E927E4"/>
    <w:rsid w:val="00EA6B88"/>
    <w:rsid w:val="00EB3295"/>
    <w:rsid w:val="00EB6AD5"/>
    <w:rsid w:val="00EC5D79"/>
    <w:rsid w:val="00EC5FCE"/>
    <w:rsid w:val="00EF7F7C"/>
    <w:rsid w:val="00F17062"/>
    <w:rsid w:val="00F469D7"/>
    <w:rsid w:val="00F63145"/>
    <w:rsid w:val="00F8708B"/>
    <w:rsid w:val="00F92BB7"/>
    <w:rsid w:val="00F9371E"/>
    <w:rsid w:val="00F9639D"/>
    <w:rsid w:val="00FA1436"/>
    <w:rsid w:val="00FA26EC"/>
    <w:rsid w:val="00FE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DC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1D0CDC"/>
    <w:pPr>
      <w:spacing w:after="120" w:line="240" w:lineRule="auto"/>
      <w:outlineLvl w:val="0"/>
    </w:pPr>
    <w:rPr>
      <w:rFonts w:ascii="Times New Roman" w:eastAsia="Times New Roman" w:hAnsi="Times New Roman" w:cs="Times New Roman"/>
      <w:b/>
      <w:smallCaps/>
      <w:sz w:val="28"/>
      <w:szCs w:val="20"/>
      <w:lang w:val="es-ES_tradnl"/>
    </w:rPr>
  </w:style>
  <w:style w:type="paragraph" w:styleId="2">
    <w:name w:val="heading 2"/>
    <w:basedOn w:val="a"/>
    <w:next w:val="a"/>
    <w:link w:val="20"/>
    <w:qFormat/>
    <w:rsid w:val="001D0CDC"/>
    <w:pPr>
      <w:spacing w:after="12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0"/>
    <w:link w:val="30"/>
    <w:qFormat/>
    <w:rsid w:val="001D0CDC"/>
    <w:pPr>
      <w:keepLines/>
      <w:spacing w:after="120" w:line="240" w:lineRule="auto"/>
      <w:outlineLvl w:val="2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4">
    <w:name w:val="heading 4"/>
    <w:basedOn w:val="a"/>
    <w:next w:val="a"/>
    <w:link w:val="40"/>
    <w:qFormat/>
    <w:rsid w:val="001D0CD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styleId="5">
    <w:name w:val="heading 5"/>
    <w:basedOn w:val="a"/>
    <w:next w:val="a"/>
    <w:link w:val="50"/>
    <w:qFormat/>
    <w:rsid w:val="001D0CDC"/>
    <w:pPr>
      <w:spacing w:after="120" w:line="240" w:lineRule="auto"/>
      <w:outlineLvl w:val="4"/>
    </w:pPr>
    <w:rPr>
      <w:rFonts w:ascii="Times New Roman" w:eastAsia="Times New Roman" w:hAnsi="Times New Roman" w:cs="Times New Roman"/>
      <w:bCs/>
      <w:i/>
      <w:sz w:val="24"/>
      <w:szCs w:val="24"/>
      <w:u w:val="double"/>
    </w:rPr>
  </w:style>
  <w:style w:type="paragraph" w:styleId="6">
    <w:name w:val="heading 6"/>
    <w:basedOn w:val="a"/>
    <w:next w:val="a"/>
    <w:link w:val="60"/>
    <w:qFormat/>
    <w:rsid w:val="001D0CDC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7">
    <w:name w:val="heading 7"/>
    <w:basedOn w:val="a"/>
    <w:next w:val="a"/>
    <w:link w:val="70"/>
    <w:qFormat/>
    <w:rsid w:val="001D0CD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styleId="8">
    <w:name w:val="heading 8"/>
    <w:basedOn w:val="a"/>
    <w:next w:val="a"/>
    <w:link w:val="80"/>
    <w:qFormat/>
    <w:rsid w:val="001D0CDC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1D0CDC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D0CDC"/>
    <w:rPr>
      <w:b/>
      <w:smallCaps/>
      <w:sz w:val="28"/>
      <w:lang w:val="es-ES_tradnl" w:eastAsia="ar-SA"/>
    </w:rPr>
  </w:style>
  <w:style w:type="character" w:customStyle="1" w:styleId="20">
    <w:name w:val="Заголовок 2 Знак"/>
    <w:basedOn w:val="a1"/>
    <w:link w:val="2"/>
    <w:rsid w:val="001D0CDC"/>
    <w:rPr>
      <w:b/>
      <w:sz w:val="24"/>
      <w:lang w:eastAsia="ar-SA"/>
    </w:rPr>
  </w:style>
  <w:style w:type="character" w:customStyle="1" w:styleId="30">
    <w:name w:val="Заголовок 3 Знак"/>
    <w:basedOn w:val="a1"/>
    <w:link w:val="3"/>
    <w:rsid w:val="001D0CDC"/>
    <w:rPr>
      <w:b/>
      <w:i/>
      <w:sz w:val="24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1D0CD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1D0CDC"/>
    <w:rPr>
      <w:rFonts w:ascii="Calibri" w:eastAsia="Calibri" w:hAnsi="Calibri" w:cs="Calibri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1D0CDC"/>
    <w:rPr>
      <w:b/>
      <w:bCs/>
      <w:i/>
      <w:iCs/>
      <w:szCs w:val="24"/>
      <w:lang w:eastAsia="ar-SA"/>
    </w:rPr>
  </w:style>
  <w:style w:type="character" w:customStyle="1" w:styleId="50">
    <w:name w:val="Заголовок 5 Знак"/>
    <w:basedOn w:val="a1"/>
    <w:link w:val="5"/>
    <w:rsid w:val="001D0CDC"/>
    <w:rPr>
      <w:bCs/>
      <w:i/>
      <w:sz w:val="24"/>
      <w:szCs w:val="24"/>
      <w:u w:val="double"/>
      <w:lang w:eastAsia="ar-SA"/>
    </w:rPr>
  </w:style>
  <w:style w:type="character" w:customStyle="1" w:styleId="60">
    <w:name w:val="Заголовок 6 Знак"/>
    <w:basedOn w:val="a1"/>
    <w:link w:val="6"/>
    <w:rsid w:val="001D0CDC"/>
    <w:rPr>
      <w:b/>
      <w:bCs/>
      <w:szCs w:val="24"/>
      <w:lang w:eastAsia="ar-SA"/>
    </w:rPr>
  </w:style>
  <w:style w:type="character" w:customStyle="1" w:styleId="70">
    <w:name w:val="Заголовок 7 Знак"/>
    <w:basedOn w:val="a1"/>
    <w:link w:val="7"/>
    <w:rsid w:val="001D0CDC"/>
    <w:rPr>
      <w:b/>
      <w:bCs/>
      <w:i/>
      <w:iCs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1D0CDC"/>
    <w:rPr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1D0CDC"/>
    <w:rPr>
      <w:i/>
      <w:iCs/>
      <w:sz w:val="24"/>
      <w:szCs w:val="24"/>
      <w:lang w:eastAsia="ar-SA"/>
    </w:rPr>
  </w:style>
  <w:style w:type="paragraph" w:styleId="a5">
    <w:name w:val="Title"/>
    <w:basedOn w:val="a"/>
    <w:next w:val="a"/>
    <w:link w:val="a6"/>
    <w:qFormat/>
    <w:rsid w:val="001D0CDC"/>
    <w:pPr>
      <w:spacing w:after="0" w:line="240" w:lineRule="auto"/>
    </w:pPr>
    <w:rPr>
      <w:rFonts w:ascii="Times New Roman" w:eastAsia="Times New Roman" w:hAnsi="Times New Roman" w:cs="Times New Roman"/>
      <w:color w:val="000000"/>
      <w:sz w:val="72"/>
      <w:szCs w:val="24"/>
    </w:rPr>
  </w:style>
  <w:style w:type="character" w:customStyle="1" w:styleId="a6">
    <w:name w:val="Название Знак"/>
    <w:basedOn w:val="a1"/>
    <w:link w:val="a5"/>
    <w:rsid w:val="001D0CDC"/>
    <w:rPr>
      <w:color w:val="000000"/>
      <w:sz w:val="72"/>
      <w:szCs w:val="24"/>
      <w:lang w:eastAsia="ar-SA"/>
    </w:rPr>
  </w:style>
  <w:style w:type="paragraph" w:styleId="a7">
    <w:name w:val="Subtitle"/>
    <w:basedOn w:val="a"/>
    <w:next w:val="a0"/>
    <w:link w:val="a8"/>
    <w:qFormat/>
    <w:rsid w:val="001D0CDC"/>
    <w:pPr>
      <w:spacing w:after="0" w:line="240" w:lineRule="auto"/>
    </w:pPr>
    <w:rPr>
      <w:rFonts w:ascii="Times New Roman" w:eastAsiaTheme="majorEastAsia" w:hAnsi="Times New Roman" w:cstheme="majorBidi"/>
      <w:sz w:val="28"/>
      <w:szCs w:val="20"/>
    </w:rPr>
  </w:style>
  <w:style w:type="character" w:customStyle="1" w:styleId="a8">
    <w:name w:val="Подзаголовок Знак"/>
    <w:basedOn w:val="a1"/>
    <w:link w:val="a7"/>
    <w:rsid w:val="001D0CDC"/>
    <w:rPr>
      <w:rFonts w:eastAsiaTheme="majorEastAsia" w:cstheme="majorBidi"/>
      <w:sz w:val="28"/>
      <w:lang w:eastAsia="ar-SA"/>
    </w:rPr>
  </w:style>
  <w:style w:type="character" w:styleId="a9">
    <w:name w:val="Strong"/>
    <w:qFormat/>
    <w:rsid w:val="001D0CDC"/>
    <w:rPr>
      <w:b/>
      <w:bCs/>
    </w:rPr>
  </w:style>
  <w:style w:type="paragraph" w:styleId="aa">
    <w:name w:val="No Spacing"/>
    <w:qFormat/>
    <w:rsid w:val="001D0CDC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b">
    <w:name w:val="List Paragraph"/>
    <w:basedOn w:val="a"/>
    <w:qFormat/>
    <w:rsid w:val="001D0CDC"/>
    <w:pPr>
      <w:widowControl w:val="0"/>
      <w:autoSpaceDE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A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7A3BE0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DC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1D0CDC"/>
    <w:pPr>
      <w:spacing w:after="120" w:line="240" w:lineRule="auto"/>
      <w:outlineLvl w:val="0"/>
    </w:pPr>
    <w:rPr>
      <w:rFonts w:ascii="Times New Roman" w:eastAsia="Times New Roman" w:hAnsi="Times New Roman" w:cs="Times New Roman"/>
      <w:b/>
      <w:smallCaps/>
      <w:sz w:val="28"/>
      <w:szCs w:val="20"/>
      <w:lang w:val="es-ES_tradnl"/>
    </w:rPr>
  </w:style>
  <w:style w:type="paragraph" w:styleId="2">
    <w:name w:val="heading 2"/>
    <w:basedOn w:val="a"/>
    <w:next w:val="a"/>
    <w:link w:val="20"/>
    <w:qFormat/>
    <w:rsid w:val="001D0CDC"/>
    <w:pPr>
      <w:spacing w:after="12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0"/>
    <w:link w:val="30"/>
    <w:qFormat/>
    <w:rsid w:val="001D0CDC"/>
    <w:pPr>
      <w:keepLines/>
      <w:spacing w:after="120" w:line="240" w:lineRule="auto"/>
      <w:outlineLvl w:val="2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4">
    <w:name w:val="heading 4"/>
    <w:basedOn w:val="a"/>
    <w:next w:val="a"/>
    <w:link w:val="40"/>
    <w:qFormat/>
    <w:rsid w:val="001D0CD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styleId="5">
    <w:name w:val="heading 5"/>
    <w:basedOn w:val="a"/>
    <w:next w:val="a"/>
    <w:link w:val="50"/>
    <w:qFormat/>
    <w:rsid w:val="001D0CDC"/>
    <w:pPr>
      <w:spacing w:after="120" w:line="240" w:lineRule="auto"/>
      <w:outlineLvl w:val="4"/>
    </w:pPr>
    <w:rPr>
      <w:rFonts w:ascii="Times New Roman" w:eastAsia="Times New Roman" w:hAnsi="Times New Roman" w:cs="Times New Roman"/>
      <w:bCs/>
      <w:i/>
      <w:sz w:val="24"/>
      <w:szCs w:val="24"/>
      <w:u w:val="double"/>
    </w:rPr>
  </w:style>
  <w:style w:type="paragraph" w:styleId="6">
    <w:name w:val="heading 6"/>
    <w:basedOn w:val="a"/>
    <w:next w:val="a"/>
    <w:link w:val="60"/>
    <w:qFormat/>
    <w:rsid w:val="001D0CDC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7">
    <w:name w:val="heading 7"/>
    <w:basedOn w:val="a"/>
    <w:next w:val="a"/>
    <w:link w:val="70"/>
    <w:qFormat/>
    <w:rsid w:val="001D0CD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styleId="8">
    <w:name w:val="heading 8"/>
    <w:basedOn w:val="a"/>
    <w:next w:val="a"/>
    <w:link w:val="80"/>
    <w:qFormat/>
    <w:rsid w:val="001D0CDC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1D0CDC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D0CDC"/>
    <w:rPr>
      <w:b/>
      <w:smallCaps/>
      <w:sz w:val="28"/>
      <w:lang w:val="es-ES_tradnl" w:eastAsia="ar-SA"/>
    </w:rPr>
  </w:style>
  <w:style w:type="character" w:customStyle="1" w:styleId="20">
    <w:name w:val="Заголовок 2 Знак"/>
    <w:basedOn w:val="a1"/>
    <w:link w:val="2"/>
    <w:rsid w:val="001D0CDC"/>
    <w:rPr>
      <w:b/>
      <w:sz w:val="24"/>
      <w:lang w:eastAsia="ar-SA"/>
    </w:rPr>
  </w:style>
  <w:style w:type="character" w:customStyle="1" w:styleId="30">
    <w:name w:val="Заголовок 3 Знак"/>
    <w:basedOn w:val="a1"/>
    <w:link w:val="3"/>
    <w:rsid w:val="001D0CDC"/>
    <w:rPr>
      <w:b/>
      <w:i/>
      <w:sz w:val="24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1D0CD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1D0CDC"/>
    <w:rPr>
      <w:rFonts w:ascii="Calibri" w:eastAsia="Calibri" w:hAnsi="Calibri" w:cs="Calibri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1D0CDC"/>
    <w:rPr>
      <w:b/>
      <w:bCs/>
      <w:i/>
      <w:iCs/>
      <w:szCs w:val="24"/>
      <w:lang w:eastAsia="ar-SA"/>
    </w:rPr>
  </w:style>
  <w:style w:type="character" w:customStyle="1" w:styleId="50">
    <w:name w:val="Заголовок 5 Знак"/>
    <w:basedOn w:val="a1"/>
    <w:link w:val="5"/>
    <w:rsid w:val="001D0CDC"/>
    <w:rPr>
      <w:bCs/>
      <w:i/>
      <w:sz w:val="24"/>
      <w:szCs w:val="24"/>
      <w:u w:val="double"/>
      <w:lang w:eastAsia="ar-SA"/>
    </w:rPr>
  </w:style>
  <w:style w:type="character" w:customStyle="1" w:styleId="60">
    <w:name w:val="Заголовок 6 Знак"/>
    <w:basedOn w:val="a1"/>
    <w:link w:val="6"/>
    <w:rsid w:val="001D0CDC"/>
    <w:rPr>
      <w:b/>
      <w:bCs/>
      <w:szCs w:val="24"/>
      <w:lang w:eastAsia="ar-SA"/>
    </w:rPr>
  </w:style>
  <w:style w:type="character" w:customStyle="1" w:styleId="70">
    <w:name w:val="Заголовок 7 Знак"/>
    <w:basedOn w:val="a1"/>
    <w:link w:val="7"/>
    <w:rsid w:val="001D0CDC"/>
    <w:rPr>
      <w:b/>
      <w:bCs/>
      <w:i/>
      <w:iCs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1D0CDC"/>
    <w:rPr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1D0CDC"/>
    <w:rPr>
      <w:i/>
      <w:iCs/>
      <w:sz w:val="24"/>
      <w:szCs w:val="24"/>
      <w:lang w:eastAsia="ar-SA"/>
    </w:rPr>
  </w:style>
  <w:style w:type="paragraph" w:styleId="a5">
    <w:name w:val="Title"/>
    <w:basedOn w:val="a"/>
    <w:next w:val="a"/>
    <w:link w:val="a6"/>
    <w:qFormat/>
    <w:rsid w:val="001D0CDC"/>
    <w:pPr>
      <w:spacing w:after="0" w:line="240" w:lineRule="auto"/>
    </w:pPr>
    <w:rPr>
      <w:rFonts w:ascii="Times New Roman" w:eastAsia="Times New Roman" w:hAnsi="Times New Roman" w:cs="Times New Roman"/>
      <w:color w:val="000000"/>
      <w:sz w:val="72"/>
      <w:szCs w:val="24"/>
    </w:rPr>
  </w:style>
  <w:style w:type="character" w:customStyle="1" w:styleId="a6">
    <w:name w:val="Название Знак"/>
    <w:basedOn w:val="a1"/>
    <w:link w:val="a5"/>
    <w:rsid w:val="001D0CDC"/>
    <w:rPr>
      <w:color w:val="000000"/>
      <w:sz w:val="72"/>
      <w:szCs w:val="24"/>
      <w:lang w:eastAsia="ar-SA"/>
    </w:rPr>
  </w:style>
  <w:style w:type="paragraph" w:styleId="a7">
    <w:name w:val="Subtitle"/>
    <w:basedOn w:val="a"/>
    <w:next w:val="a0"/>
    <w:link w:val="a8"/>
    <w:qFormat/>
    <w:rsid w:val="001D0CDC"/>
    <w:pPr>
      <w:spacing w:after="0" w:line="240" w:lineRule="auto"/>
    </w:pPr>
    <w:rPr>
      <w:rFonts w:ascii="Times New Roman" w:eastAsiaTheme="majorEastAsia" w:hAnsi="Times New Roman" w:cstheme="majorBidi"/>
      <w:sz w:val="28"/>
      <w:szCs w:val="20"/>
    </w:rPr>
  </w:style>
  <w:style w:type="character" w:customStyle="1" w:styleId="a8">
    <w:name w:val="Подзаголовок Знак"/>
    <w:basedOn w:val="a1"/>
    <w:link w:val="a7"/>
    <w:rsid w:val="001D0CDC"/>
    <w:rPr>
      <w:rFonts w:eastAsiaTheme="majorEastAsia" w:cstheme="majorBidi"/>
      <w:sz w:val="28"/>
      <w:lang w:eastAsia="ar-SA"/>
    </w:rPr>
  </w:style>
  <w:style w:type="character" w:styleId="a9">
    <w:name w:val="Strong"/>
    <w:qFormat/>
    <w:rsid w:val="001D0CDC"/>
    <w:rPr>
      <w:b/>
      <w:bCs/>
    </w:rPr>
  </w:style>
  <w:style w:type="paragraph" w:styleId="aa">
    <w:name w:val="No Spacing"/>
    <w:qFormat/>
    <w:rsid w:val="001D0CDC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b">
    <w:name w:val="List Paragraph"/>
    <w:basedOn w:val="a"/>
    <w:qFormat/>
    <w:rsid w:val="001D0CDC"/>
    <w:pPr>
      <w:widowControl w:val="0"/>
      <w:autoSpaceDE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A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7A3BE0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3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AC8EB-5E03-4E73-81FC-121AD7C33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7E944FE7.dotm</Template>
  <TotalTime>1413</TotalTime>
  <Pages>5</Pages>
  <Words>2101</Words>
  <Characters>11976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raifo</Company>
  <LinksUpToDate>false</LinksUpToDate>
  <CharactersWithSpaces>14049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Guseva Natalia</cp:lastModifiedBy>
  <cp:revision>145</cp:revision>
  <cp:lastPrinted>2018-07-09T12:05:00Z</cp:lastPrinted>
  <dcterms:created xsi:type="dcterms:W3CDTF">2016-05-04T09:56:00Z</dcterms:created>
  <dcterms:modified xsi:type="dcterms:W3CDTF">2018-07-09T12:10:00Z</dcterms:modified>
</cp:coreProperties>
</file>