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FC2" w:rsidRPr="0055190B" w:rsidRDefault="000F4CA6" w:rsidP="00ED0494">
      <w:pPr>
        <w:pStyle w:val="ConsNonformat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СПРАВКА  №</w:t>
      </w:r>
      <w:r w:rsidR="00E31508">
        <w:rPr>
          <w:rFonts w:ascii="Times New Roman" w:hAnsi="Times New Roman"/>
          <w:b/>
          <w:sz w:val="24"/>
        </w:rPr>
        <w:t>11</w:t>
      </w:r>
    </w:p>
    <w:p w:rsidR="0055190B" w:rsidRDefault="00504FC2" w:rsidP="00504FC2">
      <w:pPr>
        <w:pStyle w:val="ConsNonformat"/>
        <w:jc w:val="center"/>
        <w:rPr>
          <w:rFonts w:ascii="Times New Roman" w:hAnsi="Times New Roman"/>
          <w:b/>
          <w:sz w:val="24"/>
        </w:rPr>
      </w:pPr>
      <w:r w:rsidRPr="0055190B">
        <w:rPr>
          <w:rFonts w:ascii="Times New Roman" w:hAnsi="Times New Roman"/>
          <w:b/>
          <w:sz w:val="24"/>
        </w:rPr>
        <w:t xml:space="preserve">ОБ ИЗМЕНЕНИИ СВОДНОЙ РОСПИСИ, ЛИМИТОВ БЮДЖЕТНЫХ ОБЯЗАТЕЛЬСТВ </w:t>
      </w:r>
    </w:p>
    <w:p w:rsidR="00504FC2" w:rsidRPr="0055190B" w:rsidRDefault="00504FC2" w:rsidP="00504FC2">
      <w:pPr>
        <w:pStyle w:val="ConsNonformat"/>
        <w:jc w:val="center"/>
        <w:rPr>
          <w:rFonts w:ascii="Times New Roman" w:hAnsi="Times New Roman"/>
          <w:b/>
          <w:sz w:val="24"/>
        </w:rPr>
      </w:pPr>
      <w:r w:rsidRPr="0055190B">
        <w:rPr>
          <w:rFonts w:ascii="Times New Roman" w:hAnsi="Times New Roman"/>
          <w:b/>
          <w:sz w:val="24"/>
        </w:rPr>
        <w:t>И ПРЕДЕЛЬНЫХ ОБЪЕМОВ ФИНАНСИРОВАНИЯ</w:t>
      </w:r>
    </w:p>
    <w:p w:rsidR="00EB598F" w:rsidRDefault="00F51DEB" w:rsidP="00117863">
      <w:pPr>
        <w:pStyle w:val="ConsNonformat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от  « 06</w:t>
      </w:r>
      <w:r w:rsidR="00B01569">
        <w:rPr>
          <w:rFonts w:ascii="Times New Roman" w:hAnsi="Times New Roman"/>
          <w:b/>
          <w:sz w:val="24"/>
        </w:rPr>
        <w:t xml:space="preserve"> </w:t>
      </w:r>
      <w:r w:rsidR="00C6283F" w:rsidRPr="0055190B">
        <w:rPr>
          <w:rFonts w:ascii="Times New Roman" w:hAnsi="Times New Roman"/>
          <w:b/>
          <w:sz w:val="24"/>
        </w:rPr>
        <w:t xml:space="preserve">» </w:t>
      </w:r>
      <w:r>
        <w:rPr>
          <w:rFonts w:ascii="Times New Roman" w:hAnsi="Times New Roman"/>
          <w:b/>
          <w:sz w:val="24"/>
        </w:rPr>
        <w:t>июня</w:t>
      </w:r>
      <w:r w:rsidR="007D2631" w:rsidRPr="0055190B">
        <w:rPr>
          <w:rFonts w:ascii="Times New Roman" w:hAnsi="Times New Roman"/>
          <w:b/>
          <w:sz w:val="24"/>
        </w:rPr>
        <w:t xml:space="preserve"> </w:t>
      </w:r>
      <w:r w:rsidR="001656E5" w:rsidRPr="0055190B">
        <w:rPr>
          <w:rFonts w:ascii="Times New Roman" w:hAnsi="Times New Roman"/>
          <w:b/>
          <w:sz w:val="24"/>
        </w:rPr>
        <w:t xml:space="preserve"> </w:t>
      </w:r>
      <w:r w:rsidR="00504FC2" w:rsidRPr="0055190B">
        <w:rPr>
          <w:rFonts w:ascii="Times New Roman" w:hAnsi="Times New Roman"/>
          <w:b/>
          <w:sz w:val="24"/>
        </w:rPr>
        <w:t>20</w:t>
      </w:r>
      <w:r w:rsidR="003041CD" w:rsidRPr="0055190B">
        <w:rPr>
          <w:rFonts w:ascii="Times New Roman" w:hAnsi="Times New Roman"/>
          <w:b/>
          <w:sz w:val="24"/>
        </w:rPr>
        <w:t>1</w:t>
      </w:r>
      <w:r w:rsidR="00175D0C">
        <w:rPr>
          <w:rFonts w:ascii="Times New Roman" w:hAnsi="Times New Roman"/>
          <w:b/>
          <w:sz w:val="24"/>
        </w:rPr>
        <w:t>9</w:t>
      </w:r>
      <w:r w:rsidR="00CD1288">
        <w:rPr>
          <w:rFonts w:ascii="Times New Roman" w:hAnsi="Times New Roman"/>
          <w:b/>
          <w:sz w:val="24"/>
        </w:rPr>
        <w:t xml:space="preserve"> года</w:t>
      </w:r>
      <w:r w:rsidR="00504FC2" w:rsidRPr="0055190B">
        <w:rPr>
          <w:rFonts w:ascii="Times New Roman" w:hAnsi="Times New Roman"/>
          <w:b/>
          <w:sz w:val="24"/>
        </w:rPr>
        <w:t xml:space="preserve">   </w:t>
      </w:r>
    </w:p>
    <w:p w:rsidR="00504FC2" w:rsidRPr="0055190B" w:rsidRDefault="00504FC2" w:rsidP="00117863">
      <w:pPr>
        <w:pStyle w:val="ConsNonformat"/>
        <w:jc w:val="center"/>
        <w:rPr>
          <w:rFonts w:ascii="Times New Roman" w:hAnsi="Times New Roman"/>
          <w:b/>
          <w:sz w:val="24"/>
        </w:rPr>
      </w:pPr>
      <w:r w:rsidRPr="0055190B">
        <w:rPr>
          <w:rFonts w:ascii="Times New Roman" w:hAnsi="Times New Roman"/>
          <w:b/>
          <w:sz w:val="24"/>
        </w:rPr>
        <w:t xml:space="preserve">                                          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9271"/>
      </w:tblGrid>
      <w:tr w:rsidR="00504FC2" w:rsidRPr="00485E43">
        <w:trPr>
          <w:cantSplit/>
          <w:trHeight w:val="413"/>
        </w:trPr>
        <w:tc>
          <w:tcPr>
            <w:tcW w:w="9271" w:type="dxa"/>
          </w:tcPr>
          <w:p w:rsidR="00504FC2" w:rsidRPr="00485E43" w:rsidRDefault="00504FC2" w:rsidP="00E9133F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85E43">
              <w:rPr>
                <w:rFonts w:ascii="Times New Roman" w:hAnsi="Times New Roman"/>
                <w:sz w:val="22"/>
                <w:szCs w:val="22"/>
              </w:rPr>
              <w:t xml:space="preserve">Главный распорядитель   </w:t>
            </w:r>
            <w:r w:rsidR="00C63B80" w:rsidRPr="00485E43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Администрация муниципального образования «</w:t>
            </w:r>
            <w:proofErr w:type="spellStart"/>
            <w:r w:rsidR="00C63B80" w:rsidRPr="00485E43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Сигаевское</w:t>
            </w:r>
            <w:proofErr w:type="spellEnd"/>
            <w:r w:rsidR="00C63B80" w:rsidRPr="00485E43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»</w:t>
            </w:r>
            <w:r w:rsidRPr="00485E43">
              <w:rPr>
                <w:rFonts w:ascii="Times New Roman" w:hAnsi="Times New Roman"/>
                <w:sz w:val="22"/>
                <w:szCs w:val="22"/>
              </w:rPr>
              <w:t xml:space="preserve">             </w:t>
            </w:r>
          </w:p>
        </w:tc>
      </w:tr>
      <w:tr w:rsidR="00504FC2" w:rsidRPr="00485E43">
        <w:tc>
          <w:tcPr>
            <w:tcW w:w="9271" w:type="dxa"/>
          </w:tcPr>
          <w:p w:rsidR="00504FC2" w:rsidRPr="00485E43" w:rsidRDefault="00504FC2" w:rsidP="00E9133F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85E43">
              <w:rPr>
                <w:rFonts w:ascii="Times New Roman" w:hAnsi="Times New Roman"/>
                <w:sz w:val="22"/>
                <w:szCs w:val="22"/>
              </w:rPr>
              <w:t>Вид изменения                  __________________________________</w:t>
            </w:r>
          </w:p>
        </w:tc>
      </w:tr>
      <w:tr w:rsidR="00504FC2" w:rsidRPr="00485E43">
        <w:tc>
          <w:tcPr>
            <w:tcW w:w="9271" w:type="dxa"/>
          </w:tcPr>
          <w:p w:rsidR="00504FC2" w:rsidRPr="00485E43" w:rsidRDefault="00504FC2" w:rsidP="00E9133F">
            <w:pPr>
              <w:pStyle w:val="ConsNonformat"/>
              <w:rPr>
                <w:rFonts w:ascii="Times New Roman" w:hAnsi="Times New Roman"/>
                <w:sz w:val="22"/>
                <w:szCs w:val="22"/>
                <w:u w:val="single"/>
              </w:rPr>
            </w:pPr>
            <w:r w:rsidRPr="00485E43">
              <w:rPr>
                <w:rFonts w:ascii="Times New Roman" w:hAnsi="Times New Roman"/>
                <w:sz w:val="22"/>
                <w:szCs w:val="22"/>
              </w:rPr>
              <w:t>Основание для внесения изменения</w:t>
            </w:r>
            <w:r w:rsidR="00026C78" w:rsidRPr="00485E43">
              <w:rPr>
                <w:rFonts w:ascii="Times New Roman" w:hAnsi="Times New Roman"/>
                <w:sz w:val="22"/>
                <w:szCs w:val="22"/>
              </w:rPr>
              <w:t>:</w:t>
            </w:r>
            <w:r w:rsidR="00306B22" w:rsidRPr="00485E43">
              <w:rPr>
                <w:rFonts w:ascii="Times New Roman" w:hAnsi="Times New Roman"/>
                <w:sz w:val="22"/>
                <w:szCs w:val="22"/>
                <w:u w:val="single"/>
              </w:rPr>
              <w:t xml:space="preserve"> </w:t>
            </w:r>
            <w:r w:rsidR="0055190B" w:rsidRPr="00485E43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Решение Совета депутатов</w:t>
            </w:r>
            <w:r w:rsidR="00C63B80" w:rsidRPr="00485E43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№</w:t>
            </w:r>
            <w:r w:rsidR="00001DE0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102/3 </w:t>
            </w:r>
            <w:bookmarkStart w:id="0" w:name="_GoBack"/>
            <w:bookmarkEnd w:id="0"/>
            <w:r w:rsidR="00F26609" w:rsidRPr="00485E43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от</w:t>
            </w:r>
            <w:r w:rsidR="00B01569" w:rsidRPr="00485E43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r w:rsidR="00F51DEB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06</w:t>
            </w:r>
            <w:r w:rsidR="00821C33" w:rsidRPr="00485E43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r w:rsidR="00F51DEB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июня</w:t>
            </w:r>
            <w:r w:rsidR="00365153" w:rsidRPr="00485E43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2</w:t>
            </w:r>
            <w:r w:rsidR="00175D0C" w:rsidRPr="00485E43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019</w:t>
            </w:r>
            <w:r w:rsidR="00C6283F" w:rsidRPr="00485E43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г</w:t>
            </w:r>
            <w:r w:rsidR="00C6283F" w:rsidRPr="00485E43">
              <w:rPr>
                <w:rFonts w:ascii="Times New Roman" w:hAnsi="Times New Roman"/>
                <w:sz w:val="22"/>
                <w:szCs w:val="22"/>
                <w:u w:val="single"/>
              </w:rPr>
              <w:t>.</w:t>
            </w:r>
            <w:r w:rsidR="00C960B0" w:rsidRPr="00485E43">
              <w:rPr>
                <w:rFonts w:ascii="Times New Roman" w:hAnsi="Times New Roman"/>
                <w:sz w:val="22"/>
                <w:szCs w:val="22"/>
                <w:u w:val="single"/>
              </w:rPr>
              <w:t xml:space="preserve">                                                                                                                      </w:t>
            </w:r>
          </w:p>
          <w:p w:rsidR="00504FC2" w:rsidRPr="00485E43" w:rsidRDefault="00504FC2" w:rsidP="001E17C1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85E4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905612" w:rsidRPr="00485E4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485E43">
              <w:rPr>
                <w:rFonts w:ascii="Times New Roman" w:hAnsi="Times New Roman"/>
                <w:sz w:val="22"/>
                <w:szCs w:val="22"/>
              </w:rPr>
              <w:t>(нормативный правовой акт РФ,</w:t>
            </w:r>
            <w:r w:rsidR="00071DB0" w:rsidRPr="00485E4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485E43">
              <w:rPr>
                <w:rFonts w:ascii="Times New Roman" w:hAnsi="Times New Roman"/>
                <w:sz w:val="22"/>
                <w:szCs w:val="22"/>
              </w:rPr>
              <w:t>УР, органов местного самоуправления)</w:t>
            </w:r>
          </w:p>
        </w:tc>
      </w:tr>
      <w:tr w:rsidR="00504FC2" w:rsidRPr="00485E43">
        <w:tc>
          <w:tcPr>
            <w:tcW w:w="9271" w:type="dxa"/>
          </w:tcPr>
          <w:p w:rsidR="00504FC2" w:rsidRPr="00485E43" w:rsidRDefault="00504FC2" w:rsidP="004663E1">
            <w:pPr>
              <w:pStyle w:val="a7"/>
              <w:tabs>
                <w:tab w:val="clear" w:pos="4677"/>
                <w:tab w:val="clear" w:pos="9355"/>
              </w:tabs>
              <w:rPr>
                <w:sz w:val="22"/>
                <w:szCs w:val="22"/>
              </w:rPr>
            </w:pPr>
            <w:r w:rsidRPr="00E55B16">
              <w:rPr>
                <w:sz w:val="22"/>
                <w:szCs w:val="22"/>
              </w:rPr>
              <w:t xml:space="preserve">По вопросу  </w:t>
            </w:r>
            <w:r w:rsidR="00426085">
              <w:rPr>
                <w:sz w:val="22"/>
                <w:szCs w:val="22"/>
                <w:u w:val="single"/>
              </w:rPr>
              <w:t>передвижка</w:t>
            </w:r>
            <w:r w:rsidR="00AF04A6" w:rsidRPr="00CA2335">
              <w:rPr>
                <w:sz w:val="22"/>
                <w:szCs w:val="22"/>
                <w:u w:val="single"/>
              </w:rPr>
              <w:t xml:space="preserve"> </w:t>
            </w:r>
            <w:r w:rsidR="00365153" w:rsidRPr="00CA2335">
              <w:rPr>
                <w:sz w:val="22"/>
                <w:szCs w:val="22"/>
                <w:u w:val="single"/>
              </w:rPr>
              <w:t>бюджетных  ассигнований</w:t>
            </w:r>
            <w:r w:rsidR="00686877">
              <w:rPr>
                <w:sz w:val="22"/>
                <w:szCs w:val="22"/>
                <w:u w:val="single"/>
              </w:rPr>
              <w:t xml:space="preserve"> </w:t>
            </w:r>
            <w:r w:rsidR="00426085">
              <w:rPr>
                <w:sz w:val="22"/>
                <w:szCs w:val="22"/>
                <w:u w:val="single"/>
              </w:rPr>
              <w:t>на оплату услуг по уборке территории поселения,</w:t>
            </w:r>
            <w:r w:rsidR="004663E1">
              <w:rPr>
                <w:sz w:val="22"/>
                <w:szCs w:val="22"/>
                <w:u w:val="single"/>
              </w:rPr>
              <w:t xml:space="preserve"> увеличение расходов</w:t>
            </w:r>
            <w:r w:rsidR="004663E1" w:rsidRPr="004663E1">
              <w:rPr>
                <w:sz w:val="22"/>
                <w:szCs w:val="22"/>
                <w:u w:val="single"/>
              </w:rPr>
              <w:t xml:space="preserve"> за счет добровольных пожертвований физических лиц-населения (жителей) на реализацию проекта развития общественной инфраструктуры, основанного на местной инициативе</w:t>
            </w:r>
            <w:r w:rsidR="004663E1">
              <w:rPr>
                <w:sz w:val="22"/>
                <w:szCs w:val="22"/>
                <w:u w:val="single"/>
              </w:rPr>
              <w:t xml:space="preserve"> (приобретение и установка спортивной игровой площадки </w:t>
            </w:r>
            <w:proofErr w:type="spellStart"/>
            <w:r w:rsidR="004663E1">
              <w:rPr>
                <w:sz w:val="22"/>
                <w:szCs w:val="22"/>
                <w:u w:val="single"/>
              </w:rPr>
              <w:t>д</w:t>
            </w:r>
            <w:proofErr w:type="gramStart"/>
            <w:r w:rsidR="004663E1">
              <w:rPr>
                <w:sz w:val="22"/>
                <w:szCs w:val="22"/>
                <w:u w:val="single"/>
              </w:rPr>
              <w:t>.Ю</w:t>
            </w:r>
            <w:proofErr w:type="gramEnd"/>
            <w:r w:rsidR="004663E1">
              <w:rPr>
                <w:sz w:val="22"/>
                <w:szCs w:val="22"/>
                <w:u w:val="single"/>
              </w:rPr>
              <w:t>шково</w:t>
            </w:r>
            <w:proofErr w:type="spellEnd"/>
            <w:r w:rsidR="004663E1">
              <w:rPr>
                <w:sz w:val="22"/>
                <w:szCs w:val="22"/>
                <w:u w:val="single"/>
              </w:rPr>
              <w:t xml:space="preserve"> муниципального образования «</w:t>
            </w:r>
            <w:proofErr w:type="spellStart"/>
            <w:r w:rsidR="004663E1">
              <w:rPr>
                <w:sz w:val="22"/>
                <w:szCs w:val="22"/>
                <w:u w:val="single"/>
              </w:rPr>
              <w:t>Сигаевское</w:t>
            </w:r>
            <w:proofErr w:type="spellEnd"/>
            <w:r w:rsidR="004663E1">
              <w:rPr>
                <w:sz w:val="22"/>
                <w:szCs w:val="22"/>
                <w:u w:val="single"/>
              </w:rPr>
              <w:t>»</w:t>
            </w:r>
          </w:p>
        </w:tc>
      </w:tr>
      <w:tr w:rsidR="00504FC2" w:rsidRPr="00485E43">
        <w:tc>
          <w:tcPr>
            <w:tcW w:w="9271" w:type="dxa"/>
          </w:tcPr>
          <w:p w:rsidR="00EB598F" w:rsidRPr="00485E43" w:rsidRDefault="00504FC2" w:rsidP="00E9133F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85E43">
              <w:rPr>
                <w:rFonts w:ascii="Times New Roman" w:hAnsi="Times New Roman"/>
                <w:sz w:val="22"/>
                <w:szCs w:val="22"/>
              </w:rPr>
              <w:t xml:space="preserve">Дополнительная информация       </w:t>
            </w:r>
            <w:proofErr w:type="gramStart"/>
            <w:r w:rsidRPr="00485E43">
              <w:rPr>
                <w:rFonts w:ascii="Times New Roman" w:hAnsi="Times New Roman"/>
                <w:sz w:val="22"/>
                <w:szCs w:val="22"/>
                <w:u w:val="single"/>
              </w:rPr>
              <w:t>л</w:t>
            </w:r>
            <w:proofErr w:type="gramEnd"/>
            <w:r w:rsidRPr="00485E43">
              <w:rPr>
                <w:rFonts w:ascii="Times New Roman" w:hAnsi="Times New Roman"/>
                <w:sz w:val="22"/>
                <w:szCs w:val="22"/>
                <w:u w:val="single"/>
              </w:rPr>
              <w:t>/с</w:t>
            </w:r>
            <w:r w:rsidR="002D32E3" w:rsidRPr="00485E43">
              <w:rPr>
                <w:rFonts w:ascii="Times New Roman" w:hAnsi="Times New Roman"/>
                <w:sz w:val="22"/>
                <w:szCs w:val="22"/>
                <w:u w:val="single"/>
              </w:rPr>
              <w:t xml:space="preserve"> </w:t>
            </w:r>
            <w:r w:rsidR="00402895" w:rsidRPr="00485E43">
              <w:rPr>
                <w:rFonts w:ascii="Times New Roman" w:hAnsi="Times New Roman"/>
                <w:sz w:val="22"/>
                <w:szCs w:val="22"/>
                <w:u w:val="single"/>
              </w:rPr>
              <w:t>03620151011</w:t>
            </w:r>
            <w:r w:rsidRPr="00485E43">
              <w:rPr>
                <w:rFonts w:ascii="Times New Roman" w:hAnsi="Times New Roman"/>
                <w:sz w:val="22"/>
                <w:szCs w:val="22"/>
              </w:rPr>
              <w:t xml:space="preserve">   </w:t>
            </w:r>
          </w:p>
          <w:p w:rsidR="00EB598F" w:rsidRPr="00485E43" w:rsidRDefault="00504FC2" w:rsidP="004C5085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85E43">
              <w:rPr>
                <w:rFonts w:ascii="Times New Roman" w:hAnsi="Times New Roman"/>
                <w:sz w:val="22"/>
                <w:szCs w:val="22"/>
              </w:rPr>
              <w:t xml:space="preserve">                           </w:t>
            </w:r>
          </w:p>
        </w:tc>
      </w:tr>
    </w:tbl>
    <w:p w:rsidR="00702224" w:rsidRDefault="00702224" w:rsidP="008B2751">
      <w:pPr>
        <w:pStyle w:val="ConsNonformat"/>
        <w:jc w:val="center"/>
        <w:rPr>
          <w:rFonts w:ascii="Times New Roman" w:hAnsi="Times New Roman"/>
          <w:b/>
          <w:sz w:val="24"/>
          <w:szCs w:val="24"/>
        </w:rPr>
      </w:pPr>
    </w:p>
    <w:p w:rsidR="00AF04A6" w:rsidRDefault="00504FC2" w:rsidP="008B2751">
      <w:pPr>
        <w:pStyle w:val="ConsNonformat"/>
        <w:jc w:val="center"/>
        <w:rPr>
          <w:rFonts w:ascii="Times New Roman" w:hAnsi="Times New Roman"/>
          <w:b/>
          <w:sz w:val="24"/>
          <w:szCs w:val="24"/>
        </w:rPr>
      </w:pPr>
      <w:r w:rsidRPr="00CA2335">
        <w:rPr>
          <w:rFonts w:ascii="Times New Roman" w:hAnsi="Times New Roman"/>
          <w:b/>
          <w:sz w:val="24"/>
          <w:szCs w:val="24"/>
        </w:rPr>
        <w:t xml:space="preserve">Раздел </w:t>
      </w:r>
      <w:r w:rsidRPr="00CA2335">
        <w:rPr>
          <w:rFonts w:ascii="Times New Roman" w:hAnsi="Times New Roman"/>
          <w:b/>
          <w:sz w:val="24"/>
          <w:szCs w:val="24"/>
          <w:lang w:val="en-US"/>
        </w:rPr>
        <w:t>I</w:t>
      </w:r>
      <w:r w:rsidRPr="00CA2335">
        <w:rPr>
          <w:rFonts w:ascii="Times New Roman" w:hAnsi="Times New Roman"/>
          <w:b/>
          <w:sz w:val="24"/>
          <w:szCs w:val="24"/>
        </w:rPr>
        <w:t>. Бюджетные ассигнования</w:t>
      </w:r>
    </w:p>
    <w:p w:rsidR="00702224" w:rsidRPr="00CA2335" w:rsidRDefault="00702224" w:rsidP="008B2751">
      <w:pPr>
        <w:pStyle w:val="ConsNonformat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992"/>
        <w:gridCol w:w="1276"/>
        <w:gridCol w:w="1417"/>
        <w:gridCol w:w="1276"/>
        <w:gridCol w:w="1985"/>
        <w:gridCol w:w="1275"/>
      </w:tblGrid>
      <w:tr w:rsidR="00485E43" w:rsidRPr="00485E43" w:rsidTr="00365153">
        <w:trPr>
          <w:trHeight w:hRule="exact" w:val="520"/>
        </w:trPr>
        <w:tc>
          <w:tcPr>
            <w:tcW w:w="2660" w:type="dxa"/>
            <w:vMerge w:val="restart"/>
          </w:tcPr>
          <w:p w:rsidR="00485E43" w:rsidRPr="00485E43" w:rsidRDefault="00485E43" w:rsidP="0053759F">
            <w:pPr>
              <w:pStyle w:val="ConsNonforma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85E43">
              <w:rPr>
                <w:rFonts w:ascii="Times New Roman" w:hAnsi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6946" w:type="dxa"/>
            <w:gridSpan w:val="5"/>
          </w:tcPr>
          <w:p w:rsidR="00485E43" w:rsidRPr="00485E43" w:rsidRDefault="00485E43" w:rsidP="0053759F">
            <w:pPr>
              <w:pStyle w:val="ConsNonforma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85E43">
              <w:rPr>
                <w:rFonts w:ascii="Times New Roman" w:hAnsi="Times New Roman"/>
                <w:sz w:val="22"/>
                <w:szCs w:val="22"/>
              </w:rPr>
              <w:t>Код по бюджетной классификации</w:t>
            </w:r>
          </w:p>
        </w:tc>
        <w:tc>
          <w:tcPr>
            <w:tcW w:w="1275" w:type="dxa"/>
            <w:vMerge w:val="restart"/>
          </w:tcPr>
          <w:p w:rsidR="00485E43" w:rsidRPr="00485E43" w:rsidRDefault="00485E43" w:rsidP="0053759F">
            <w:pPr>
              <w:pStyle w:val="ConsNonforma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85E43">
              <w:rPr>
                <w:rFonts w:ascii="Times New Roman" w:hAnsi="Times New Roman"/>
                <w:sz w:val="22"/>
                <w:szCs w:val="22"/>
              </w:rPr>
              <w:t>Сумма изменений</w:t>
            </w:r>
            <w:proofErr w:type="gramStart"/>
            <w:r w:rsidRPr="00485E43">
              <w:rPr>
                <w:rFonts w:ascii="Times New Roman" w:hAnsi="Times New Roman"/>
                <w:sz w:val="22"/>
                <w:szCs w:val="22"/>
              </w:rPr>
              <w:t xml:space="preserve"> (+,-)</w:t>
            </w:r>
            <w:proofErr w:type="gramEnd"/>
          </w:p>
        </w:tc>
      </w:tr>
      <w:tr w:rsidR="00485E43" w:rsidRPr="00485E43" w:rsidTr="00365153">
        <w:trPr>
          <w:trHeight w:val="894"/>
        </w:trPr>
        <w:tc>
          <w:tcPr>
            <w:tcW w:w="2660" w:type="dxa"/>
            <w:vMerge/>
          </w:tcPr>
          <w:p w:rsidR="00485E43" w:rsidRPr="00485E43" w:rsidRDefault="00485E43" w:rsidP="0053759F">
            <w:pPr>
              <w:pStyle w:val="ConsNonforma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485E43" w:rsidRPr="00485E43" w:rsidRDefault="00485E43" w:rsidP="0053759F">
            <w:pPr>
              <w:pStyle w:val="ConsNonforma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85E43">
              <w:rPr>
                <w:rFonts w:ascii="Times New Roman" w:hAnsi="Times New Roman"/>
                <w:sz w:val="22"/>
                <w:szCs w:val="22"/>
              </w:rPr>
              <w:t>раздела</w:t>
            </w:r>
          </w:p>
        </w:tc>
        <w:tc>
          <w:tcPr>
            <w:tcW w:w="1276" w:type="dxa"/>
          </w:tcPr>
          <w:p w:rsidR="00485E43" w:rsidRPr="00485E43" w:rsidRDefault="00485E43" w:rsidP="0053759F">
            <w:pPr>
              <w:pStyle w:val="ConsNonforma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85E43">
              <w:rPr>
                <w:rFonts w:ascii="Times New Roman" w:hAnsi="Times New Roman"/>
                <w:sz w:val="22"/>
                <w:szCs w:val="22"/>
              </w:rPr>
              <w:t>подраздела</w:t>
            </w:r>
          </w:p>
        </w:tc>
        <w:tc>
          <w:tcPr>
            <w:tcW w:w="1417" w:type="dxa"/>
          </w:tcPr>
          <w:p w:rsidR="00485E43" w:rsidRPr="00485E43" w:rsidRDefault="00485E43" w:rsidP="0053759F">
            <w:pPr>
              <w:pStyle w:val="ConsNonforma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85E43">
              <w:rPr>
                <w:rFonts w:ascii="Times New Roman" w:hAnsi="Times New Roman"/>
                <w:sz w:val="22"/>
                <w:szCs w:val="22"/>
              </w:rPr>
              <w:t>целевой статьи</w:t>
            </w:r>
          </w:p>
        </w:tc>
        <w:tc>
          <w:tcPr>
            <w:tcW w:w="1276" w:type="dxa"/>
          </w:tcPr>
          <w:p w:rsidR="00485E43" w:rsidRPr="00485E43" w:rsidRDefault="00485E43" w:rsidP="0053759F">
            <w:pPr>
              <w:pStyle w:val="ConsNonforma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85E43">
              <w:rPr>
                <w:rFonts w:ascii="Times New Roman" w:hAnsi="Times New Roman"/>
                <w:sz w:val="22"/>
                <w:szCs w:val="22"/>
              </w:rPr>
              <w:t xml:space="preserve">вида расходов </w:t>
            </w:r>
          </w:p>
        </w:tc>
        <w:tc>
          <w:tcPr>
            <w:tcW w:w="1985" w:type="dxa"/>
          </w:tcPr>
          <w:p w:rsidR="00485E43" w:rsidRPr="00485E43" w:rsidRDefault="00485E43" w:rsidP="00F744F9">
            <w:pPr>
              <w:pStyle w:val="ConsNonforma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85E43">
              <w:rPr>
                <w:rFonts w:ascii="Times New Roman" w:hAnsi="Times New Roman"/>
                <w:sz w:val="22"/>
                <w:szCs w:val="22"/>
              </w:rPr>
              <w:t>Дополнительного  аналитического учета</w:t>
            </w:r>
          </w:p>
          <w:p w:rsidR="00485E43" w:rsidRPr="00485E43" w:rsidRDefault="00485E43" w:rsidP="0053759F">
            <w:pPr>
              <w:pStyle w:val="ConsNonforma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</w:tcPr>
          <w:p w:rsidR="00485E43" w:rsidRPr="00485E43" w:rsidRDefault="00485E43" w:rsidP="0053759F">
            <w:pPr>
              <w:pStyle w:val="ConsNonforma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125AC" w:rsidRPr="00485E43" w:rsidTr="00365153">
        <w:trPr>
          <w:trHeight w:val="221"/>
        </w:trPr>
        <w:tc>
          <w:tcPr>
            <w:tcW w:w="2660" w:type="dxa"/>
          </w:tcPr>
          <w:p w:rsidR="00D125AC" w:rsidRPr="00485E43" w:rsidRDefault="00F51DEB" w:rsidP="00821C33">
            <w:pPr>
              <w:spacing w:line="360" w:lineRule="auto"/>
              <w:rPr>
                <w:bCs/>
                <w:sz w:val="22"/>
                <w:szCs w:val="22"/>
              </w:rPr>
            </w:pPr>
            <w:r w:rsidRPr="00686877">
              <w:rPr>
                <w:bCs/>
                <w:sz w:val="22"/>
                <w:szCs w:val="22"/>
              </w:rPr>
              <w:t>Прочие работы, услуги</w:t>
            </w:r>
          </w:p>
        </w:tc>
        <w:tc>
          <w:tcPr>
            <w:tcW w:w="992" w:type="dxa"/>
            <w:vAlign w:val="center"/>
          </w:tcPr>
          <w:p w:rsidR="00D125AC" w:rsidRPr="00485E43" w:rsidRDefault="00D125AC" w:rsidP="000957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vAlign w:val="center"/>
          </w:tcPr>
          <w:p w:rsidR="00D125AC" w:rsidRPr="00485E43" w:rsidRDefault="00702224" w:rsidP="000957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vAlign w:val="center"/>
          </w:tcPr>
          <w:p w:rsidR="00D125AC" w:rsidRPr="00485E43" w:rsidRDefault="00702224" w:rsidP="000957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9900060030</w:t>
            </w:r>
          </w:p>
        </w:tc>
        <w:tc>
          <w:tcPr>
            <w:tcW w:w="1276" w:type="dxa"/>
            <w:vAlign w:val="center"/>
          </w:tcPr>
          <w:p w:rsidR="00D125AC" w:rsidRPr="00485E43" w:rsidRDefault="00F51DEB" w:rsidP="000957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</w:t>
            </w:r>
          </w:p>
        </w:tc>
        <w:tc>
          <w:tcPr>
            <w:tcW w:w="1985" w:type="dxa"/>
            <w:vAlign w:val="center"/>
          </w:tcPr>
          <w:p w:rsidR="00D125AC" w:rsidRPr="00485E43" w:rsidRDefault="00F51DEB" w:rsidP="000957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</w:t>
            </w:r>
          </w:p>
        </w:tc>
        <w:tc>
          <w:tcPr>
            <w:tcW w:w="1275" w:type="dxa"/>
          </w:tcPr>
          <w:p w:rsidR="00D125AC" w:rsidRDefault="00D125AC" w:rsidP="00DC55D2">
            <w:pPr>
              <w:pStyle w:val="ConsNonformat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  <w:p w:rsidR="00D125AC" w:rsidRPr="00485E43" w:rsidRDefault="00F51DEB" w:rsidP="00DC55D2">
            <w:pPr>
              <w:pStyle w:val="ConsNonformat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-15000,00</w:t>
            </w:r>
          </w:p>
        </w:tc>
      </w:tr>
      <w:tr w:rsidR="00F51DEB" w:rsidRPr="00485E43" w:rsidTr="00365153">
        <w:trPr>
          <w:trHeight w:val="221"/>
        </w:trPr>
        <w:tc>
          <w:tcPr>
            <w:tcW w:w="2660" w:type="dxa"/>
          </w:tcPr>
          <w:p w:rsidR="00F51DEB" w:rsidRPr="00485E43" w:rsidRDefault="00F51DEB" w:rsidP="0019641A">
            <w:pPr>
              <w:spacing w:line="360" w:lineRule="auto"/>
              <w:rPr>
                <w:bCs/>
                <w:sz w:val="22"/>
                <w:szCs w:val="22"/>
              </w:rPr>
            </w:pPr>
            <w:r w:rsidRPr="00686877">
              <w:rPr>
                <w:bCs/>
                <w:sz w:val="22"/>
                <w:szCs w:val="22"/>
              </w:rPr>
              <w:t>Прочие работы, услуги</w:t>
            </w:r>
          </w:p>
        </w:tc>
        <w:tc>
          <w:tcPr>
            <w:tcW w:w="992" w:type="dxa"/>
            <w:vAlign w:val="center"/>
          </w:tcPr>
          <w:p w:rsidR="00F51DEB" w:rsidRPr="00485E43" w:rsidRDefault="00F51DEB" w:rsidP="001964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vAlign w:val="center"/>
          </w:tcPr>
          <w:p w:rsidR="00F51DEB" w:rsidRPr="00485E43" w:rsidRDefault="00F51DEB" w:rsidP="001964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vAlign w:val="center"/>
          </w:tcPr>
          <w:p w:rsidR="00F51DEB" w:rsidRPr="00485E43" w:rsidRDefault="00F51DEB" w:rsidP="001964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9900060030</w:t>
            </w:r>
          </w:p>
        </w:tc>
        <w:tc>
          <w:tcPr>
            <w:tcW w:w="1276" w:type="dxa"/>
            <w:vAlign w:val="center"/>
          </w:tcPr>
          <w:p w:rsidR="00F51DEB" w:rsidRPr="00485E43" w:rsidRDefault="00F51DEB" w:rsidP="001964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1985" w:type="dxa"/>
            <w:vAlign w:val="center"/>
          </w:tcPr>
          <w:p w:rsidR="00F51DEB" w:rsidRPr="00485E43" w:rsidRDefault="00F51DEB" w:rsidP="001964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</w:t>
            </w:r>
          </w:p>
        </w:tc>
        <w:tc>
          <w:tcPr>
            <w:tcW w:w="1275" w:type="dxa"/>
          </w:tcPr>
          <w:p w:rsidR="00F51DEB" w:rsidRDefault="00F51DEB" w:rsidP="0019641A">
            <w:pPr>
              <w:pStyle w:val="ConsNonformat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  <w:p w:rsidR="00F51DEB" w:rsidRPr="00485E43" w:rsidRDefault="00F51DEB" w:rsidP="0019641A">
            <w:pPr>
              <w:pStyle w:val="ConsNonformat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-15000,00</w:t>
            </w:r>
          </w:p>
        </w:tc>
      </w:tr>
      <w:tr w:rsidR="00426085" w:rsidRPr="00485E43" w:rsidTr="00747964">
        <w:trPr>
          <w:trHeight w:val="296"/>
        </w:trPr>
        <w:tc>
          <w:tcPr>
            <w:tcW w:w="2660" w:type="dxa"/>
          </w:tcPr>
          <w:p w:rsidR="00426085" w:rsidRPr="00686877" w:rsidRDefault="00426085" w:rsidP="00426085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Увеличение стоимости основных средств</w:t>
            </w:r>
          </w:p>
        </w:tc>
        <w:tc>
          <w:tcPr>
            <w:tcW w:w="992" w:type="dxa"/>
          </w:tcPr>
          <w:p w:rsidR="00426085" w:rsidRDefault="00426085" w:rsidP="00426085">
            <w:pPr>
              <w:jc w:val="center"/>
              <w:rPr>
                <w:bCs/>
                <w:sz w:val="22"/>
                <w:szCs w:val="22"/>
              </w:rPr>
            </w:pPr>
          </w:p>
          <w:p w:rsidR="00426085" w:rsidRPr="00686877" w:rsidRDefault="00426085" w:rsidP="0042608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05</w:t>
            </w:r>
          </w:p>
        </w:tc>
        <w:tc>
          <w:tcPr>
            <w:tcW w:w="1276" w:type="dxa"/>
          </w:tcPr>
          <w:p w:rsidR="00426085" w:rsidRDefault="00426085" w:rsidP="00426085">
            <w:pPr>
              <w:pStyle w:val="ConsNonforma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26085" w:rsidRPr="00686877" w:rsidRDefault="00426085" w:rsidP="00426085">
            <w:pPr>
              <w:pStyle w:val="ConsNonformat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03</w:t>
            </w:r>
          </w:p>
        </w:tc>
        <w:tc>
          <w:tcPr>
            <w:tcW w:w="1417" w:type="dxa"/>
            <w:vAlign w:val="center"/>
          </w:tcPr>
          <w:p w:rsidR="00426085" w:rsidRDefault="00426085" w:rsidP="00426085">
            <w:pPr>
              <w:jc w:val="center"/>
            </w:pPr>
          </w:p>
          <w:p w:rsidR="00426085" w:rsidRPr="000B5A06" w:rsidRDefault="00426085" w:rsidP="00426085">
            <w:pPr>
              <w:jc w:val="center"/>
            </w:pPr>
            <w:r w:rsidRPr="000B5A06">
              <w:t>9900060510</w:t>
            </w:r>
          </w:p>
        </w:tc>
        <w:tc>
          <w:tcPr>
            <w:tcW w:w="1276" w:type="dxa"/>
            <w:vAlign w:val="center"/>
          </w:tcPr>
          <w:p w:rsidR="00426085" w:rsidRDefault="00426085" w:rsidP="00426085">
            <w:pPr>
              <w:jc w:val="center"/>
            </w:pPr>
          </w:p>
          <w:p w:rsidR="00426085" w:rsidRPr="000B5A06" w:rsidRDefault="00426085" w:rsidP="00426085">
            <w:pPr>
              <w:jc w:val="center"/>
            </w:pPr>
            <w:r w:rsidRPr="000B5A06">
              <w:t>244</w:t>
            </w:r>
          </w:p>
        </w:tc>
        <w:tc>
          <w:tcPr>
            <w:tcW w:w="1985" w:type="dxa"/>
          </w:tcPr>
          <w:p w:rsidR="00426085" w:rsidRDefault="00426085" w:rsidP="00426085">
            <w:pPr>
              <w:pStyle w:val="ConsNonforma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26085" w:rsidRPr="00686877" w:rsidRDefault="00426085" w:rsidP="00426085">
            <w:pPr>
              <w:pStyle w:val="ConsNonformat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31002</w:t>
            </w:r>
          </w:p>
        </w:tc>
        <w:tc>
          <w:tcPr>
            <w:tcW w:w="1275" w:type="dxa"/>
          </w:tcPr>
          <w:p w:rsidR="00426085" w:rsidRDefault="00426085" w:rsidP="00426085">
            <w:pPr>
              <w:pStyle w:val="ConsNonformat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  <w:p w:rsidR="00426085" w:rsidRDefault="00426085" w:rsidP="00426085">
            <w:pPr>
              <w:pStyle w:val="ConsNonformat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35000,00</w:t>
            </w:r>
          </w:p>
        </w:tc>
      </w:tr>
      <w:tr w:rsidR="00686877" w:rsidRPr="00485E43" w:rsidTr="00365153">
        <w:trPr>
          <w:trHeight w:val="296"/>
        </w:trPr>
        <w:tc>
          <w:tcPr>
            <w:tcW w:w="2660" w:type="dxa"/>
          </w:tcPr>
          <w:p w:rsidR="00686877" w:rsidRPr="00686877" w:rsidRDefault="00686877" w:rsidP="0053759F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  <w:r w:rsidRPr="00686877">
              <w:rPr>
                <w:bCs/>
                <w:sz w:val="22"/>
                <w:szCs w:val="22"/>
              </w:rPr>
              <w:t>Прочие работы, услуги</w:t>
            </w:r>
          </w:p>
        </w:tc>
        <w:tc>
          <w:tcPr>
            <w:tcW w:w="992" w:type="dxa"/>
          </w:tcPr>
          <w:p w:rsidR="00686877" w:rsidRPr="00686877" w:rsidRDefault="00686877" w:rsidP="0053759F">
            <w:pPr>
              <w:spacing w:line="360" w:lineRule="auto"/>
              <w:jc w:val="center"/>
              <w:rPr>
                <w:bCs/>
                <w:sz w:val="22"/>
                <w:szCs w:val="22"/>
              </w:rPr>
            </w:pPr>
            <w:r w:rsidRPr="00686877">
              <w:rPr>
                <w:bCs/>
                <w:sz w:val="22"/>
                <w:szCs w:val="22"/>
              </w:rPr>
              <w:t>05</w:t>
            </w:r>
          </w:p>
        </w:tc>
        <w:tc>
          <w:tcPr>
            <w:tcW w:w="1276" w:type="dxa"/>
          </w:tcPr>
          <w:p w:rsidR="00686877" w:rsidRPr="00686877" w:rsidRDefault="00686877" w:rsidP="0053759F">
            <w:pPr>
              <w:pStyle w:val="ConsNonforma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86877">
              <w:rPr>
                <w:rFonts w:ascii="Times New Roman" w:hAnsi="Times New Roman"/>
                <w:sz w:val="22"/>
                <w:szCs w:val="22"/>
              </w:rPr>
              <w:t>03</w:t>
            </w:r>
          </w:p>
        </w:tc>
        <w:tc>
          <w:tcPr>
            <w:tcW w:w="1417" w:type="dxa"/>
          </w:tcPr>
          <w:p w:rsidR="00686877" w:rsidRPr="00686877" w:rsidRDefault="00F51DEB" w:rsidP="00686877">
            <w:pPr>
              <w:pStyle w:val="ConsNonformat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9900062330</w:t>
            </w:r>
          </w:p>
        </w:tc>
        <w:tc>
          <w:tcPr>
            <w:tcW w:w="1276" w:type="dxa"/>
          </w:tcPr>
          <w:p w:rsidR="00686877" w:rsidRPr="00686877" w:rsidRDefault="00686877" w:rsidP="0053759F">
            <w:pPr>
              <w:pStyle w:val="ConsNonforma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86877">
              <w:rPr>
                <w:rFonts w:ascii="Times New Roman" w:hAnsi="Times New Roman"/>
                <w:sz w:val="22"/>
                <w:szCs w:val="22"/>
              </w:rPr>
              <w:t>244</w:t>
            </w:r>
          </w:p>
        </w:tc>
        <w:tc>
          <w:tcPr>
            <w:tcW w:w="1985" w:type="dxa"/>
          </w:tcPr>
          <w:p w:rsidR="00686877" w:rsidRPr="00686877" w:rsidRDefault="00686877" w:rsidP="0053759F">
            <w:pPr>
              <w:pStyle w:val="ConsNonforma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86877">
              <w:rPr>
                <w:rFonts w:ascii="Times New Roman" w:hAnsi="Times New Roman"/>
                <w:sz w:val="22"/>
                <w:szCs w:val="22"/>
              </w:rPr>
              <w:t>226</w:t>
            </w:r>
          </w:p>
        </w:tc>
        <w:tc>
          <w:tcPr>
            <w:tcW w:w="1275" w:type="dxa"/>
          </w:tcPr>
          <w:p w:rsidR="00686877" w:rsidRPr="00686877" w:rsidRDefault="00F51DEB" w:rsidP="00DC55D2">
            <w:pPr>
              <w:pStyle w:val="ConsNonformat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43000,00</w:t>
            </w:r>
          </w:p>
        </w:tc>
      </w:tr>
      <w:tr w:rsidR="00F51DEB" w:rsidRPr="00F51DEB" w:rsidTr="00365153">
        <w:trPr>
          <w:trHeight w:val="296"/>
        </w:trPr>
        <w:tc>
          <w:tcPr>
            <w:tcW w:w="2660" w:type="dxa"/>
          </w:tcPr>
          <w:p w:rsidR="00F51DEB" w:rsidRPr="00686877" w:rsidRDefault="00F51DEB" w:rsidP="0019641A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  <w:r w:rsidRPr="00686877">
              <w:rPr>
                <w:bCs/>
                <w:sz w:val="22"/>
                <w:szCs w:val="22"/>
              </w:rPr>
              <w:t>Прочие работы, услуги</w:t>
            </w:r>
          </w:p>
        </w:tc>
        <w:tc>
          <w:tcPr>
            <w:tcW w:w="992" w:type="dxa"/>
          </w:tcPr>
          <w:p w:rsidR="00F51DEB" w:rsidRPr="00686877" w:rsidRDefault="00F51DEB" w:rsidP="0019641A">
            <w:pPr>
              <w:spacing w:line="360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</w:t>
            </w:r>
          </w:p>
        </w:tc>
        <w:tc>
          <w:tcPr>
            <w:tcW w:w="1276" w:type="dxa"/>
          </w:tcPr>
          <w:p w:rsidR="00F51DEB" w:rsidRPr="00686877" w:rsidRDefault="00F51DEB" w:rsidP="0019641A">
            <w:pPr>
              <w:pStyle w:val="ConsNonformat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F51DEB" w:rsidRPr="00686877" w:rsidRDefault="00F51DEB" w:rsidP="0019641A">
            <w:pPr>
              <w:pStyle w:val="ConsNonformat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9900063700</w:t>
            </w:r>
          </w:p>
        </w:tc>
        <w:tc>
          <w:tcPr>
            <w:tcW w:w="1276" w:type="dxa"/>
          </w:tcPr>
          <w:p w:rsidR="00F51DEB" w:rsidRPr="00686877" w:rsidRDefault="00F51DEB" w:rsidP="0019641A">
            <w:pPr>
              <w:pStyle w:val="ConsNonforma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86877">
              <w:rPr>
                <w:rFonts w:ascii="Times New Roman" w:hAnsi="Times New Roman"/>
                <w:sz w:val="22"/>
                <w:szCs w:val="22"/>
              </w:rPr>
              <w:t>244</w:t>
            </w:r>
          </w:p>
        </w:tc>
        <w:tc>
          <w:tcPr>
            <w:tcW w:w="1985" w:type="dxa"/>
          </w:tcPr>
          <w:p w:rsidR="00F51DEB" w:rsidRPr="00686877" w:rsidRDefault="00F51DEB" w:rsidP="0019641A">
            <w:pPr>
              <w:pStyle w:val="ConsNonforma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86877">
              <w:rPr>
                <w:rFonts w:ascii="Times New Roman" w:hAnsi="Times New Roman"/>
                <w:sz w:val="22"/>
                <w:szCs w:val="22"/>
              </w:rPr>
              <w:t>226</w:t>
            </w:r>
          </w:p>
        </w:tc>
        <w:tc>
          <w:tcPr>
            <w:tcW w:w="1275" w:type="dxa"/>
          </w:tcPr>
          <w:p w:rsidR="00F51DEB" w:rsidRPr="00F51DEB" w:rsidRDefault="00F51DEB" w:rsidP="00DC55D2">
            <w:pPr>
              <w:pStyle w:val="ConsNonformat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51DEB">
              <w:rPr>
                <w:rFonts w:ascii="Times New Roman" w:hAnsi="Times New Roman"/>
                <w:sz w:val="22"/>
                <w:szCs w:val="22"/>
              </w:rPr>
              <w:t>-13000,00</w:t>
            </w:r>
          </w:p>
        </w:tc>
      </w:tr>
      <w:tr w:rsidR="00F51DEB" w:rsidRPr="00485E43" w:rsidTr="00365153">
        <w:trPr>
          <w:trHeight w:val="296"/>
        </w:trPr>
        <w:tc>
          <w:tcPr>
            <w:tcW w:w="2660" w:type="dxa"/>
          </w:tcPr>
          <w:p w:rsidR="00F51DEB" w:rsidRPr="00485E43" w:rsidRDefault="00F51DEB" w:rsidP="0053759F">
            <w:pPr>
              <w:spacing w:line="360" w:lineRule="auto"/>
              <w:jc w:val="both"/>
              <w:rPr>
                <w:b/>
                <w:bCs/>
                <w:sz w:val="22"/>
                <w:szCs w:val="22"/>
              </w:rPr>
            </w:pPr>
            <w:r w:rsidRPr="00485E43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992" w:type="dxa"/>
          </w:tcPr>
          <w:p w:rsidR="00F51DEB" w:rsidRPr="00485E43" w:rsidRDefault="00F51DEB" w:rsidP="0053759F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 w:rsidRPr="00485E43">
              <w:rPr>
                <w:b/>
                <w:bCs/>
                <w:sz w:val="22"/>
                <w:szCs w:val="22"/>
              </w:rPr>
              <w:t>*</w:t>
            </w:r>
          </w:p>
        </w:tc>
        <w:tc>
          <w:tcPr>
            <w:tcW w:w="1276" w:type="dxa"/>
          </w:tcPr>
          <w:p w:rsidR="00F51DEB" w:rsidRPr="00485E43" w:rsidRDefault="00F51DEB" w:rsidP="0053759F">
            <w:pPr>
              <w:pStyle w:val="ConsNonformat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485E43">
              <w:rPr>
                <w:rFonts w:ascii="Times New Roman" w:hAnsi="Times New Roman"/>
                <w:b/>
                <w:sz w:val="22"/>
                <w:szCs w:val="22"/>
              </w:rPr>
              <w:t>*</w:t>
            </w:r>
          </w:p>
        </w:tc>
        <w:tc>
          <w:tcPr>
            <w:tcW w:w="1417" w:type="dxa"/>
          </w:tcPr>
          <w:p w:rsidR="00F51DEB" w:rsidRPr="00485E43" w:rsidRDefault="00F51DEB" w:rsidP="0053759F">
            <w:pPr>
              <w:pStyle w:val="ConsNonformat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485E43">
              <w:rPr>
                <w:rFonts w:ascii="Times New Roman" w:hAnsi="Times New Roman"/>
                <w:b/>
                <w:sz w:val="22"/>
                <w:szCs w:val="22"/>
              </w:rPr>
              <w:t>*</w:t>
            </w:r>
          </w:p>
        </w:tc>
        <w:tc>
          <w:tcPr>
            <w:tcW w:w="1276" w:type="dxa"/>
          </w:tcPr>
          <w:p w:rsidR="00F51DEB" w:rsidRPr="00485E43" w:rsidRDefault="00F51DEB" w:rsidP="0053759F">
            <w:pPr>
              <w:pStyle w:val="ConsNonformat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485E43">
              <w:rPr>
                <w:rFonts w:ascii="Times New Roman" w:hAnsi="Times New Roman"/>
                <w:b/>
                <w:sz w:val="22"/>
                <w:szCs w:val="22"/>
              </w:rPr>
              <w:t>*</w:t>
            </w:r>
          </w:p>
        </w:tc>
        <w:tc>
          <w:tcPr>
            <w:tcW w:w="1985" w:type="dxa"/>
          </w:tcPr>
          <w:p w:rsidR="00F51DEB" w:rsidRPr="00485E43" w:rsidRDefault="00F51DEB" w:rsidP="0053759F">
            <w:pPr>
              <w:pStyle w:val="ConsNonformat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485E43">
              <w:rPr>
                <w:rFonts w:ascii="Times New Roman" w:hAnsi="Times New Roman"/>
                <w:b/>
                <w:sz w:val="22"/>
                <w:szCs w:val="22"/>
              </w:rPr>
              <w:t>*</w:t>
            </w:r>
          </w:p>
        </w:tc>
        <w:tc>
          <w:tcPr>
            <w:tcW w:w="1275" w:type="dxa"/>
          </w:tcPr>
          <w:p w:rsidR="00F51DEB" w:rsidRPr="00485E43" w:rsidRDefault="00F51DEB" w:rsidP="00DC55D2">
            <w:pPr>
              <w:pStyle w:val="ConsNonformat"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35000,00</w:t>
            </w:r>
          </w:p>
        </w:tc>
      </w:tr>
    </w:tbl>
    <w:p w:rsidR="00702224" w:rsidRDefault="00702224" w:rsidP="00504FC2">
      <w:pPr>
        <w:pStyle w:val="ConsNonformat"/>
        <w:jc w:val="center"/>
        <w:rPr>
          <w:rFonts w:ascii="Times New Roman" w:hAnsi="Times New Roman"/>
          <w:b/>
          <w:sz w:val="24"/>
          <w:szCs w:val="24"/>
        </w:rPr>
      </w:pPr>
    </w:p>
    <w:p w:rsidR="00AF04A6" w:rsidRDefault="00FD2FF4" w:rsidP="00504FC2">
      <w:pPr>
        <w:pStyle w:val="ConsNonformat"/>
        <w:jc w:val="center"/>
        <w:rPr>
          <w:rFonts w:ascii="Times New Roman" w:hAnsi="Times New Roman"/>
          <w:b/>
          <w:sz w:val="24"/>
          <w:szCs w:val="24"/>
        </w:rPr>
      </w:pPr>
      <w:r w:rsidRPr="00CA2335">
        <w:rPr>
          <w:rFonts w:ascii="Times New Roman" w:hAnsi="Times New Roman"/>
          <w:b/>
          <w:sz w:val="24"/>
          <w:szCs w:val="24"/>
        </w:rPr>
        <w:t>Р</w:t>
      </w:r>
      <w:r w:rsidR="00504FC2" w:rsidRPr="00CA2335">
        <w:rPr>
          <w:rFonts w:ascii="Times New Roman" w:hAnsi="Times New Roman"/>
          <w:b/>
          <w:sz w:val="24"/>
          <w:szCs w:val="24"/>
        </w:rPr>
        <w:t xml:space="preserve">аздел </w:t>
      </w:r>
      <w:r w:rsidR="00504FC2" w:rsidRPr="00CA2335">
        <w:rPr>
          <w:rFonts w:ascii="Times New Roman" w:hAnsi="Times New Roman"/>
          <w:b/>
          <w:sz w:val="24"/>
          <w:szCs w:val="24"/>
          <w:lang w:val="en-US"/>
        </w:rPr>
        <w:t>II</w:t>
      </w:r>
      <w:r w:rsidR="00504FC2" w:rsidRPr="00CA2335">
        <w:rPr>
          <w:rFonts w:ascii="Times New Roman" w:hAnsi="Times New Roman"/>
          <w:b/>
          <w:sz w:val="24"/>
          <w:szCs w:val="24"/>
        </w:rPr>
        <w:t>. Лимиты бюджетных обязательств</w:t>
      </w:r>
    </w:p>
    <w:p w:rsidR="00702224" w:rsidRPr="00CA2335" w:rsidRDefault="00702224" w:rsidP="00504FC2">
      <w:pPr>
        <w:pStyle w:val="ConsNonformat"/>
        <w:jc w:val="center"/>
        <w:rPr>
          <w:rFonts w:ascii="Times New Roman" w:hAnsi="Times New Roman"/>
          <w:sz w:val="24"/>
          <w:szCs w:val="24"/>
        </w:rPr>
      </w:pP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992"/>
        <w:gridCol w:w="1276"/>
        <w:gridCol w:w="1417"/>
        <w:gridCol w:w="1276"/>
        <w:gridCol w:w="1985"/>
        <w:gridCol w:w="1275"/>
      </w:tblGrid>
      <w:tr w:rsidR="00485E43" w:rsidRPr="00485E43" w:rsidTr="00365153">
        <w:trPr>
          <w:trHeight w:val="562"/>
        </w:trPr>
        <w:tc>
          <w:tcPr>
            <w:tcW w:w="2660" w:type="dxa"/>
            <w:vMerge w:val="restart"/>
          </w:tcPr>
          <w:p w:rsidR="00485E43" w:rsidRPr="00485E43" w:rsidRDefault="00485E43" w:rsidP="0053759F">
            <w:pPr>
              <w:pStyle w:val="ConsNonforma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85E43">
              <w:rPr>
                <w:rFonts w:ascii="Times New Roman" w:hAnsi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6946" w:type="dxa"/>
            <w:gridSpan w:val="5"/>
          </w:tcPr>
          <w:p w:rsidR="00485E43" w:rsidRPr="00485E43" w:rsidRDefault="00485E43" w:rsidP="0053759F">
            <w:pPr>
              <w:pStyle w:val="ConsNonforma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85E43">
              <w:rPr>
                <w:rFonts w:ascii="Times New Roman" w:hAnsi="Times New Roman"/>
                <w:sz w:val="22"/>
                <w:szCs w:val="22"/>
              </w:rPr>
              <w:t>Код по бюджетной классификации</w:t>
            </w:r>
          </w:p>
        </w:tc>
        <w:tc>
          <w:tcPr>
            <w:tcW w:w="1275" w:type="dxa"/>
            <w:vMerge w:val="restart"/>
          </w:tcPr>
          <w:p w:rsidR="00485E43" w:rsidRPr="00485E43" w:rsidRDefault="00485E43" w:rsidP="0053759F">
            <w:pPr>
              <w:pStyle w:val="ConsNonforma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85E43">
              <w:rPr>
                <w:rFonts w:ascii="Times New Roman" w:hAnsi="Times New Roman"/>
                <w:sz w:val="22"/>
                <w:szCs w:val="22"/>
              </w:rPr>
              <w:t>Сумма изменений</w:t>
            </w:r>
          </w:p>
        </w:tc>
      </w:tr>
      <w:tr w:rsidR="00485E43" w:rsidRPr="00485E43" w:rsidTr="00365153">
        <w:trPr>
          <w:trHeight w:val="851"/>
        </w:trPr>
        <w:tc>
          <w:tcPr>
            <w:tcW w:w="2660" w:type="dxa"/>
            <w:vMerge/>
          </w:tcPr>
          <w:p w:rsidR="00485E43" w:rsidRPr="00485E43" w:rsidRDefault="00485E43" w:rsidP="0053759F">
            <w:pPr>
              <w:pStyle w:val="ConsNonforma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485E43" w:rsidRPr="00485E43" w:rsidRDefault="00485E43" w:rsidP="0053759F">
            <w:pPr>
              <w:pStyle w:val="ConsNonforma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85E43">
              <w:rPr>
                <w:rFonts w:ascii="Times New Roman" w:hAnsi="Times New Roman"/>
                <w:sz w:val="22"/>
                <w:szCs w:val="22"/>
              </w:rPr>
              <w:t>раздела</w:t>
            </w:r>
          </w:p>
        </w:tc>
        <w:tc>
          <w:tcPr>
            <w:tcW w:w="1276" w:type="dxa"/>
          </w:tcPr>
          <w:p w:rsidR="00485E43" w:rsidRPr="00485E43" w:rsidRDefault="00485E43" w:rsidP="0053759F">
            <w:pPr>
              <w:pStyle w:val="ConsNonforma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85E43">
              <w:rPr>
                <w:rFonts w:ascii="Times New Roman" w:hAnsi="Times New Roman"/>
                <w:sz w:val="22"/>
                <w:szCs w:val="22"/>
              </w:rPr>
              <w:t>подраздела</w:t>
            </w:r>
          </w:p>
        </w:tc>
        <w:tc>
          <w:tcPr>
            <w:tcW w:w="1417" w:type="dxa"/>
          </w:tcPr>
          <w:p w:rsidR="00485E43" w:rsidRPr="00485E43" w:rsidRDefault="00485E43" w:rsidP="0053759F">
            <w:pPr>
              <w:pStyle w:val="ConsNonforma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85E43">
              <w:rPr>
                <w:rFonts w:ascii="Times New Roman" w:hAnsi="Times New Roman"/>
                <w:sz w:val="22"/>
                <w:szCs w:val="22"/>
              </w:rPr>
              <w:t>целевой статьи</w:t>
            </w:r>
          </w:p>
        </w:tc>
        <w:tc>
          <w:tcPr>
            <w:tcW w:w="1276" w:type="dxa"/>
          </w:tcPr>
          <w:p w:rsidR="00485E43" w:rsidRPr="00485E43" w:rsidRDefault="00485E43" w:rsidP="0053759F">
            <w:pPr>
              <w:pStyle w:val="ConsNonforma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85E43">
              <w:rPr>
                <w:rFonts w:ascii="Times New Roman" w:hAnsi="Times New Roman"/>
                <w:sz w:val="22"/>
                <w:szCs w:val="22"/>
              </w:rPr>
              <w:t xml:space="preserve">вида расходов </w:t>
            </w:r>
          </w:p>
        </w:tc>
        <w:tc>
          <w:tcPr>
            <w:tcW w:w="1985" w:type="dxa"/>
          </w:tcPr>
          <w:p w:rsidR="00485E43" w:rsidRPr="00485E43" w:rsidRDefault="00485E43" w:rsidP="0053759F">
            <w:pPr>
              <w:pStyle w:val="ConsNonforma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85E43">
              <w:rPr>
                <w:rFonts w:ascii="Times New Roman" w:hAnsi="Times New Roman"/>
                <w:sz w:val="22"/>
                <w:szCs w:val="22"/>
              </w:rPr>
              <w:t>Дополнительного  аналитического учета</w:t>
            </w:r>
          </w:p>
          <w:p w:rsidR="00485E43" w:rsidRPr="00485E43" w:rsidRDefault="00485E43" w:rsidP="0053759F">
            <w:pPr>
              <w:pStyle w:val="ConsNonforma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</w:tcPr>
          <w:p w:rsidR="00485E43" w:rsidRPr="00485E43" w:rsidRDefault="00485E43" w:rsidP="0053759F">
            <w:pPr>
              <w:pStyle w:val="ConsNonforma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26085" w:rsidRPr="00485E43" w:rsidTr="00365153">
        <w:tc>
          <w:tcPr>
            <w:tcW w:w="2660" w:type="dxa"/>
          </w:tcPr>
          <w:p w:rsidR="00426085" w:rsidRPr="00485E43" w:rsidRDefault="00426085" w:rsidP="0019641A">
            <w:pPr>
              <w:spacing w:line="360" w:lineRule="auto"/>
              <w:rPr>
                <w:bCs/>
                <w:sz w:val="22"/>
                <w:szCs w:val="22"/>
              </w:rPr>
            </w:pPr>
            <w:r w:rsidRPr="00686877">
              <w:rPr>
                <w:bCs/>
                <w:sz w:val="22"/>
                <w:szCs w:val="22"/>
              </w:rPr>
              <w:t>Прочие работы, услуги</w:t>
            </w:r>
          </w:p>
        </w:tc>
        <w:tc>
          <w:tcPr>
            <w:tcW w:w="992" w:type="dxa"/>
            <w:vAlign w:val="center"/>
          </w:tcPr>
          <w:p w:rsidR="00426085" w:rsidRPr="00485E43" w:rsidRDefault="00426085" w:rsidP="001964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vAlign w:val="center"/>
          </w:tcPr>
          <w:p w:rsidR="00426085" w:rsidRPr="00485E43" w:rsidRDefault="00426085" w:rsidP="001964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vAlign w:val="center"/>
          </w:tcPr>
          <w:p w:rsidR="00426085" w:rsidRPr="00485E43" w:rsidRDefault="00426085" w:rsidP="001964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9900060030</w:t>
            </w:r>
          </w:p>
        </w:tc>
        <w:tc>
          <w:tcPr>
            <w:tcW w:w="1276" w:type="dxa"/>
            <w:vAlign w:val="center"/>
          </w:tcPr>
          <w:p w:rsidR="00426085" w:rsidRPr="00485E43" w:rsidRDefault="00426085" w:rsidP="001964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</w:t>
            </w:r>
          </w:p>
        </w:tc>
        <w:tc>
          <w:tcPr>
            <w:tcW w:w="1985" w:type="dxa"/>
            <w:vAlign w:val="center"/>
          </w:tcPr>
          <w:p w:rsidR="00426085" w:rsidRPr="00485E43" w:rsidRDefault="00426085" w:rsidP="001964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</w:t>
            </w:r>
          </w:p>
        </w:tc>
        <w:tc>
          <w:tcPr>
            <w:tcW w:w="1275" w:type="dxa"/>
          </w:tcPr>
          <w:p w:rsidR="00426085" w:rsidRDefault="00426085" w:rsidP="0019641A">
            <w:pPr>
              <w:pStyle w:val="ConsNonformat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  <w:p w:rsidR="00426085" w:rsidRPr="00485E43" w:rsidRDefault="00426085" w:rsidP="0019641A">
            <w:pPr>
              <w:pStyle w:val="ConsNonformat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-15000,00</w:t>
            </w:r>
          </w:p>
        </w:tc>
      </w:tr>
      <w:tr w:rsidR="00426085" w:rsidRPr="00485E43" w:rsidTr="00365153">
        <w:tc>
          <w:tcPr>
            <w:tcW w:w="2660" w:type="dxa"/>
          </w:tcPr>
          <w:p w:rsidR="00426085" w:rsidRPr="00485E43" w:rsidRDefault="00426085" w:rsidP="0019641A">
            <w:pPr>
              <w:spacing w:line="360" w:lineRule="auto"/>
              <w:rPr>
                <w:bCs/>
                <w:sz w:val="22"/>
                <w:szCs w:val="22"/>
              </w:rPr>
            </w:pPr>
            <w:r w:rsidRPr="00686877">
              <w:rPr>
                <w:bCs/>
                <w:sz w:val="22"/>
                <w:szCs w:val="22"/>
              </w:rPr>
              <w:t>Прочие работы, услуги</w:t>
            </w:r>
          </w:p>
        </w:tc>
        <w:tc>
          <w:tcPr>
            <w:tcW w:w="992" w:type="dxa"/>
            <w:vAlign w:val="center"/>
          </w:tcPr>
          <w:p w:rsidR="00426085" w:rsidRPr="00485E43" w:rsidRDefault="00426085" w:rsidP="001964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vAlign w:val="center"/>
          </w:tcPr>
          <w:p w:rsidR="00426085" w:rsidRPr="00485E43" w:rsidRDefault="00426085" w:rsidP="001964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vAlign w:val="center"/>
          </w:tcPr>
          <w:p w:rsidR="00426085" w:rsidRPr="00485E43" w:rsidRDefault="00426085" w:rsidP="001964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9900060030</w:t>
            </w:r>
          </w:p>
        </w:tc>
        <w:tc>
          <w:tcPr>
            <w:tcW w:w="1276" w:type="dxa"/>
            <w:vAlign w:val="center"/>
          </w:tcPr>
          <w:p w:rsidR="00426085" w:rsidRPr="00485E43" w:rsidRDefault="00426085" w:rsidP="001964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1985" w:type="dxa"/>
            <w:vAlign w:val="center"/>
          </w:tcPr>
          <w:p w:rsidR="00426085" w:rsidRPr="00485E43" w:rsidRDefault="00426085" w:rsidP="001964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</w:t>
            </w:r>
          </w:p>
        </w:tc>
        <w:tc>
          <w:tcPr>
            <w:tcW w:w="1275" w:type="dxa"/>
          </w:tcPr>
          <w:p w:rsidR="00426085" w:rsidRDefault="00426085" w:rsidP="0019641A">
            <w:pPr>
              <w:pStyle w:val="ConsNonformat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  <w:p w:rsidR="00426085" w:rsidRPr="00485E43" w:rsidRDefault="00426085" w:rsidP="0019641A">
            <w:pPr>
              <w:pStyle w:val="ConsNonformat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-15000,00</w:t>
            </w:r>
          </w:p>
        </w:tc>
      </w:tr>
      <w:tr w:rsidR="00426085" w:rsidRPr="00485E43" w:rsidTr="001C35FF">
        <w:tc>
          <w:tcPr>
            <w:tcW w:w="2660" w:type="dxa"/>
          </w:tcPr>
          <w:p w:rsidR="00426085" w:rsidRPr="00686877" w:rsidRDefault="00426085" w:rsidP="0019641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Увеличение стоимости основных средств</w:t>
            </w:r>
          </w:p>
        </w:tc>
        <w:tc>
          <w:tcPr>
            <w:tcW w:w="992" w:type="dxa"/>
          </w:tcPr>
          <w:p w:rsidR="00426085" w:rsidRDefault="00426085" w:rsidP="0019641A">
            <w:pPr>
              <w:jc w:val="center"/>
              <w:rPr>
                <w:bCs/>
                <w:sz w:val="22"/>
                <w:szCs w:val="22"/>
              </w:rPr>
            </w:pPr>
          </w:p>
          <w:p w:rsidR="00426085" w:rsidRPr="00686877" w:rsidRDefault="00426085" w:rsidP="0019641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05</w:t>
            </w:r>
          </w:p>
        </w:tc>
        <w:tc>
          <w:tcPr>
            <w:tcW w:w="1276" w:type="dxa"/>
          </w:tcPr>
          <w:p w:rsidR="00426085" w:rsidRDefault="00426085" w:rsidP="0019641A">
            <w:pPr>
              <w:pStyle w:val="ConsNonforma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26085" w:rsidRPr="00686877" w:rsidRDefault="00426085" w:rsidP="0019641A">
            <w:pPr>
              <w:pStyle w:val="ConsNonformat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03</w:t>
            </w:r>
          </w:p>
        </w:tc>
        <w:tc>
          <w:tcPr>
            <w:tcW w:w="1417" w:type="dxa"/>
            <w:vAlign w:val="center"/>
          </w:tcPr>
          <w:p w:rsidR="00426085" w:rsidRDefault="00426085" w:rsidP="0019641A">
            <w:pPr>
              <w:jc w:val="center"/>
            </w:pPr>
          </w:p>
          <w:p w:rsidR="00426085" w:rsidRPr="000B5A06" w:rsidRDefault="00426085" w:rsidP="0019641A">
            <w:pPr>
              <w:jc w:val="center"/>
            </w:pPr>
            <w:r w:rsidRPr="000B5A06">
              <w:t>9900060510</w:t>
            </w:r>
          </w:p>
        </w:tc>
        <w:tc>
          <w:tcPr>
            <w:tcW w:w="1276" w:type="dxa"/>
            <w:vAlign w:val="center"/>
          </w:tcPr>
          <w:p w:rsidR="00426085" w:rsidRDefault="00426085" w:rsidP="0019641A">
            <w:pPr>
              <w:jc w:val="center"/>
            </w:pPr>
          </w:p>
          <w:p w:rsidR="00426085" w:rsidRPr="000B5A06" w:rsidRDefault="00426085" w:rsidP="0019641A">
            <w:pPr>
              <w:jc w:val="center"/>
            </w:pPr>
            <w:r w:rsidRPr="000B5A06">
              <w:t>244</w:t>
            </w:r>
          </w:p>
        </w:tc>
        <w:tc>
          <w:tcPr>
            <w:tcW w:w="1985" w:type="dxa"/>
          </w:tcPr>
          <w:p w:rsidR="00426085" w:rsidRDefault="00426085" w:rsidP="0019641A">
            <w:pPr>
              <w:pStyle w:val="ConsNonforma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26085" w:rsidRPr="00686877" w:rsidRDefault="00426085" w:rsidP="0019641A">
            <w:pPr>
              <w:pStyle w:val="ConsNonformat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31002</w:t>
            </w:r>
          </w:p>
        </w:tc>
        <w:tc>
          <w:tcPr>
            <w:tcW w:w="1275" w:type="dxa"/>
          </w:tcPr>
          <w:p w:rsidR="00426085" w:rsidRDefault="00426085" w:rsidP="0019641A">
            <w:pPr>
              <w:pStyle w:val="ConsNonformat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  <w:p w:rsidR="00426085" w:rsidRDefault="00426085" w:rsidP="0019641A">
            <w:pPr>
              <w:pStyle w:val="ConsNonformat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35000,00</w:t>
            </w:r>
          </w:p>
        </w:tc>
      </w:tr>
      <w:tr w:rsidR="00426085" w:rsidRPr="00485E43" w:rsidTr="001C35FF">
        <w:tc>
          <w:tcPr>
            <w:tcW w:w="2660" w:type="dxa"/>
          </w:tcPr>
          <w:p w:rsidR="00426085" w:rsidRPr="00686877" w:rsidRDefault="00426085" w:rsidP="0019641A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  <w:r w:rsidRPr="00686877">
              <w:rPr>
                <w:bCs/>
                <w:sz w:val="22"/>
                <w:szCs w:val="22"/>
              </w:rPr>
              <w:t>Прочие работы, услуги</w:t>
            </w:r>
          </w:p>
        </w:tc>
        <w:tc>
          <w:tcPr>
            <w:tcW w:w="992" w:type="dxa"/>
          </w:tcPr>
          <w:p w:rsidR="00426085" w:rsidRPr="00686877" w:rsidRDefault="00426085" w:rsidP="0019641A">
            <w:pPr>
              <w:spacing w:line="360" w:lineRule="auto"/>
              <w:jc w:val="center"/>
              <w:rPr>
                <w:bCs/>
                <w:sz w:val="22"/>
                <w:szCs w:val="22"/>
              </w:rPr>
            </w:pPr>
            <w:r w:rsidRPr="00686877">
              <w:rPr>
                <w:bCs/>
                <w:sz w:val="22"/>
                <w:szCs w:val="22"/>
              </w:rPr>
              <w:t>05</w:t>
            </w:r>
          </w:p>
        </w:tc>
        <w:tc>
          <w:tcPr>
            <w:tcW w:w="1276" w:type="dxa"/>
          </w:tcPr>
          <w:p w:rsidR="00426085" w:rsidRPr="00686877" w:rsidRDefault="00426085" w:rsidP="0019641A">
            <w:pPr>
              <w:pStyle w:val="ConsNonforma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86877">
              <w:rPr>
                <w:rFonts w:ascii="Times New Roman" w:hAnsi="Times New Roman"/>
                <w:sz w:val="22"/>
                <w:szCs w:val="22"/>
              </w:rPr>
              <w:t>03</w:t>
            </w:r>
          </w:p>
        </w:tc>
        <w:tc>
          <w:tcPr>
            <w:tcW w:w="1417" w:type="dxa"/>
          </w:tcPr>
          <w:p w:rsidR="00426085" w:rsidRPr="00686877" w:rsidRDefault="00426085" w:rsidP="0019641A">
            <w:pPr>
              <w:pStyle w:val="ConsNonformat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9900062330</w:t>
            </w:r>
          </w:p>
        </w:tc>
        <w:tc>
          <w:tcPr>
            <w:tcW w:w="1276" w:type="dxa"/>
          </w:tcPr>
          <w:p w:rsidR="00426085" w:rsidRPr="00686877" w:rsidRDefault="00426085" w:rsidP="0019641A">
            <w:pPr>
              <w:pStyle w:val="ConsNonforma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86877">
              <w:rPr>
                <w:rFonts w:ascii="Times New Roman" w:hAnsi="Times New Roman"/>
                <w:sz w:val="22"/>
                <w:szCs w:val="22"/>
              </w:rPr>
              <w:t>244</w:t>
            </w:r>
          </w:p>
        </w:tc>
        <w:tc>
          <w:tcPr>
            <w:tcW w:w="1985" w:type="dxa"/>
          </w:tcPr>
          <w:p w:rsidR="00426085" w:rsidRPr="00686877" w:rsidRDefault="00426085" w:rsidP="0019641A">
            <w:pPr>
              <w:pStyle w:val="ConsNonforma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86877">
              <w:rPr>
                <w:rFonts w:ascii="Times New Roman" w:hAnsi="Times New Roman"/>
                <w:sz w:val="22"/>
                <w:szCs w:val="22"/>
              </w:rPr>
              <w:t>226</w:t>
            </w:r>
          </w:p>
        </w:tc>
        <w:tc>
          <w:tcPr>
            <w:tcW w:w="1275" w:type="dxa"/>
          </w:tcPr>
          <w:p w:rsidR="00426085" w:rsidRPr="00686877" w:rsidRDefault="00426085" w:rsidP="0019641A">
            <w:pPr>
              <w:pStyle w:val="ConsNonformat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43000,00</w:t>
            </w:r>
          </w:p>
        </w:tc>
      </w:tr>
      <w:tr w:rsidR="00426085" w:rsidRPr="00485E43" w:rsidTr="00710BE9">
        <w:tc>
          <w:tcPr>
            <w:tcW w:w="2660" w:type="dxa"/>
          </w:tcPr>
          <w:p w:rsidR="00426085" w:rsidRPr="00686877" w:rsidRDefault="00426085" w:rsidP="0019641A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  <w:r w:rsidRPr="00686877">
              <w:rPr>
                <w:bCs/>
                <w:sz w:val="22"/>
                <w:szCs w:val="22"/>
              </w:rPr>
              <w:t>Прочие работы, услуги</w:t>
            </w:r>
          </w:p>
        </w:tc>
        <w:tc>
          <w:tcPr>
            <w:tcW w:w="992" w:type="dxa"/>
          </w:tcPr>
          <w:p w:rsidR="00426085" w:rsidRPr="00686877" w:rsidRDefault="00426085" w:rsidP="0019641A">
            <w:pPr>
              <w:spacing w:line="360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</w:t>
            </w:r>
          </w:p>
        </w:tc>
        <w:tc>
          <w:tcPr>
            <w:tcW w:w="1276" w:type="dxa"/>
          </w:tcPr>
          <w:p w:rsidR="00426085" w:rsidRPr="00686877" w:rsidRDefault="00426085" w:rsidP="0019641A">
            <w:pPr>
              <w:pStyle w:val="ConsNonformat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426085" w:rsidRPr="00686877" w:rsidRDefault="00426085" w:rsidP="0019641A">
            <w:pPr>
              <w:pStyle w:val="ConsNonformat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9900063700</w:t>
            </w:r>
          </w:p>
        </w:tc>
        <w:tc>
          <w:tcPr>
            <w:tcW w:w="1276" w:type="dxa"/>
          </w:tcPr>
          <w:p w:rsidR="00426085" w:rsidRPr="00686877" w:rsidRDefault="00426085" w:rsidP="0019641A">
            <w:pPr>
              <w:pStyle w:val="ConsNonforma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86877">
              <w:rPr>
                <w:rFonts w:ascii="Times New Roman" w:hAnsi="Times New Roman"/>
                <w:sz w:val="22"/>
                <w:szCs w:val="22"/>
              </w:rPr>
              <w:t>244</w:t>
            </w:r>
          </w:p>
        </w:tc>
        <w:tc>
          <w:tcPr>
            <w:tcW w:w="1985" w:type="dxa"/>
          </w:tcPr>
          <w:p w:rsidR="00426085" w:rsidRPr="00686877" w:rsidRDefault="00426085" w:rsidP="0019641A">
            <w:pPr>
              <w:pStyle w:val="ConsNonforma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86877">
              <w:rPr>
                <w:rFonts w:ascii="Times New Roman" w:hAnsi="Times New Roman"/>
                <w:sz w:val="22"/>
                <w:szCs w:val="22"/>
              </w:rPr>
              <w:t>226</w:t>
            </w:r>
          </w:p>
        </w:tc>
        <w:tc>
          <w:tcPr>
            <w:tcW w:w="1275" w:type="dxa"/>
          </w:tcPr>
          <w:p w:rsidR="00426085" w:rsidRPr="00F51DEB" w:rsidRDefault="00426085" w:rsidP="0019641A">
            <w:pPr>
              <w:pStyle w:val="ConsNonformat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51DEB">
              <w:rPr>
                <w:rFonts w:ascii="Times New Roman" w:hAnsi="Times New Roman"/>
                <w:sz w:val="22"/>
                <w:szCs w:val="22"/>
              </w:rPr>
              <w:t>-13000,00</w:t>
            </w:r>
          </w:p>
        </w:tc>
      </w:tr>
      <w:tr w:rsidR="00426085" w:rsidRPr="00485E43" w:rsidTr="00426085">
        <w:trPr>
          <w:trHeight w:val="200"/>
        </w:trPr>
        <w:tc>
          <w:tcPr>
            <w:tcW w:w="2660" w:type="dxa"/>
          </w:tcPr>
          <w:p w:rsidR="00426085" w:rsidRPr="00485E43" w:rsidRDefault="00426085" w:rsidP="0019641A">
            <w:pPr>
              <w:spacing w:line="360" w:lineRule="auto"/>
              <w:jc w:val="both"/>
              <w:rPr>
                <w:b/>
                <w:bCs/>
                <w:sz w:val="22"/>
                <w:szCs w:val="22"/>
              </w:rPr>
            </w:pPr>
            <w:r w:rsidRPr="00485E43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992" w:type="dxa"/>
          </w:tcPr>
          <w:p w:rsidR="00426085" w:rsidRPr="00485E43" w:rsidRDefault="00426085" w:rsidP="0019641A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 w:rsidRPr="00485E43">
              <w:rPr>
                <w:b/>
                <w:bCs/>
                <w:sz w:val="22"/>
                <w:szCs w:val="22"/>
              </w:rPr>
              <w:t>*</w:t>
            </w:r>
          </w:p>
        </w:tc>
        <w:tc>
          <w:tcPr>
            <w:tcW w:w="1276" w:type="dxa"/>
          </w:tcPr>
          <w:p w:rsidR="00426085" w:rsidRPr="00485E43" w:rsidRDefault="00426085" w:rsidP="0019641A">
            <w:pPr>
              <w:pStyle w:val="ConsNonformat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485E43">
              <w:rPr>
                <w:rFonts w:ascii="Times New Roman" w:hAnsi="Times New Roman"/>
                <w:b/>
                <w:sz w:val="22"/>
                <w:szCs w:val="22"/>
              </w:rPr>
              <w:t>*</w:t>
            </w:r>
          </w:p>
        </w:tc>
        <w:tc>
          <w:tcPr>
            <w:tcW w:w="1417" w:type="dxa"/>
          </w:tcPr>
          <w:p w:rsidR="00426085" w:rsidRPr="00485E43" w:rsidRDefault="00426085" w:rsidP="0019641A">
            <w:pPr>
              <w:pStyle w:val="ConsNonformat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485E43">
              <w:rPr>
                <w:rFonts w:ascii="Times New Roman" w:hAnsi="Times New Roman"/>
                <w:b/>
                <w:sz w:val="22"/>
                <w:szCs w:val="22"/>
              </w:rPr>
              <w:t>*</w:t>
            </w:r>
          </w:p>
        </w:tc>
        <w:tc>
          <w:tcPr>
            <w:tcW w:w="1276" w:type="dxa"/>
          </w:tcPr>
          <w:p w:rsidR="00426085" w:rsidRPr="00485E43" w:rsidRDefault="00426085" w:rsidP="0019641A">
            <w:pPr>
              <w:pStyle w:val="ConsNonformat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485E43">
              <w:rPr>
                <w:rFonts w:ascii="Times New Roman" w:hAnsi="Times New Roman"/>
                <w:b/>
                <w:sz w:val="22"/>
                <w:szCs w:val="22"/>
              </w:rPr>
              <w:t>*</w:t>
            </w:r>
          </w:p>
        </w:tc>
        <w:tc>
          <w:tcPr>
            <w:tcW w:w="1985" w:type="dxa"/>
          </w:tcPr>
          <w:p w:rsidR="00426085" w:rsidRPr="00485E43" w:rsidRDefault="00426085" w:rsidP="0019641A">
            <w:pPr>
              <w:pStyle w:val="ConsNonformat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485E43">
              <w:rPr>
                <w:rFonts w:ascii="Times New Roman" w:hAnsi="Times New Roman"/>
                <w:b/>
                <w:sz w:val="22"/>
                <w:szCs w:val="22"/>
              </w:rPr>
              <w:t>*</w:t>
            </w:r>
          </w:p>
        </w:tc>
        <w:tc>
          <w:tcPr>
            <w:tcW w:w="1275" w:type="dxa"/>
          </w:tcPr>
          <w:p w:rsidR="00426085" w:rsidRPr="00485E43" w:rsidRDefault="00426085" w:rsidP="0019641A">
            <w:pPr>
              <w:pStyle w:val="ConsNonformat"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35000,00</w:t>
            </w:r>
          </w:p>
        </w:tc>
      </w:tr>
    </w:tbl>
    <w:p w:rsidR="00702224" w:rsidRDefault="00702224" w:rsidP="00504FC2">
      <w:pPr>
        <w:pStyle w:val="ConsNonformat"/>
        <w:jc w:val="center"/>
        <w:rPr>
          <w:rFonts w:ascii="Times New Roman" w:hAnsi="Times New Roman"/>
          <w:b/>
          <w:sz w:val="22"/>
          <w:szCs w:val="22"/>
        </w:rPr>
      </w:pPr>
    </w:p>
    <w:p w:rsidR="00702224" w:rsidRDefault="00702224" w:rsidP="00504FC2">
      <w:pPr>
        <w:pStyle w:val="ConsNonformat"/>
        <w:jc w:val="center"/>
        <w:rPr>
          <w:rFonts w:ascii="Times New Roman" w:hAnsi="Times New Roman"/>
          <w:b/>
          <w:sz w:val="22"/>
          <w:szCs w:val="22"/>
        </w:rPr>
      </w:pPr>
    </w:p>
    <w:p w:rsidR="00E55735" w:rsidRDefault="00E55735" w:rsidP="00504FC2">
      <w:pPr>
        <w:pStyle w:val="ConsNonformat"/>
        <w:jc w:val="center"/>
        <w:rPr>
          <w:rFonts w:ascii="Times New Roman" w:hAnsi="Times New Roman"/>
          <w:b/>
          <w:sz w:val="22"/>
          <w:szCs w:val="22"/>
        </w:rPr>
      </w:pPr>
    </w:p>
    <w:p w:rsidR="00E55735" w:rsidRDefault="00E55735" w:rsidP="00504FC2">
      <w:pPr>
        <w:pStyle w:val="ConsNonformat"/>
        <w:jc w:val="center"/>
        <w:rPr>
          <w:rFonts w:ascii="Times New Roman" w:hAnsi="Times New Roman"/>
          <w:b/>
          <w:sz w:val="22"/>
          <w:szCs w:val="22"/>
        </w:rPr>
      </w:pPr>
    </w:p>
    <w:p w:rsidR="00E55735" w:rsidRDefault="00E55735" w:rsidP="00504FC2">
      <w:pPr>
        <w:pStyle w:val="ConsNonformat"/>
        <w:jc w:val="center"/>
        <w:rPr>
          <w:rFonts w:ascii="Times New Roman" w:hAnsi="Times New Roman"/>
          <w:b/>
          <w:sz w:val="22"/>
          <w:szCs w:val="22"/>
        </w:rPr>
      </w:pPr>
    </w:p>
    <w:p w:rsidR="00E55735" w:rsidRDefault="00E55735" w:rsidP="00504FC2">
      <w:pPr>
        <w:pStyle w:val="ConsNonformat"/>
        <w:jc w:val="center"/>
        <w:rPr>
          <w:rFonts w:ascii="Times New Roman" w:hAnsi="Times New Roman"/>
          <w:b/>
          <w:sz w:val="22"/>
          <w:szCs w:val="22"/>
        </w:rPr>
      </w:pPr>
    </w:p>
    <w:p w:rsidR="00E55735" w:rsidRDefault="00E55735" w:rsidP="00504FC2">
      <w:pPr>
        <w:pStyle w:val="ConsNonformat"/>
        <w:jc w:val="center"/>
        <w:rPr>
          <w:rFonts w:ascii="Times New Roman" w:hAnsi="Times New Roman"/>
          <w:b/>
          <w:sz w:val="22"/>
          <w:szCs w:val="22"/>
        </w:rPr>
      </w:pPr>
    </w:p>
    <w:p w:rsidR="00702224" w:rsidRDefault="00702224" w:rsidP="00504FC2">
      <w:pPr>
        <w:pStyle w:val="ConsNonformat"/>
        <w:jc w:val="center"/>
        <w:rPr>
          <w:rFonts w:ascii="Times New Roman" w:hAnsi="Times New Roman"/>
          <w:b/>
          <w:sz w:val="22"/>
          <w:szCs w:val="22"/>
        </w:rPr>
      </w:pPr>
    </w:p>
    <w:p w:rsidR="00702224" w:rsidRDefault="00702224" w:rsidP="00504FC2">
      <w:pPr>
        <w:pStyle w:val="ConsNonformat"/>
        <w:jc w:val="center"/>
        <w:rPr>
          <w:rFonts w:ascii="Times New Roman" w:hAnsi="Times New Roman"/>
          <w:b/>
          <w:sz w:val="22"/>
          <w:szCs w:val="22"/>
        </w:rPr>
      </w:pPr>
    </w:p>
    <w:p w:rsidR="00702224" w:rsidRDefault="00702224" w:rsidP="00504FC2">
      <w:pPr>
        <w:pStyle w:val="ConsNonformat"/>
        <w:jc w:val="center"/>
        <w:rPr>
          <w:rFonts w:ascii="Times New Roman" w:hAnsi="Times New Roman"/>
          <w:b/>
          <w:sz w:val="22"/>
          <w:szCs w:val="22"/>
        </w:rPr>
      </w:pPr>
    </w:p>
    <w:p w:rsidR="00702224" w:rsidRDefault="00702224" w:rsidP="00504FC2">
      <w:pPr>
        <w:pStyle w:val="ConsNonformat"/>
        <w:jc w:val="center"/>
        <w:rPr>
          <w:rFonts w:ascii="Times New Roman" w:hAnsi="Times New Roman"/>
          <w:b/>
          <w:sz w:val="22"/>
          <w:szCs w:val="22"/>
        </w:rPr>
      </w:pPr>
    </w:p>
    <w:p w:rsidR="00702224" w:rsidRDefault="00702224" w:rsidP="00504FC2">
      <w:pPr>
        <w:pStyle w:val="ConsNonformat"/>
        <w:jc w:val="center"/>
        <w:rPr>
          <w:rFonts w:ascii="Times New Roman" w:hAnsi="Times New Roman"/>
          <w:b/>
          <w:sz w:val="22"/>
          <w:szCs w:val="22"/>
        </w:rPr>
      </w:pPr>
    </w:p>
    <w:p w:rsidR="00504FC2" w:rsidRPr="00485E43" w:rsidRDefault="00504FC2" w:rsidP="00504FC2">
      <w:pPr>
        <w:pStyle w:val="ConsNonformat"/>
        <w:jc w:val="center"/>
        <w:rPr>
          <w:rFonts w:ascii="Times New Roman" w:hAnsi="Times New Roman"/>
          <w:b/>
          <w:sz w:val="22"/>
          <w:szCs w:val="22"/>
        </w:rPr>
      </w:pPr>
      <w:r w:rsidRPr="00485E43">
        <w:rPr>
          <w:rFonts w:ascii="Times New Roman" w:hAnsi="Times New Roman"/>
          <w:b/>
          <w:sz w:val="22"/>
          <w:szCs w:val="22"/>
        </w:rPr>
        <w:t xml:space="preserve">Раздел </w:t>
      </w:r>
      <w:r w:rsidRPr="00485E43">
        <w:rPr>
          <w:rFonts w:ascii="Times New Roman" w:hAnsi="Times New Roman"/>
          <w:b/>
          <w:sz w:val="22"/>
          <w:szCs w:val="22"/>
          <w:lang w:val="en-US"/>
        </w:rPr>
        <w:t>III</w:t>
      </w:r>
      <w:r w:rsidRPr="00485E43">
        <w:rPr>
          <w:rFonts w:ascii="Times New Roman" w:hAnsi="Times New Roman"/>
          <w:b/>
          <w:sz w:val="22"/>
          <w:szCs w:val="22"/>
        </w:rPr>
        <w:t>. Преде</w:t>
      </w:r>
      <w:r w:rsidR="00937E6D" w:rsidRPr="00485E43">
        <w:rPr>
          <w:rFonts w:ascii="Times New Roman" w:hAnsi="Times New Roman"/>
          <w:b/>
          <w:sz w:val="22"/>
          <w:szCs w:val="22"/>
        </w:rPr>
        <w:t>льные объемы финансирования на</w:t>
      </w:r>
      <w:r w:rsidR="00563CCE" w:rsidRPr="00485E43">
        <w:rPr>
          <w:rFonts w:ascii="Times New Roman" w:hAnsi="Times New Roman"/>
          <w:b/>
          <w:sz w:val="22"/>
          <w:szCs w:val="22"/>
        </w:rPr>
        <w:t>___________</w:t>
      </w:r>
      <w:r w:rsidR="00937E6D" w:rsidRPr="00485E43">
        <w:rPr>
          <w:rFonts w:ascii="Times New Roman" w:hAnsi="Times New Roman"/>
          <w:b/>
          <w:sz w:val="22"/>
          <w:szCs w:val="22"/>
        </w:rPr>
        <w:t xml:space="preserve"> </w:t>
      </w:r>
      <w:r w:rsidRPr="00485E43">
        <w:rPr>
          <w:rFonts w:ascii="Times New Roman" w:hAnsi="Times New Roman"/>
          <w:b/>
          <w:sz w:val="22"/>
          <w:szCs w:val="22"/>
        </w:rPr>
        <w:t xml:space="preserve"> 20</w:t>
      </w:r>
      <w:r w:rsidR="00D86EBA" w:rsidRPr="00485E43">
        <w:rPr>
          <w:rFonts w:ascii="Times New Roman" w:hAnsi="Times New Roman"/>
          <w:b/>
          <w:sz w:val="22"/>
          <w:szCs w:val="22"/>
        </w:rPr>
        <w:t>1</w:t>
      </w:r>
      <w:r w:rsidR="00485E43">
        <w:rPr>
          <w:rFonts w:ascii="Times New Roman" w:hAnsi="Times New Roman"/>
          <w:b/>
          <w:sz w:val="22"/>
          <w:szCs w:val="22"/>
        </w:rPr>
        <w:t>9</w:t>
      </w:r>
      <w:r w:rsidRPr="00485E43">
        <w:rPr>
          <w:rFonts w:ascii="Times New Roman" w:hAnsi="Times New Roman"/>
          <w:b/>
          <w:sz w:val="22"/>
          <w:szCs w:val="22"/>
        </w:rPr>
        <w:t xml:space="preserve"> год</w:t>
      </w:r>
    </w:p>
    <w:p w:rsidR="00504FC2" w:rsidRPr="00485E43" w:rsidRDefault="00504FC2" w:rsidP="00504FC2">
      <w:pPr>
        <w:pStyle w:val="ConsNonformat"/>
        <w:jc w:val="center"/>
        <w:rPr>
          <w:rFonts w:ascii="Times New Roman" w:hAnsi="Times New Roman"/>
          <w:sz w:val="22"/>
          <w:szCs w:val="22"/>
        </w:rPr>
      </w:pPr>
      <w:r w:rsidRPr="00485E43"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(месяц)</w:t>
      </w: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1422"/>
        <w:gridCol w:w="1418"/>
        <w:gridCol w:w="1417"/>
        <w:gridCol w:w="851"/>
        <w:gridCol w:w="425"/>
        <w:gridCol w:w="1559"/>
        <w:gridCol w:w="390"/>
        <w:gridCol w:w="1311"/>
      </w:tblGrid>
      <w:tr w:rsidR="00504FC2" w:rsidRPr="00485E43" w:rsidTr="00D125AC">
        <w:tc>
          <w:tcPr>
            <w:tcW w:w="2088" w:type="dxa"/>
            <w:vMerge w:val="restart"/>
          </w:tcPr>
          <w:p w:rsidR="00504FC2" w:rsidRPr="00485E43" w:rsidRDefault="00504FC2" w:rsidP="0053759F">
            <w:pPr>
              <w:pStyle w:val="ConsNonforma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85E43">
              <w:rPr>
                <w:rFonts w:ascii="Times New Roman" w:hAnsi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7092" w:type="dxa"/>
            <w:gridSpan w:val="6"/>
          </w:tcPr>
          <w:p w:rsidR="00504FC2" w:rsidRPr="00485E43" w:rsidRDefault="00504FC2" w:rsidP="0053759F">
            <w:pPr>
              <w:pStyle w:val="ConsNonforma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85E43">
              <w:rPr>
                <w:rFonts w:ascii="Times New Roman" w:hAnsi="Times New Roman"/>
                <w:sz w:val="22"/>
                <w:szCs w:val="22"/>
              </w:rPr>
              <w:t>Код по бюджетной классификации</w:t>
            </w:r>
          </w:p>
        </w:tc>
        <w:tc>
          <w:tcPr>
            <w:tcW w:w="1701" w:type="dxa"/>
            <w:gridSpan w:val="2"/>
            <w:vMerge w:val="restart"/>
          </w:tcPr>
          <w:p w:rsidR="00504FC2" w:rsidRPr="00485E43" w:rsidRDefault="00504FC2" w:rsidP="0053759F">
            <w:pPr>
              <w:pStyle w:val="ConsNonforma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85E43">
              <w:rPr>
                <w:rFonts w:ascii="Times New Roman" w:hAnsi="Times New Roman"/>
                <w:sz w:val="22"/>
                <w:szCs w:val="22"/>
              </w:rPr>
              <w:t>Сумма изменений</w:t>
            </w:r>
            <w:proofErr w:type="gramStart"/>
            <w:r w:rsidRPr="00485E43">
              <w:rPr>
                <w:rFonts w:ascii="Times New Roman" w:hAnsi="Times New Roman"/>
                <w:sz w:val="22"/>
                <w:szCs w:val="22"/>
              </w:rPr>
              <w:t xml:space="preserve"> (+,-)</w:t>
            </w:r>
            <w:proofErr w:type="gramEnd"/>
          </w:p>
        </w:tc>
      </w:tr>
      <w:tr w:rsidR="0053759F" w:rsidRPr="00485E43" w:rsidTr="00D125AC">
        <w:tc>
          <w:tcPr>
            <w:tcW w:w="2088" w:type="dxa"/>
            <w:vMerge/>
          </w:tcPr>
          <w:p w:rsidR="00504FC2" w:rsidRPr="00485E43" w:rsidRDefault="00504FC2" w:rsidP="0053759F">
            <w:pPr>
              <w:pStyle w:val="ConsNonforma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22" w:type="dxa"/>
          </w:tcPr>
          <w:p w:rsidR="00504FC2" w:rsidRPr="00485E43" w:rsidRDefault="00504FC2" w:rsidP="0053759F">
            <w:pPr>
              <w:pStyle w:val="ConsNonforma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85E43">
              <w:rPr>
                <w:rFonts w:ascii="Times New Roman" w:hAnsi="Times New Roman"/>
                <w:sz w:val="22"/>
                <w:szCs w:val="22"/>
              </w:rPr>
              <w:t>раздела</w:t>
            </w:r>
          </w:p>
        </w:tc>
        <w:tc>
          <w:tcPr>
            <w:tcW w:w="1418" w:type="dxa"/>
          </w:tcPr>
          <w:p w:rsidR="00504FC2" w:rsidRPr="00485E43" w:rsidRDefault="00504FC2" w:rsidP="0053759F">
            <w:pPr>
              <w:pStyle w:val="ConsNonforma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85E43">
              <w:rPr>
                <w:rFonts w:ascii="Times New Roman" w:hAnsi="Times New Roman"/>
                <w:sz w:val="22"/>
                <w:szCs w:val="22"/>
              </w:rPr>
              <w:t>подраздела</w:t>
            </w:r>
          </w:p>
        </w:tc>
        <w:tc>
          <w:tcPr>
            <w:tcW w:w="1417" w:type="dxa"/>
          </w:tcPr>
          <w:p w:rsidR="00504FC2" w:rsidRPr="00485E43" w:rsidRDefault="00504FC2" w:rsidP="0053759F">
            <w:pPr>
              <w:pStyle w:val="ConsNonforma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85E43">
              <w:rPr>
                <w:rFonts w:ascii="Times New Roman" w:hAnsi="Times New Roman"/>
                <w:sz w:val="22"/>
                <w:szCs w:val="22"/>
              </w:rPr>
              <w:t>целевой статьи</w:t>
            </w:r>
          </w:p>
        </w:tc>
        <w:tc>
          <w:tcPr>
            <w:tcW w:w="1276" w:type="dxa"/>
            <w:gridSpan w:val="2"/>
          </w:tcPr>
          <w:p w:rsidR="00504FC2" w:rsidRPr="00485E43" w:rsidRDefault="00504FC2" w:rsidP="0053759F">
            <w:pPr>
              <w:pStyle w:val="ConsNonforma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85E43">
              <w:rPr>
                <w:rFonts w:ascii="Times New Roman" w:hAnsi="Times New Roman"/>
                <w:sz w:val="22"/>
                <w:szCs w:val="22"/>
              </w:rPr>
              <w:t xml:space="preserve">вида расходов </w:t>
            </w:r>
          </w:p>
        </w:tc>
        <w:tc>
          <w:tcPr>
            <w:tcW w:w="1559" w:type="dxa"/>
          </w:tcPr>
          <w:p w:rsidR="00D125AC" w:rsidRPr="00485E43" w:rsidRDefault="00D125AC" w:rsidP="00D125AC">
            <w:pPr>
              <w:pStyle w:val="ConsNonforma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85E43">
              <w:rPr>
                <w:rFonts w:ascii="Times New Roman" w:hAnsi="Times New Roman"/>
                <w:sz w:val="22"/>
                <w:szCs w:val="22"/>
              </w:rPr>
              <w:t>Дополнительного  аналитического учета</w:t>
            </w:r>
          </w:p>
          <w:p w:rsidR="00504FC2" w:rsidRPr="00485E43" w:rsidRDefault="00504FC2" w:rsidP="0053759F">
            <w:pPr>
              <w:pStyle w:val="ConsNonforma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</w:tcPr>
          <w:p w:rsidR="00504FC2" w:rsidRPr="00485E43" w:rsidRDefault="00504FC2" w:rsidP="0053759F">
            <w:pPr>
              <w:pStyle w:val="ConsNonforma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3759F" w:rsidRPr="00485E43" w:rsidTr="00D125AC">
        <w:tc>
          <w:tcPr>
            <w:tcW w:w="2088" w:type="dxa"/>
          </w:tcPr>
          <w:p w:rsidR="00306B22" w:rsidRPr="00485E43" w:rsidRDefault="00306B22" w:rsidP="0053759F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422" w:type="dxa"/>
          </w:tcPr>
          <w:p w:rsidR="00306B22" w:rsidRPr="00485E43" w:rsidRDefault="00306B22" w:rsidP="0053759F">
            <w:pPr>
              <w:spacing w:line="360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</w:tcPr>
          <w:p w:rsidR="00306B22" w:rsidRPr="00485E43" w:rsidRDefault="00306B22" w:rsidP="0053759F">
            <w:pPr>
              <w:pStyle w:val="ConsNonforma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306B22" w:rsidRPr="00485E43" w:rsidRDefault="00306B22" w:rsidP="00306B22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gridSpan w:val="2"/>
          </w:tcPr>
          <w:p w:rsidR="00306B22" w:rsidRPr="00485E43" w:rsidRDefault="00306B22" w:rsidP="0053759F">
            <w:pPr>
              <w:pStyle w:val="ConsNonforma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306B22" w:rsidRPr="00485E43" w:rsidRDefault="00306B22" w:rsidP="0053759F">
            <w:pPr>
              <w:pStyle w:val="ConsNonforma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306B22" w:rsidRPr="00485E43" w:rsidRDefault="00306B22" w:rsidP="0053759F">
            <w:pPr>
              <w:pStyle w:val="ConsNonforma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3759F" w:rsidRPr="00485E43" w:rsidTr="00D125AC">
        <w:trPr>
          <w:trHeight w:val="84"/>
        </w:trPr>
        <w:tc>
          <w:tcPr>
            <w:tcW w:w="2088" w:type="dxa"/>
          </w:tcPr>
          <w:p w:rsidR="00306B22" w:rsidRPr="00485E43" w:rsidRDefault="00306B22" w:rsidP="0053759F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422" w:type="dxa"/>
          </w:tcPr>
          <w:p w:rsidR="00306B22" w:rsidRPr="00485E43" w:rsidRDefault="00306B22" w:rsidP="0053759F">
            <w:pPr>
              <w:spacing w:line="360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</w:tcPr>
          <w:p w:rsidR="00306B22" w:rsidRPr="00485E43" w:rsidRDefault="00306B22" w:rsidP="0053759F">
            <w:pPr>
              <w:pStyle w:val="ConsNonforma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306B22" w:rsidRPr="00485E43" w:rsidRDefault="00306B22" w:rsidP="00306B22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gridSpan w:val="2"/>
          </w:tcPr>
          <w:p w:rsidR="00306B22" w:rsidRPr="00485E43" w:rsidRDefault="00306B22" w:rsidP="0053759F">
            <w:pPr>
              <w:pStyle w:val="ConsNonforma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306B22" w:rsidRPr="00485E43" w:rsidRDefault="00306B22" w:rsidP="0053759F">
            <w:pPr>
              <w:pStyle w:val="ConsNonforma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306B22" w:rsidRPr="00485E43" w:rsidRDefault="00306B22" w:rsidP="0053759F">
            <w:pPr>
              <w:pStyle w:val="ConsNonforma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3759F" w:rsidRPr="00485E43" w:rsidTr="00D125AC">
        <w:tc>
          <w:tcPr>
            <w:tcW w:w="2088" w:type="dxa"/>
          </w:tcPr>
          <w:p w:rsidR="002A4907" w:rsidRPr="00485E43" w:rsidRDefault="002A4907" w:rsidP="0053759F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  <w:r w:rsidRPr="00485E43">
              <w:rPr>
                <w:bCs/>
                <w:sz w:val="22"/>
                <w:szCs w:val="22"/>
              </w:rPr>
              <w:t>ИТОГО</w:t>
            </w:r>
          </w:p>
        </w:tc>
        <w:tc>
          <w:tcPr>
            <w:tcW w:w="1422" w:type="dxa"/>
          </w:tcPr>
          <w:p w:rsidR="002A4907" w:rsidRPr="00485E43" w:rsidRDefault="002A4907" w:rsidP="0053759F">
            <w:pPr>
              <w:spacing w:line="360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</w:tcPr>
          <w:p w:rsidR="002A4907" w:rsidRPr="00485E43" w:rsidRDefault="002A4907" w:rsidP="0053759F">
            <w:pPr>
              <w:pStyle w:val="ConsNonforma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2A4907" w:rsidRPr="00485E43" w:rsidRDefault="002A4907" w:rsidP="0053759F">
            <w:pPr>
              <w:pStyle w:val="ConsNonforma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gridSpan w:val="2"/>
          </w:tcPr>
          <w:p w:rsidR="002A4907" w:rsidRPr="00485E43" w:rsidRDefault="002A4907" w:rsidP="0053759F">
            <w:pPr>
              <w:pStyle w:val="ConsNonforma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2A4907" w:rsidRPr="00485E43" w:rsidRDefault="002A4907" w:rsidP="0053759F">
            <w:pPr>
              <w:pStyle w:val="ConsNonforma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2A4907" w:rsidRPr="00485E43" w:rsidRDefault="002A4907" w:rsidP="0053759F">
            <w:pPr>
              <w:pStyle w:val="ConsNonforma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04FC2" w:rsidRPr="00365153" w:rsidTr="00D125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311" w:type="dxa"/>
        </w:trPr>
        <w:tc>
          <w:tcPr>
            <w:tcW w:w="3510" w:type="dxa"/>
            <w:gridSpan w:val="2"/>
          </w:tcPr>
          <w:p w:rsidR="00DC39FC" w:rsidRPr="00CA2335" w:rsidRDefault="00D35255" w:rsidP="00504FC2">
            <w:pPr>
              <w:pStyle w:val="ConsNonformat"/>
              <w:rPr>
                <w:rFonts w:ascii="Times New Roman" w:hAnsi="Times New Roman"/>
                <w:sz w:val="24"/>
                <w:szCs w:val="24"/>
              </w:rPr>
            </w:pPr>
            <w:r w:rsidRPr="00CA2335">
              <w:rPr>
                <w:rFonts w:ascii="Times New Roman" w:hAnsi="Times New Roman"/>
                <w:sz w:val="24"/>
                <w:szCs w:val="24"/>
              </w:rPr>
              <w:t xml:space="preserve">                </w:t>
            </w:r>
            <w:r w:rsidR="00852318" w:rsidRPr="00CA2335">
              <w:rPr>
                <w:rFonts w:ascii="Times New Roman" w:hAnsi="Times New Roman"/>
                <w:sz w:val="24"/>
                <w:szCs w:val="24"/>
              </w:rPr>
              <w:t>Глава</w:t>
            </w:r>
          </w:p>
          <w:p w:rsidR="00504FC2" w:rsidRPr="00CA2335" w:rsidRDefault="00504FC2" w:rsidP="00DC39FC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gridSpan w:val="3"/>
          </w:tcPr>
          <w:p w:rsidR="00504FC2" w:rsidRPr="00CA2335" w:rsidRDefault="00A818D5" w:rsidP="00504FC2">
            <w:pPr>
              <w:pStyle w:val="ConsNonformat"/>
              <w:pBdr>
                <w:bottom w:val="single" w:sz="12" w:space="1" w:color="auto"/>
              </w:pBdr>
              <w:rPr>
                <w:rFonts w:ascii="Times New Roman" w:hAnsi="Times New Roman"/>
                <w:b/>
                <w:sz w:val="24"/>
                <w:szCs w:val="24"/>
              </w:rPr>
            </w:pPr>
            <w:r w:rsidRPr="00CA2335">
              <w:rPr>
                <w:rFonts w:ascii="Times New Roman" w:hAnsi="Times New Roman"/>
                <w:sz w:val="24"/>
                <w:szCs w:val="24"/>
              </w:rPr>
              <w:t xml:space="preserve">                                 </w:t>
            </w:r>
            <w:r w:rsidR="00426085">
              <w:rPr>
                <w:rFonts w:ascii="Times New Roman" w:hAnsi="Times New Roman"/>
                <w:sz w:val="24"/>
                <w:szCs w:val="24"/>
              </w:rPr>
              <w:t>06.06</w:t>
            </w:r>
            <w:r w:rsidR="00485E43" w:rsidRPr="00CA2335">
              <w:rPr>
                <w:rFonts w:ascii="Times New Roman" w:hAnsi="Times New Roman"/>
                <w:sz w:val="24"/>
                <w:szCs w:val="24"/>
              </w:rPr>
              <w:t>.2019</w:t>
            </w:r>
            <w:r w:rsidR="002D32E3" w:rsidRPr="00CA2335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504FC2" w:rsidRPr="00CA2335" w:rsidRDefault="00504FC2" w:rsidP="00504FC2">
            <w:pPr>
              <w:pStyle w:val="Con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335">
              <w:rPr>
                <w:rFonts w:ascii="Times New Roman" w:hAnsi="Times New Roman"/>
                <w:sz w:val="24"/>
                <w:szCs w:val="24"/>
              </w:rPr>
              <w:t>(подпись, дата)</w:t>
            </w:r>
          </w:p>
        </w:tc>
        <w:tc>
          <w:tcPr>
            <w:tcW w:w="2374" w:type="dxa"/>
            <w:gridSpan w:val="3"/>
          </w:tcPr>
          <w:p w:rsidR="00504FC2" w:rsidRPr="00CA2335" w:rsidRDefault="00EB598F" w:rsidP="00504FC2">
            <w:pPr>
              <w:pStyle w:val="ConsNonforma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CA2335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     </w:t>
            </w:r>
            <w:proofErr w:type="spellStart"/>
            <w:r w:rsidR="00313636" w:rsidRPr="00CA2335">
              <w:rPr>
                <w:rFonts w:ascii="Times New Roman" w:hAnsi="Times New Roman"/>
                <w:sz w:val="24"/>
                <w:szCs w:val="24"/>
                <w:u w:val="single"/>
              </w:rPr>
              <w:t>Язанов</w:t>
            </w:r>
            <w:proofErr w:type="spellEnd"/>
            <w:r w:rsidR="00313636" w:rsidRPr="00CA2335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CA2335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313636" w:rsidRPr="00CA2335">
              <w:rPr>
                <w:rFonts w:ascii="Times New Roman" w:hAnsi="Times New Roman"/>
                <w:sz w:val="24"/>
                <w:szCs w:val="24"/>
                <w:u w:val="single"/>
              </w:rPr>
              <w:t>А.С.</w:t>
            </w:r>
          </w:p>
          <w:p w:rsidR="00504FC2" w:rsidRPr="00CA2335" w:rsidRDefault="00504FC2" w:rsidP="00504FC2">
            <w:pPr>
              <w:pStyle w:val="Con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335">
              <w:rPr>
                <w:rFonts w:ascii="Times New Roman" w:hAnsi="Times New Roman"/>
                <w:sz w:val="24"/>
                <w:szCs w:val="24"/>
              </w:rPr>
              <w:t>(Ф.И.О.)</w:t>
            </w:r>
          </w:p>
        </w:tc>
      </w:tr>
      <w:tr w:rsidR="00504FC2" w:rsidRPr="00365153" w:rsidTr="00D125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311" w:type="dxa"/>
        </w:trPr>
        <w:tc>
          <w:tcPr>
            <w:tcW w:w="3510" w:type="dxa"/>
            <w:gridSpan w:val="2"/>
          </w:tcPr>
          <w:p w:rsidR="00504FC2" w:rsidRPr="00365153" w:rsidRDefault="00504FC2" w:rsidP="00504FC2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86" w:type="dxa"/>
            <w:gridSpan w:val="3"/>
          </w:tcPr>
          <w:p w:rsidR="00504FC2" w:rsidRPr="00365153" w:rsidRDefault="00504FC2" w:rsidP="00504FC2">
            <w:pPr>
              <w:pStyle w:val="ConsNonforma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74" w:type="dxa"/>
            <w:gridSpan w:val="3"/>
          </w:tcPr>
          <w:p w:rsidR="00ED0494" w:rsidRPr="00365153" w:rsidRDefault="00ED0494" w:rsidP="00A818D5">
            <w:pPr>
              <w:pStyle w:val="ConsNonformat"/>
              <w:rPr>
                <w:rFonts w:ascii="Times New Roman" w:hAnsi="Times New Roman"/>
                <w:sz w:val="22"/>
                <w:szCs w:val="22"/>
                <w:u w:val="single"/>
              </w:rPr>
            </w:pPr>
          </w:p>
        </w:tc>
      </w:tr>
    </w:tbl>
    <w:p w:rsidR="00237848" w:rsidRPr="00F744F9" w:rsidRDefault="00237848" w:rsidP="00E94232">
      <w:pPr>
        <w:rPr>
          <w:sz w:val="22"/>
          <w:szCs w:val="22"/>
        </w:rPr>
      </w:pPr>
    </w:p>
    <w:p w:rsidR="00664C40" w:rsidRPr="00F744F9" w:rsidRDefault="00664C40" w:rsidP="00E94232">
      <w:pPr>
        <w:rPr>
          <w:sz w:val="22"/>
          <w:szCs w:val="22"/>
        </w:rPr>
      </w:pPr>
    </w:p>
    <w:p w:rsidR="00664C40" w:rsidRPr="00F744F9" w:rsidRDefault="00664C40" w:rsidP="00E94232">
      <w:pPr>
        <w:rPr>
          <w:sz w:val="22"/>
          <w:szCs w:val="22"/>
        </w:rPr>
      </w:pPr>
    </w:p>
    <w:p w:rsidR="00664C40" w:rsidRDefault="00664C40" w:rsidP="00E94232"/>
    <w:p w:rsidR="00C765CA" w:rsidRDefault="00C765CA" w:rsidP="00E94232"/>
    <w:p w:rsidR="00D35255" w:rsidRDefault="00D35255" w:rsidP="00E94232"/>
    <w:p w:rsidR="00D35255" w:rsidRDefault="00D35255" w:rsidP="00E94232"/>
    <w:p w:rsidR="00D35255" w:rsidRDefault="00D35255" w:rsidP="00E94232"/>
    <w:p w:rsidR="00D35255" w:rsidRDefault="00D35255" w:rsidP="00E94232"/>
    <w:p w:rsidR="00D35255" w:rsidRDefault="00D35255" w:rsidP="00E94232"/>
    <w:p w:rsidR="00D35255" w:rsidRDefault="00D35255" w:rsidP="00E94232"/>
    <w:p w:rsidR="00D35255" w:rsidRDefault="00D35255" w:rsidP="00E94232"/>
    <w:p w:rsidR="00D35255" w:rsidRDefault="00D35255" w:rsidP="00E94232"/>
    <w:p w:rsidR="00D35255" w:rsidRDefault="00D35255" w:rsidP="00E94232"/>
    <w:p w:rsidR="00D35255" w:rsidRDefault="00D35255" w:rsidP="00E94232"/>
    <w:p w:rsidR="00D35255" w:rsidRDefault="00D35255" w:rsidP="00E94232"/>
    <w:p w:rsidR="00D35255" w:rsidRDefault="00D35255" w:rsidP="00E94232"/>
    <w:p w:rsidR="00D35255" w:rsidRDefault="00D35255" w:rsidP="00E94232"/>
    <w:p w:rsidR="00D35255" w:rsidRDefault="00D35255" w:rsidP="00E94232"/>
    <w:p w:rsidR="00D35255" w:rsidRDefault="00D35255" w:rsidP="00E94232"/>
    <w:p w:rsidR="00D35255" w:rsidRDefault="00D35255" w:rsidP="00E94232"/>
    <w:p w:rsidR="00D35255" w:rsidRDefault="00D35255" w:rsidP="00E94232"/>
    <w:p w:rsidR="00D35255" w:rsidRDefault="00D35255" w:rsidP="00E94232"/>
    <w:p w:rsidR="00D35255" w:rsidRDefault="00D35255" w:rsidP="00E94232"/>
    <w:p w:rsidR="00D35255" w:rsidRDefault="00D35255" w:rsidP="00E94232"/>
    <w:p w:rsidR="00D35255" w:rsidRDefault="00D35255" w:rsidP="00E94232"/>
    <w:p w:rsidR="00D35255" w:rsidRDefault="00D35255" w:rsidP="00E94232"/>
    <w:p w:rsidR="00D35255" w:rsidRDefault="00D35255" w:rsidP="00E94232"/>
    <w:p w:rsidR="00D35255" w:rsidRDefault="00D35255" w:rsidP="00E94232"/>
    <w:p w:rsidR="00D35255" w:rsidRDefault="00D35255" w:rsidP="00E94232"/>
    <w:p w:rsidR="00D35255" w:rsidRDefault="00D35255" w:rsidP="00E94232"/>
    <w:p w:rsidR="00D35255" w:rsidRDefault="00D35255" w:rsidP="00E94232"/>
    <w:p w:rsidR="00D35255" w:rsidRDefault="00D35255" w:rsidP="00E94232"/>
    <w:p w:rsidR="00D35255" w:rsidRDefault="00D35255" w:rsidP="00E94232"/>
    <w:p w:rsidR="00D35255" w:rsidRDefault="00D35255" w:rsidP="00E94232"/>
    <w:p w:rsidR="00D35255" w:rsidRDefault="00D35255" w:rsidP="00E94232"/>
    <w:p w:rsidR="00D35255" w:rsidRDefault="00D35255" w:rsidP="00E94232"/>
    <w:p w:rsidR="00D35255" w:rsidRDefault="00D35255" w:rsidP="00E94232"/>
    <w:p w:rsidR="00D35255" w:rsidRDefault="00D35255" w:rsidP="00E94232"/>
    <w:p w:rsidR="00D35255" w:rsidRDefault="00D35255" w:rsidP="00E94232"/>
    <w:p w:rsidR="00D35255" w:rsidRDefault="00D35255" w:rsidP="00E94232"/>
    <w:p w:rsidR="00D35255" w:rsidRDefault="00D35255" w:rsidP="00E94232"/>
    <w:sectPr w:rsidR="00D35255" w:rsidSect="007D436B">
      <w:pgSz w:w="11906" w:h="16838"/>
      <w:pgMar w:top="567" w:right="284" w:bottom="567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CA5EB6"/>
    <w:multiLevelType w:val="hybridMultilevel"/>
    <w:tmpl w:val="13CA9C0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6A7FFC"/>
    <w:multiLevelType w:val="hybridMultilevel"/>
    <w:tmpl w:val="13CA9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00"/>
  <w:displayHorizont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30471"/>
    <w:rsid w:val="00001DE0"/>
    <w:rsid w:val="00002A76"/>
    <w:rsid w:val="000048A6"/>
    <w:rsid w:val="00012C6B"/>
    <w:rsid w:val="00014F1C"/>
    <w:rsid w:val="00021D2E"/>
    <w:rsid w:val="00026C78"/>
    <w:rsid w:val="00031376"/>
    <w:rsid w:val="00032F6E"/>
    <w:rsid w:val="0003370B"/>
    <w:rsid w:val="000370EF"/>
    <w:rsid w:val="00041BCC"/>
    <w:rsid w:val="0004507A"/>
    <w:rsid w:val="00051DCA"/>
    <w:rsid w:val="000636B0"/>
    <w:rsid w:val="00066E7A"/>
    <w:rsid w:val="000674E1"/>
    <w:rsid w:val="00071244"/>
    <w:rsid w:val="00071DB0"/>
    <w:rsid w:val="00073EB9"/>
    <w:rsid w:val="0007505B"/>
    <w:rsid w:val="00077807"/>
    <w:rsid w:val="00083D40"/>
    <w:rsid w:val="00095A28"/>
    <w:rsid w:val="00096F5E"/>
    <w:rsid w:val="000A0D90"/>
    <w:rsid w:val="000A0EF3"/>
    <w:rsid w:val="000B06A7"/>
    <w:rsid w:val="000B41C2"/>
    <w:rsid w:val="000B54FC"/>
    <w:rsid w:val="000B6F54"/>
    <w:rsid w:val="000B7E0E"/>
    <w:rsid w:val="000C6AF4"/>
    <w:rsid w:val="000E0E0C"/>
    <w:rsid w:val="000F04EA"/>
    <w:rsid w:val="000F25EA"/>
    <w:rsid w:val="000F4CA6"/>
    <w:rsid w:val="000F64A2"/>
    <w:rsid w:val="000F6630"/>
    <w:rsid w:val="001000FD"/>
    <w:rsid w:val="00100DA6"/>
    <w:rsid w:val="00104D81"/>
    <w:rsid w:val="00110C90"/>
    <w:rsid w:val="00113370"/>
    <w:rsid w:val="001163A1"/>
    <w:rsid w:val="00116B72"/>
    <w:rsid w:val="00117863"/>
    <w:rsid w:val="00122C39"/>
    <w:rsid w:val="00131B59"/>
    <w:rsid w:val="00133E85"/>
    <w:rsid w:val="00141551"/>
    <w:rsid w:val="00141E21"/>
    <w:rsid w:val="0014204E"/>
    <w:rsid w:val="0014248C"/>
    <w:rsid w:val="00142F73"/>
    <w:rsid w:val="001509B3"/>
    <w:rsid w:val="00151616"/>
    <w:rsid w:val="00152476"/>
    <w:rsid w:val="00154069"/>
    <w:rsid w:val="001567A7"/>
    <w:rsid w:val="00162CD5"/>
    <w:rsid w:val="001633ED"/>
    <w:rsid w:val="00164FAA"/>
    <w:rsid w:val="001656E5"/>
    <w:rsid w:val="00175D0C"/>
    <w:rsid w:val="00176538"/>
    <w:rsid w:val="001772AE"/>
    <w:rsid w:val="0017785A"/>
    <w:rsid w:val="00183C09"/>
    <w:rsid w:val="001847EB"/>
    <w:rsid w:val="00186045"/>
    <w:rsid w:val="00195EE5"/>
    <w:rsid w:val="0019708B"/>
    <w:rsid w:val="001A172F"/>
    <w:rsid w:val="001A2C9D"/>
    <w:rsid w:val="001A2CFF"/>
    <w:rsid w:val="001A6E2E"/>
    <w:rsid w:val="001B26DD"/>
    <w:rsid w:val="001B7CCB"/>
    <w:rsid w:val="001C0217"/>
    <w:rsid w:val="001D11CC"/>
    <w:rsid w:val="001D5F6A"/>
    <w:rsid w:val="001E17C1"/>
    <w:rsid w:val="001F0005"/>
    <w:rsid w:val="001F0C3E"/>
    <w:rsid w:val="00203BB4"/>
    <w:rsid w:val="00204837"/>
    <w:rsid w:val="00206ACE"/>
    <w:rsid w:val="00210587"/>
    <w:rsid w:val="002110DC"/>
    <w:rsid w:val="00212D63"/>
    <w:rsid w:val="00230059"/>
    <w:rsid w:val="00230BD7"/>
    <w:rsid w:val="00234555"/>
    <w:rsid w:val="00237848"/>
    <w:rsid w:val="00240F01"/>
    <w:rsid w:val="002438A5"/>
    <w:rsid w:val="00245BFD"/>
    <w:rsid w:val="00251111"/>
    <w:rsid w:val="00255BFD"/>
    <w:rsid w:val="00261B24"/>
    <w:rsid w:val="00270ED5"/>
    <w:rsid w:val="00282496"/>
    <w:rsid w:val="00283211"/>
    <w:rsid w:val="00294519"/>
    <w:rsid w:val="00295998"/>
    <w:rsid w:val="002A0090"/>
    <w:rsid w:val="002A4907"/>
    <w:rsid w:val="002A59BD"/>
    <w:rsid w:val="002A63D8"/>
    <w:rsid w:val="002B6B45"/>
    <w:rsid w:val="002C3447"/>
    <w:rsid w:val="002C3730"/>
    <w:rsid w:val="002C3767"/>
    <w:rsid w:val="002C3904"/>
    <w:rsid w:val="002D32E3"/>
    <w:rsid w:val="002D49EF"/>
    <w:rsid w:val="002D728B"/>
    <w:rsid w:val="002E6394"/>
    <w:rsid w:val="002E7706"/>
    <w:rsid w:val="002F20C6"/>
    <w:rsid w:val="002F2590"/>
    <w:rsid w:val="002F2867"/>
    <w:rsid w:val="002F3773"/>
    <w:rsid w:val="002F37A7"/>
    <w:rsid w:val="002F5782"/>
    <w:rsid w:val="003003CD"/>
    <w:rsid w:val="003041CD"/>
    <w:rsid w:val="00306B22"/>
    <w:rsid w:val="00313636"/>
    <w:rsid w:val="00313C5A"/>
    <w:rsid w:val="003141AA"/>
    <w:rsid w:val="00316564"/>
    <w:rsid w:val="0031780F"/>
    <w:rsid w:val="003256F2"/>
    <w:rsid w:val="00334FE7"/>
    <w:rsid w:val="00343F2D"/>
    <w:rsid w:val="00344B1F"/>
    <w:rsid w:val="00361C7E"/>
    <w:rsid w:val="00365153"/>
    <w:rsid w:val="00367898"/>
    <w:rsid w:val="00371415"/>
    <w:rsid w:val="00374B6B"/>
    <w:rsid w:val="00390F02"/>
    <w:rsid w:val="0039545E"/>
    <w:rsid w:val="003954C2"/>
    <w:rsid w:val="00397A9D"/>
    <w:rsid w:val="003A1456"/>
    <w:rsid w:val="003A1DF8"/>
    <w:rsid w:val="003A595A"/>
    <w:rsid w:val="003B7D2E"/>
    <w:rsid w:val="003C4A99"/>
    <w:rsid w:val="003D4295"/>
    <w:rsid w:val="003D4C40"/>
    <w:rsid w:val="003E547B"/>
    <w:rsid w:val="003F3685"/>
    <w:rsid w:val="003F3ABF"/>
    <w:rsid w:val="003F7E4A"/>
    <w:rsid w:val="00402895"/>
    <w:rsid w:val="00402A7C"/>
    <w:rsid w:val="00406D52"/>
    <w:rsid w:val="00407ABA"/>
    <w:rsid w:val="00410C2E"/>
    <w:rsid w:val="00410DAC"/>
    <w:rsid w:val="004114BC"/>
    <w:rsid w:val="004132D0"/>
    <w:rsid w:val="0041568B"/>
    <w:rsid w:val="004231FB"/>
    <w:rsid w:val="00423967"/>
    <w:rsid w:val="00426085"/>
    <w:rsid w:val="004269E1"/>
    <w:rsid w:val="0044088E"/>
    <w:rsid w:val="00446AFE"/>
    <w:rsid w:val="0044779C"/>
    <w:rsid w:val="00450020"/>
    <w:rsid w:val="004535DE"/>
    <w:rsid w:val="004567BC"/>
    <w:rsid w:val="004663E1"/>
    <w:rsid w:val="004713BC"/>
    <w:rsid w:val="0047516D"/>
    <w:rsid w:val="00481BAB"/>
    <w:rsid w:val="00484651"/>
    <w:rsid w:val="00485E43"/>
    <w:rsid w:val="00494BFC"/>
    <w:rsid w:val="00496A4D"/>
    <w:rsid w:val="004977C3"/>
    <w:rsid w:val="004B21B9"/>
    <w:rsid w:val="004B3DC1"/>
    <w:rsid w:val="004B57F1"/>
    <w:rsid w:val="004C1388"/>
    <w:rsid w:val="004C2CBA"/>
    <w:rsid w:val="004C5085"/>
    <w:rsid w:val="004D2C62"/>
    <w:rsid w:val="004D740D"/>
    <w:rsid w:val="004E2B49"/>
    <w:rsid w:val="004E2F43"/>
    <w:rsid w:val="004E5A82"/>
    <w:rsid w:val="004E72B1"/>
    <w:rsid w:val="004F5404"/>
    <w:rsid w:val="00501A9B"/>
    <w:rsid w:val="005045DF"/>
    <w:rsid w:val="00504FC2"/>
    <w:rsid w:val="00506A16"/>
    <w:rsid w:val="00510504"/>
    <w:rsid w:val="00511467"/>
    <w:rsid w:val="00513181"/>
    <w:rsid w:val="0053419B"/>
    <w:rsid w:val="0053514C"/>
    <w:rsid w:val="0053759F"/>
    <w:rsid w:val="00542799"/>
    <w:rsid w:val="00545697"/>
    <w:rsid w:val="00550943"/>
    <w:rsid w:val="0055190B"/>
    <w:rsid w:val="00554361"/>
    <w:rsid w:val="00557E64"/>
    <w:rsid w:val="00563CCE"/>
    <w:rsid w:val="0056530C"/>
    <w:rsid w:val="00565499"/>
    <w:rsid w:val="0057254D"/>
    <w:rsid w:val="00581A28"/>
    <w:rsid w:val="00595637"/>
    <w:rsid w:val="0059662D"/>
    <w:rsid w:val="0059680B"/>
    <w:rsid w:val="005A3838"/>
    <w:rsid w:val="005A720F"/>
    <w:rsid w:val="005A76F1"/>
    <w:rsid w:val="005B02B3"/>
    <w:rsid w:val="005B653D"/>
    <w:rsid w:val="005C2EAE"/>
    <w:rsid w:val="005C5B59"/>
    <w:rsid w:val="005C63F8"/>
    <w:rsid w:val="005C738C"/>
    <w:rsid w:val="005D0E27"/>
    <w:rsid w:val="005D358C"/>
    <w:rsid w:val="005D5B91"/>
    <w:rsid w:val="005E04CA"/>
    <w:rsid w:val="005E0E56"/>
    <w:rsid w:val="005E4A3B"/>
    <w:rsid w:val="005F412A"/>
    <w:rsid w:val="00605313"/>
    <w:rsid w:val="00606DBA"/>
    <w:rsid w:val="00610EB6"/>
    <w:rsid w:val="0061327B"/>
    <w:rsid w:val="00614020"/>
    <w:rsid w:val="006155AC"/>
    <w:rsid w:val="0062121F"/>
    <w:rsid w:val="006263FF"/>
    <w:rsid w:val="00627DC8"/>
    <w:rsid w:val="00640441"/>
    <w:rsid w:val="00642C78"/>
    <w:rsid w:val="00642DE3"/>
    <w:rsid w:val="00643476"/>
    <w:rsid w:val="006510AA"/>
    <w:rsid w:val="00656F11"/>
    <w:rsid w:val="00664C40"/>
    <w:rsid w:val="00665F67"/>
    <w:rsid w:val="00666F3F"/>
    <w:rsid w:val="00674001"/>
    <w:rsid w:val="006762DE"/>
    <w:rsid w:val="00677E92"/>
    <w:rsid w:val="00677EEB"/>
    <w:rsid w:val="006807BB"/>
    <w:rsid w:val="00686877"/>
    <w:rsid w:val="006929F5"/>
    <w:rsid w:val="00697C28"/>
    <w:rsid w:val="006A131F"/>
    <w:rsid w:val="006A7EBF"/>
    <w:rsid w:val="006B33A3"/>
    <w:rsid w:val="006B6211"/>
    <w:rsid w:val="006C39D2"/>
    <w:rsid w:val="006C49F2"/>
    <w:rsid w:val="006C4BF1"/>
    <w:rsid w:val="006D442F"/>
    <w:rsid w:val="006D5428"/>
    <w:rsid w:val="006E0C4A"/>
    <w:rsid w:val="006E11D2"/>
    <w:rsid w:val="006E4B43"/>
    <w:rsid w:val="00701E17"/>
    <w:rsid w:val="00702224"/>
    <w:rsid w:val="0070743A"/>
    <w:rsid w:val="007108DD"/>
    <w:rsid w:val="00713897"/>
    <w:rsid w:val="007143E7"/>
    <w:rsid w:val="0071481A"/>
    <w:rsid w:val="00715AB3"/>
    <w:rsid w:val="00724777"/>
    <w:rsid w:val="00724EE8"/>
    <w:rsid w:val="007308A1"/>
    <w:rsid w:val="00730A00"/>
    <w:rsid w:val="007463A7"/>
    <w:rsid w:val="00761772"/>
    <w:rsid w:val="007668A5"/>
    <w:rsid w:val="007829C5"/>
    <w:rsid w:val="00791513"/>
    <w:rsid w:val="00793652"/>
    <w:rsid w:val="00795849"/>
    <w:rsid w:val="007A214E"/>
    <w:rsid w:val="007A4D07"/>
    <w:rsid w:val="007C44E5"/>
    <w:rsid w:val="007D021A"/>
    <w:rsid w:val="007D2631"/>
    <w:rsid w:val="007D436B"/>
    <w:rsid w:val="007D6F64"/>
    <w:rsid w:val="007D7296"/>
    <w:rsid w:val="007E3B2F"/>
    <w:rsid w:val="007E4FD8"/>
    <w:rsid w:val="007E5853"/>
    <w:rsid w:val="007E6A72"/>
    <w:rsid w:val="007F15E5"/>
    <w:rsid w:val="007F77EA"/>
    <w:rsid w:val="0080673C"/>
    <w:rsid w:val="008175EA"/>
    <w:rsid w:val="00821C33"/>
    <w:rsid w:val="008251FE"/>
    <w:rsid w:val="008274B7"/>
    <w:rsid w:val="00852318"/>
    <w:rsid w:val="008528D2"/>
    <w:rsid w:val="00854EA8"/>
    <w:rsid w:val="00871599"/>
    <w:rsid w:val="00873479"/>
    <w:rsid w:val="008737EC"/>
    <w:rsid w:val="008847AB"/>
    <w:rsid w:val="00892548"/>
    <w:rsid w:val="008A7486"/>
    <w:rsid w:val="008B1C69"/>
    <w:rsid w:val="008B22E1"/>
    <w:rsid w:val="008B2751"/>
    <w:rsid w:val="008B499F"/>
    <w:rsid w:val="008C24BE"/>
    <w:rsid w:val="008C270A"/>
    <w:rsid w:val="008C28C4"/>
    <w:rsid w:val="008D3CE8"/>
    <w:rsid w:val="008D5B92"/>
    <w:rsid w:val="008D66CA"/>
    <w:rsid w:val="008E55B5"/>
    <w:rsid w:val="008E6752"/>
    <w:rsid w:val="008E68E9"/>
    <w:rsid w:val="008E7303"/>
    <w:rsid w:val="008E7D06"/>
    <w:rsid w:val="008F38C1"/>
    <w:rsid w:val="0090003F"/>
    <w:rsid w:val="00904BB0"/>
    <w:rsid w:val="00905612"/>
    <w:rsid w:val="009100DA"/>
    <w:rsid w:val="009131CE"/>
    <w:rsid w:val="00913EF7"/>
    <w:rsid w:val="009223E1"/>
    <w:rsid w:val="00927CC9"/>
    <w:rsid w:val="0093099A"/>
    <w:rsid w:val="00930ABA"/>
    <w:rsid w:val="0093351D"/>
    <w:rsid w:val="00937E6D"/>
    <w:rsid w:val="00941FCF"/>
    <w:rsid w:val="0094484B"/>
    <w:rsid w:val="00950AA8"/>
    <w:rsid w:val="00955F2D"/>
    <w:rsid w:val="00967760"/>
    <w:rsid w:val="009752E4"/>
    <w:rsid w:val="009814BD"/>
    <w:rsid w:val="00983D09"/>
    <w:rsid w:val="009A1449"/>
    <w:rsid w:val="009A41F3"/>
    <w:rsid w:val="009A6AE2"/>
    <w:rsid w:val="009C03F4"/>
    <w:rsid w:val="009D4795"/>
    <w:rsid w:val="009D5663"/>
    <w:rsid w:val="009D7CC0"/>
    <w:rsid w:val="009E1311"/>
    <w:rsid w:val="009E13D3"/>
    <w:rsid w:val="009E21D6"/>
    <w:rsid w:val="00A0181B"/>
    <w:rsid w:val="00A15AD3"/>
    <w:rsid w:val="00A16C51"/>
    <w:rsid w:val="00A2094D"/>
    <w:rsid w:val="00A25FB3"/>
    <w:rsid w:val="00A41DC6"/>
    <w:rsid w:val="00A45670"/>
    <w:rsid w:val="00A503FC"/>
    <w:rsid w:val="00A55650"/>
    <w:rsid w:val="00A56424"/>
    <w:rsid w:val="00A8050C"/>
    <w:rsid w:val="00A8066A"/>
    <w:rsid w:val="00A818D5"/>
    <w:rsid w:val="00A84BCB"/>
    <w:rsid w:val="00A959DB"/>
    <w:rsid w:val="00A95C3F"/>
    <w:rsid w:val="00AA4AEC"/>
    <w:rsid w:val="00AA6753"/>
    <w:rsid w:val="00AB1D44"/>
    <w:rsid w:val="00AB2023"/>
    <w:rsid w:val="00AB4B0A"/>
    <w:rsid w:val="00AB6A57"/>
    <w:rsid w:val="00AB7188"/>
    <w:rsid w:val="00AC29B4"/>
    <w:rsid w:val="00AC6778"/>
    <w:rsid w:val="00AD4FA3"/>
    <w:rsid w:val="00AD732F"/>
    <w:rsid w:val="00AE0AC4"/>
    <w:rsid w:val="00AE6B98"/>
    <w:rsid w:val="00AE7D7C"/>
    <w:rsid w:val="00AF04A6"/>
    <w:rsid w:val="00AF352E"/>
    <w:rsid w:val="00AF5407"/>
    <w:rsid w:val="00AF5BA1"/>
    <w:rsid w:val="00AF63B0"/>
    <w:rsid w:val="00AF6946"/>
    <w:rsid w:val="00B01569"/>
    <w:rsid w:val="00B15A43"/>
    <w:rsid w:val="00B17F0F"/>
    <w:rsid w:val="00B2232D"/>
    <w:rsid w:val="00B3397B"/>
    <w:rsid w:val="00B42510"/>
    <w:rsid w:val="00B5041A"/>
    <w:rsid w:val="00B5352E"/>
    <w:rsid w:val="00B56D45"/>
    <w:rsid w:val="00B56DDD"/>
    <w:rsid w:val="00B56ECA"/>
    <w:rsid w:val="00B61E33"/>
    <w:rsid w:val="00B652AA"/>
    <w:rsid w:val="00B73444"/>
    <w:rsid w:val="00B80BB8"/>
    <w:rsid w:val="00B84084"/>
    <w:rsid w:val="00B8421A"/>
    <w:rsid w:val="00B8568D"/>
    <w:rsid w:val="00B948F4"/>
    <w:rsid w:val="00B95AA8"/>
    <w:rsid w:val="00BA2C56"/>
    <w:rsid w:val="00BB69D8"/>
    <w:rsid w:val="00BC0A7B"/>
    <w:rsid w:val="00BC0C1B"/>
    <w:rsid w:val="00BC2776"/>
    <w:rsid w:val="00BC4FB7"/>
    <w:rsid w:val="00BD0EA4"/>
    <w:rsid w:val="00BD63EF"/>
    <w:rsid w:val="00BE0E0F"/>
    <w:rsid w:val="00BE1AF3"/>
    <w:rsid w:val="00BE2EEA"/>
    <w:rsid w:val="00BE52BC"/>
    <w:rsid w:val="00BF3BB1"/>
    <w:rsid w:val="00BF78F9"/>
    <w:rsid w:val="00C01597"/>
    <w:rsid w:val="00C05BEE"/>
    <w:rsid w:val="00C06C66"/>
    <w:rsid w:val="00C10FF4"/>
    <w:rsid w:val="00C11F00"/>
    <w:rsid w:val="00C12172"/>
    <w:rsid w:val="00C26889"/>
    <w:rsid w:val="00C30471"/>
    <w:rsid w:val="00C3192B"/>
    <w:rsid w:val="00C52A8F"/>
    <w:rsid w:val="00C53C2A"/>
    <w:rsid w:val="00C60E05"/>
    <w:rsid w:val="00C611AF"/>
    <w:rsid w:val="00C6283F"/>
    <w:rsid w:val="00C63B80"/>
    <w:rsid w:val="00C670AB"/>
    <w:rsid w:val="00C73BC4"/>
    <w:rsid w:val="00C765CA"/>
    <w:rsid w:val="00C775F0"/>
    <w:rsid w:val="00C855D5"/>
    <w:rsid w:val="00C91370"/>
    <w:rsid w:val="00C9510A"/>
    <w:rsid w:val="00C95CC8"/>
    <w:rsid w:val="00C960B0"/>
    <w:rsid w:val="00CA2335"/>
    <w:rsid w:val="00CA2511"/>
    <w:rsid w:val="00CA698D"/>
    <w:rsid w:val="00CB0DE0"/>
    <w:rsid w:val="00CC0985"/>
    <w:rsid w:val="00CD1288"/>
    <w:rsid w:val="00CE7A0E"/>
    <w:rsid w:val="00CF02AC"/>
    <w:rsid w:val="00CF081F"/>
    <w:rsid w:val="00CF2524"/>
    <w:rsid w:val="00CF3E2F"/>
    <w:rsid w:val="00CF41FB"/>
    <w:rsid w:val="00CF6EE5"/>
    <w:rsid w:val="00CF74F3"/>
    <w:rsid w:val="00D013CF"/>
    <w:rsid w:val="00D0186A"/>
    <w:rsid w:val="00D125AC"/>
    <w:rsid w:val="00D1403A"/>
    <w:rsid w:val="00D21A48"/>
    <w:rsid w:val="00D25D8C"/>
    <w:rsid w:val="00D35255"/>
    <w:rsid w:val="00D423EE"/>
    <w:rsid w:val="00D50AD9"/>
    <w:rsid w:val="00D6501A"/>
    <w:rsid w:val="00D6563A"/>
    <w:rsid w:val="00D72A5F"/>
    <w:rsid w:val="00D75710"/>
    <w:rsid w:val="00D86EBA"/>
    <w:rsid w:val="00D96244"/>
    <w:rsid w:val="00DA1104"/>
    <w:rsid w:val="00DA6DBF"/>
    <w:rsid w:val="00DB6B70"/>
    <w:rsid w:val="00DC2DA2"/>
    <w:rsid w:val="00DC39FC"/>
    <w:rsid w:val="00DC55D2"/>
    <w:rsid w:val="00DD7E7D"/>
    <w:rsid w:val="00DF4270"/>
    <w:rsid w:val="00E01A20"/>
    <w:rsid w:val="00E0753A"/>
    <w:rsid w:val="00E1256A"/>
    <w:rsid w:val="00E1421C"/>
    <w:rsid w:val="00E21C46"/>
    <w:rsid w:val="00E27D9F"/>
    <w:rsid w:val="00E31508"/>
    <w:rsid w:val="00E33FDC"/>
    <w:rsid w:val="00E3407B"/>
    <w:rsid w:val="00E42CC3"/>
    <w:rsid w:val="00E4518F"/>
    <w:rsid w:val="00E506E7"/>
    <w:rsid w:val="00E51BB0"/>
    <w:rsid w:val="00E554DD"/>
    <w:rsid w:val="00E55735"/>
    <w:rsid w:val="00E55B16"/>
    <w:rsid w:val="00E61124"/>
    <w:rsid w:val="00E62BEF"/>
    <w:rsid w:val="00E75C85"/>
    <w:rsid w:val="00E773AF"/>
    <w:rsid w:val="00E863C5"/>
    <w:rsid w:val="00E9133F"/>
    <w:rsid w:val="00E9271A"/>
    <w:rsid w:val="00E94232"/>
    <w:rsid w:val="00E95B42"/>
    <w:rsid w:val="00EA3250"/>
    <w:rsid w:val="00EB36E9"/>
    <w:rsid w:val="00EB52B9"/>
    <w:rsid w:val="00EB597C"/>
    <w:rsid w:val="00EB598F"/>
    <w:rsid w:val="00EC40E1"/>
    <w:rsid w:val="00ED0494"/>
    <w:rsid w:val="00ED1F6B"/>
    <w:rsid w:val="00ED423E"/>
    <w:rsid w:val="00ED509C"/>
    <w:rsid w:val="00ED66CE"/>
    <w:rsid w:val="00EE789A"/>
    <w:rsid w:val="00EF1A98"/>
    <w:rsid w:val="00EF461F"/>
    <w:rsid w:val="00EF5433"/>
    <w:rsid w:val="00F00590"/>
    <w:rsid w:val="00F03137"/>
    <w:rsid w:val="00F04B84"/>
    <w:rsid w:val="00F106B1"/>
    <w:rsid w:val="00F21FF9"/>
    <w:rsid w:val="00F26609"/>
    <w:rsid w:val="00F47D7C"/>
    <w:rsid w:val="00F50899"/>
    <w:rsid w:val="00F51DEB"/>
    <w:rsid w:val="00F55F84"/>
    <w:rsid w:val="00F63226"/>
    <w:rsid w:val="00F65C10"/>
    <w:rsid w:val="00F73DF5"/>
    <w:rsid w:val="00F744F9"/>
    <w:rsid w:val="00F74BB9"/>
    <w:rsid w:val="00F7618A"/>
    <w:rsid w:val="00F77C03"/>
    <w:rsid w:val="00F826E5"/>
    <w:rsid w:val="00F8528C"/>
    <w:rsid w:val="00F85A2F"/>
    <w:rsid w:val="00F85F4E"/>
    <w:rsid w:val="00F869F6"/>
    <w:rsid w:val="00F87B56"/>
    <w:rsid w:val="00F91469"/>
    <w:rsid w:val="00F919AA"/>
    <w:rsid w:val="00F97331"/>
    <w:rsid w:val="00FA0D1E"/>
    <w:rsid w:val="00FA77C4"/>
    <w:rsid w:val="00FB0296"/>
    <w:rsid w:val="00FB38C0"/>
    <w:rsid w:val="00FB477F"/>
    <w:rsid w:val="00FC02A2"/>
    <w:rsid w:val="00FC22BD"/>
    <w:rsid w:val="00FC4320"/>
    <w:rsid w:val="00FC603D"/>
    <w:rsid w:val="00FC7346"/>
    <w:rsid w:val="00FD2FF4"/>
    <w:rsid w:val="00FE3114"/>
    <w:rsid w:val="00FE5496"/>
    <w:rsid w:val="00FE5A54"/>
    <w:rsid w:val="00FF1958"/>
    <w:rsid w:val="00FF7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FC2"/>
  </w:style>
  <w:style w:type="paragraph" w:styleId="1">
    <w:name w:val="heading 1"/>
    <w:basedOn w:val="a"/>
    <w:next w:val="a"/>
    <w:link w:val="10"/>
    <w:qFormat/>
    <w:rsid w:val="00C765CA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C765CA"/>
    <w:pPr>
      <w:keepNext/>
      <w:jc w:val="center"/>
      <w:outlineLvl w:val="1"/>
    </w:pPr>
    <w:rPr>
      <w:sz w:val="24"/>
    </w:rPr>
  </w:style>
  <w:style w:type="paragraph" w:styleId="5">
    <w:name w:val="heading 5"/>
    <w:basedOn w:val="a"/>
    <w:next w:val="a"/>
    <w:link w:val="50"/>
    <w:qFormat/>
    <w:rsid w:val="00C765CA"/>
    <w:pPr>
      <w:keepNext/>
      <w:jc w:val="center"/>
      <w:outlineLvl w:val="4"/>
    </w:pPr>
    <w:rPr>
      <w:b/>
      <w:bCs/>
      <w:sz w:val="1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42799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504FC2"/>
    <w:pPr>
      <w:ind w:firstLine="720"/>
    </w:pPr>
    <w:rPr>
      <w:rFonts w:ascii="Arial" w:hAnsi="Arial"/>
      <w:snapToGrid w:val="0"/>
    </w:rPr>
  </w:style>
  <w:style w:type="paragraph" w:customStyle="1" w:styleId="ConsNonformat">
    <w:name w:val="ConsNonformat"/>
    <w:rsid w:val="00504FC2"/>
    <w:rPr>
      <w:rFonts w:ascii="Courier New" w:hAnsi="Courier New"/>
      <w:snapToGrid w:val="0"/>
    </w:rPr>
  </w:style>
  <w:style w:type="table" w:styleId="a3">
    <w:name w:val="Table Grid"/>
    <w:basedOn w:val="a1"/>
    <w:rsid w:val="004C13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071DB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C765CA"/>
    <w:rPr>
      <w:b/>
    </w:rPr>
  </w:style>
  <w:style w:type="character" w:customStyle="1" w:styleId="20">
    <w:name w:val="Заголовок 2 Знак"/>
    <w:link w:val="2"/>
    <w:rsid w:val="00C765CA"/>
    <w:rPr>
      <w:sz w:val="24"/>
    </w:rPr>
  </w:style>
  <w:style w:type="character" w:customStyle="1" w:styleId="50">
    <w:name w:val="Заголовок 5 Знак"/>
    <w:link w:val="5"/>
    <w:rsid w:val="00C765CA"/>
    <w:rPr>
      <w:b/>
      <w:bCs/>
      <w:sz w:val="18"/>
    </w:rPr>
  </w:style>
  <w:style w:type="character" w:customStyle="1" w:styleId="60">
    <w:name w:val="Заголовок 6 Знак"/>
    <w:link w:val="6"/>
    <w:uiPriority w:val="9"/>
    <w:semiHidden/>
    <w:rsid w:val="00542799"/>
    <w:rPr>
      <w:rFonts w:ascii="Calibri" w:hAnsi="Calibri"/>
      <w:b/>
      <w:bCs/>
      <w:sz w:val="22"/>
      <w:szCs w:val="22"/>
    </w:rPr>
  </w:style>
  <w:style w:type="character" w:customStyle="1" w:styleId="12pt">
    <w:name w:val="Стиль 12 pt"/>
    <w:rsid w:val="00542799"/>
    <w:rPr>
      <w:sz w:val="26"/>
    </w:rPr>
  </w:style>
  <w:style w:type="paragraph" w:styleId="a5">
    <w:name w:val="Body Text"/>
    <w:basedOn w:val="a"/>
    <w:link w:val="a6"/>
    <w:rsid w:val="00E1256A"/>
    <w:pPr>
      <w:suppressAutoHyphens/>
      <w:jc w:val="both"/>
    </w:pPr>
    <w:rPr>
      <w:sz w:val="24"/>
      <w:lang w:eastAsia="ar-SA"/>
    </w:rPr>
  </w:style>
  <w:style w:type="character" w:customStyle="1" w:styleId="a6">
    <w:name w:val="Основной текст Знак"/>
    <w:link w:val="a5"/>
    <w:rsid w:val="00E1256A"/>
    <w:rPr>
      <w:sz w:val="24"/>
      <w:lang w:eastAsia="ar-SA"/>
    </w:rPr>
  </w:style>
  <w:style w:type="paragraph" w:styleId="a7">
    <w:name w:val="header"/>
    <w:basedOn w:val="a"/>
    <w:link w:val="a8"/>
    <w:rsid w:val="00E55B16"/>
    <w:pPr>
      <w:tabs>
        <w:tab w:val="center" w:pos="4677"/>
        <w:tab w:val="right" w:pos="9355"/>
      </w:tabs>
      <w:suppressAutoHyphens/>
    </w:pPr>
    <w:rPr>
      <w:sz w:val="24"/>
      <w:szCs w:val="24"/>
      <w:lang w:eastAsia="ar-SA"/>
    </w:rPr>
  </w:style>
  <w:style w:type="character" w:customStyle="1" w:styleId="a8">
    <w:name w:val="Верхний колонтитул Знак"/>
    <w:link w:val="a7"/>
    <w:rsid w:val="00E55B16"/>
    <w:rPr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932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1\&#1056;&#1072;&#1073;&#1086;&#1095;&#1080;&#1081;%20&#1089;&#1090;&#1086;&#1083;\&#1051;&#1080;&#1084;&#1080;&#1090;&#1099;%20&#1087;&#1083;&#1072;&#1085;%20&#1087;&#1077;&#1088;&#1077;&#1076;&#1074;&#1080;&#1078;&#1082;&#1080;&#1080;\&#1089;&#1087;&#1088;&#1072;&#1074;&#1082;&#1072;%20&#1084;&#1072;&#1081;%20%2015%20&#1087;&#1080;&#1089;&#1100;&#1084;&#1086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1A5076-57E6-4A1F-BEC7-1545607D5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справка май  15 письмо</Template>
  <TotalTime>1250</TotalTime>
  <Pages>3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</vt:lpstr>
    </vt:vector>
  </TitlesOfParts>
  <Company>С\А</Company>
  <LinksUpToDate>false</LinksUpToDate>
  <CharactersWithSpaces>2692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</dc:title>
  <dc:subject/>
  <dc:creator>Владелец</dc:creator>
  <cp:keywords/>
  <dc:description/>
  <cp:lastModifiedBy>User</cp:lastModifiedBy>
  <cp:revision>298</cp:revision>
  <cp:lastPrinted>2019-06-07T04:51:00Z</cp:lastPrinted>
  <dcterms:created xsi:type="dcterms:W3CDTF">2015-11-10T08:21:00Z</dcterms:created>
  <dcterms:modified xsi:type="dcterms:W3CDTF">2019-06-07T04:51:00Z</dcterms:modified>
</cp:coreProperties>
</file>